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C1F" w:rsidRPr="00425406" w:rsidRDefault="00814C1F" w:rsidP="00EA034C">
      <w:pPr>
        <w:jc w:val="right"/>
      </w:pPr>
      <w:r>
        <w:rPr>
          <w:noProof/>
        </w:rPr>
        <w:pict>
          <v:rect id="Прямоугольник 1" o:spid="_x0000_s1026" style="position:absolute;left:0;text-align:left;margin-left:-64.65pt;margin-top:-35.2pt;width:556.65pt;height:802.7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" filled="f" strokecolor="#d8d8d8" strokeweight="6pt">
            <v:path arrowok="t"/>
          </v:rect>
        </w:pict>
      </w:r>
      <w:r w:rsidRPr="00425406">
        <w:t xml:space="preserve">Приложение </w:t>
      </w:r>
    </w:p>
    <w:p w:rsidR="00814C1F" w:rsidRPr="00425406" w:rsidRDefault="00814C1F" w:rsidP="00EA034C">
      <w:pPr>
        <w:jc w:val="right"/>
      </w:pPr>
      <w:r w:rsidRPr="00425406">
        <w:t xml:space="preserve">к Решению Собрания депутатов </w:t>
      </w:r>
    </w:p>
    <w:p w:rsidR="00814C1F" w:rsidRPr="00425406" w:rsidRDefault="00814C1F" w:rsidP="00EA034C">
      <w:pPr>
        <w:jc w:val="right"/>
      </w:pPr>
      <w:r w:rsidRPr="00425406">
        <w:t xml:space="preserve">Пионерского сельского поселения </w:t>
      </w:r>
    </w:p>
    <w:p w:rsidR="00814C1F" w:rsidRPr="00425406" w:rsidRDefault="00814C1F" w:rsidP="00EA034C">
      <w:pPr>
        <w:jc w:val="right"/>
      </w:pPr>
      <w:r w:rsidRPr="00425406">
        <w:t xml:space="preserve">от </w:t>
      </w:r>
      <w:r>
        <w:t>08.</w:t>
      </w:r>
      <w:r w:rsidRPr="00425406">
        <w:t>12.2022 № 16-нд</w:t>
      </w:r>
    </w:p>
    <w:p w:rsidR="00814C1F" w:rsidRPr="00425406" w:rsidRDefault="00814C1F" w:rsidP="000D5211">
      <w:pPr>
        <w:jc w:val="center"/>
        <w:rPr>
          <w:sz w:val="10"/>
        </w:rPr>
      </w:pPr>
    </w:p>
    <w:p w:rsidR="00814C1F" w:rsidRPr="00425406" w:rsidRDefault="00814C1F" w:rsidP="000D5211">
      <w:pPr>
        <w:jc w:val="center"/>
      </w:pPr>
    </w:p>
    <w:p w:rsidR="00814C1F" w:rsidRPr="00425406" w:rsidRDefault="00814C1F" w:rsidP="000D5211">
      <w:pPr>
        <w:pStyle w:val="BodyText"/>
        <w:ind w:left="-426"/>
        <w:contextualSpacing/>
        <w:jc w:val="center"/>
      </w:pPr>
    </w:p>
    <w:p w:rsidR="00814C1F" w:rsidRPr="00425406" w:rsidRDefault="00814C1F" w:rsidP="000D5211">
      <w:pPr>
        <w:pStyle w:val="BodyText"/>
        <w:ind w:left="-426"/>
        <w:jc w:val="center"/>
      </w:pPr>
    </w:p>
    <w:p w:rsidR="00814C1F" w:rsidRPr="00425406" w:rsidRDefault="00814C1F" w:rsidP="000D5211">
      <w:pPr>
        <w:pStyle w:val="BodyText"/>
        <w:ind w:left="-426"/>
        <w:jc w:val="center"/>
      </w:pPr>
    </w:p>
    <w:p w:rsidR="00814C1F" w:rsidRPr="00425406" w:rsidRDefault="00814C1F" w:rsidP="000D5211">
      <w:pPr>
        <w:pStyle w:val="BodyText"/>
        <w:ind w:left="-426"/>
        <w:jc w:val="center"/>
      </w:pPr>
    </w:p>
    <w:p w:rsidR="00814C1F" w:rsidRPr="00425406" w:rsidRDefault="00814C1F" w:rsidP="000D5211">
      <w:pPr>
        <w:pStyle w:val="BodyText"/>
        <w:ind w:left="-426"/>
        <w:jc w:val="center"/>
      </w:pPr>
    </w:p>
    <w:p w:rsidR="00814C1F" w:rsidRPr="00425406" w:rsidRDefault="00814C1F" w:rsidP="000D5211">
      <w:pPr>
        <w:pStyle w:val="BodyText"/>
        <w:ind w:left="-426"/>
        <w:jc w:val="center"/>
      </w:pPr>
    </w:p>
    <w:p w:rsidR="00814C1F" w:rsidRPr="00425406" w:rsidRDefault="00814C1F" w:rsidP="000D5211">
      <w:pPr>
        <w:pStyle w:val="BodyText"/>
        <w:ind w:left="-426"/>
        <w:jc w:val="center"/>
      </w:pPr>
    </w:p>
    <w:p w:rsidR="00814C1F" w:rsidRPr="00425406" w:rsidRDefault="00814C1F" w:rsidP="000D5211">
      <w:pPr>
        <w:pStyle w:val="BodyText"/>
        <w:ind w:left="-426"/>
        <w:jc w:val="center"/>
      </w:pPr>
    </w:p>
    <w:p w:rsidR="00814C1F" w:rsidRPr="00425406" w:rsidRDefault="00814C1F" w:rsidP="000D5211">
      <w:pPr>
        <w:pStyle w:val="BodyText"/>
        <w:ind w:left="-426"/>
        <w:jc w:val="center"/>
      </w:pPr>
    </w:p>
    <w:p w:rsidR="00814C1F" w:rsidRPr="00425406" w:rsidRDefault="00814C1F" w:rsidP="000D5211">
      <w:pPr>
        <w:pStyle w:val="BodyText"/>
        <w:ind w:left="-426"/>
        <w:jc w:val="center"/>
      </w:pPr>
    </w:p>
    <w:p w:rsidR="00814C1F" w:rsidRPr="00425406" w:rsidRDefault="00814C1F" w:rsidP="000D5211">
      <w:pPr>
        <w:pStyle w:val="BodyText"/>
        <w:ind w:left="-426"/>
        <w:jc w:val="center"/>
      </w:pPr>
    </w:p>
    <w:p w:rsidR="00814C1F" w:rsidRPr="00425406" w:rsidRDefault="00814C1F" w:rsidP="000D5211">
      <w:pPr>
        <w:pStyle w:val="BodyText"/>
        <w:ind w:left="-426"/>
        <w:jc w:val="center"/>
      </w:pPr>
    </w:p>
    <w:p w:rsidR="00814C1F" w:rsidRPr="00425406" w:rsidRDefault="00814C1F" w:rsidP="000D5211">
      <w:pPr>
        <w:pStyle w:val="BodyText"/>
        <w:ind w:left="-426"/>
        <w:jc w:val="center"/>
      </w:pPr>
    </w:p>
    <w:p w:rsidR="00814C1F" w:rsidRPr="00425406" w:rsidRDefault="00814C1F" w:rsidP="000D5211">
      <w:pPr>
        <w:pStyle w:val="BodyText"/>
        <w:ind w:left="-426"/>
        <w:jc w:val="center"/>
      </w:pPr>
    </w:p>
    <w:p w:rsidR="00814C1F" w:rsidRPr="00425406" w:rsidRDefault="00814C1F" w:rsidP="000D5211">
      <w:pPr>
        <w:pStyle w:val="BodyText"/>
        <w:ind w:left="-426"/>
        <w:jc w:val="center"/>
      </w:pPr>
    </w:p>
    <w:p w:rsidR="00814C1F" w:rsidRPr="00425406" w:rsidRDefault="00814C1F" w:rsidP="000D5211">
      <w:pPr>
        <w:pStyle w:val="BodyText"/>
        <w:ind w:left="-426"/>
        <w:jc w:val="center"/>
      </w:pPr>
    </w:p>
    <w:p w:rsidR="00814C1F" w:rsidRPr="00425406" w:rsidRDefault="00814C1F" w:rsidP="000D5211">
      <w:pPr>
        <w:pStyle w:val="BodyText"/>
        <w:ind w:left="-426"/>
        <w:jc w:val="center"/>
        <w:rPr>
          <w:sz w:val="22"/>
        </w:rPr>
      </w:pPr>
    </w:p>
    <w:p w:rsidR="00814C1F" w:rsidRPr="00425406" w:rsidRDefault="00814C1F" w:rsidP="000D5211"/>
    <w:p w:rsidR="00814C1F" w:rsidRPr="00425406" w:rsidRDefault="00814C1F" w:rsidP="000D5211"/>
    <w:p w:rsidR="00814C1F" w:rsidRPr="00425406" w:rsidRDefault="00814C1F" w:rsidP="000D5211">
      <w:pPr>
        <w:ind w:left="-425" w:right="-425"/>
        <w:contextualSpacing/>
        <w:jc w:val="center"/>
        <w:rPr>
          <w:b/>
          <w:sz w:val="36"/>
          <w:szCs w:val="36"/>
        </w:rPr>
      </w:pPr>
      <w:r w:rsidRPr="00425406">
        <w:rPr>
          <w:b/>
          <w:sz w:val="36"/>
          <w:szCs w:val="36"/>
        </w:rPr>
        <w:t xml:space="preserve">МЕСТНЫЕ НОРМАТИВЫ </w:t>
      </w:r>
    </w:p>
    <w:p w:rsidR="00814C1F" w:rsidRPr="00425406" w:rsidRDefault="00814C1F" w:rsidP="000D5211">
      <w:pPr>
        <w:ind w:left="-425" w:right="-425"/>
        <w:contextualSpacing/>
        <w:jc w:val="center"/>
        <w:rPr>
          <w:b/>
          <w:sz w:val="36"/>
          <w:szCs w:val="36"/>
        </w:rPr>
      </w:pPr>
      <w:r w:rsidRPr="00425406">
        <w:rPr>
          <w:b/>
          <w:sz w:val="36"/>
          <w:szCs w:val="36"/>
        </w:rPr>
        <w:t>ГРАДОСТРОИТЕЛЬНОГО ПРОЕКТИРОВАНИЯ</w:t>
      </w:r>
    </w:p>
    <w:p w:rsidR="00814C1F" w:rsidRPr="00425406" w:rsidRDefault="00814C1F" w:rsidP="000D5211">
      <w:pPr>
        <w:ind w:left="-426" w:right="-425"/>
        <w:contextualSpacing/>
        <w:jc w:val="center"/>
        <w:rPr>
          <w:b/>
          <w:sz w:val="36"/>
          <w:szCs w:val="36"/>
        </w:rPr>
      </w:pPr>
      <w:r w:rsidRPr="00425406">
        <w:rPr>
          <w:b/>
          <w:sz w:val="36"/>
          <w:szCs w:val="36"/>
        </w:rPr>
        <w:t>ПИОНЕРСКОГО СЕЛЬСКОГО ПОСЕЛЕНИЯ</w:t>
      </w:r>
    </w:p>
    <w:p w:rsidR="00814C1F" w:rsidRPr="00425406" w:rsidRDefault="00814C1F" w:rsidP="000D5211">
      <w:pPr>
        <w:ind w:left="-426" w:right="-425"/>
        <w:contextualSpacing/>
        <w:jc w:val="center"/>
        <w:rPr>
          <w:b/>
          <w:sz w:val="40"/>
          <w:szCs w:val="40"/>
        </w:rPr>
      </w:pPr>
      <w:r w:rsidRPr="00425406">
        <w:rPr>
          <w:b/>
          <w:sz w:val="40"/>
          <w:szCs w:val="40"/>
        </w:rPr>
        <w:t>Елизовского района</w:t>
      </w:r>
    </w:p>
    <w:p w:rsidR="00814C1F" w:rsidRPr="00425406" w:rsidRDefault="00814C1F" w:rsidP="000D5211">
      <w:pPr>
        <w:ind w:left="-426" w:right="-425"/>
        <w:contextualSpacing/>
        <w:jc w:val="center"/>
        <w:rPr>
          <w:b/>
          <w:sz w:val="52"/>
          <w:szCs w:val="52"/>
        </w:rPr>
      </w:pPr>
      <w:r w:rsidRPr="00425406">
        <w:rPr>
          <w:b/>
          <w:sz w:val="40"/>
          <w:szCs w:val="40"/>
        </w:rPr>
        <w:t>Камчатского края</w:t>
      </w:r>
    </w:p>
    <w:p w:rsidR="00814C1F" w:rsidRPr="00425406" w:rsidRDefault="00814C1F" w:rsidP="000D5211">
      <w:pPr>
        <w:ind w:left="-426" w:right="-425"/>
        <w:contextualSpacing/>
        <w:jc w:val="center"/>
        <w:rPr>
          <w:szCs w:val="40"/>
        </w:rPr>
      </w:pPr>
    </w:p>
    <w:p w:rsidR="00814C1F" w:rsidRPr="00425406" w:rsidRDefault="00814C1F" w:rsidP="000D5211"/>
    <w:p w:rsidR="00814C1F" w:rsidRPr="00425406" w:rsidRDefault="00814C1F" w:rsidP="000D5211"/>
    <w:p w:rsidR="00814C1F" w:rsidRPr="00425406" w:rsidRDefault="00814C1F" w:rsidP="000D5211"/>
    <w:p w:rsidR="00814C1F" w:rsidRPr="00425406" w:rsidRDefault="00814C1F" w:rsidP="000D5211"/>
    <w:p w:rsidR="00814C1F" w:rsidRPr="00425406" w:rsidRDefault="00814C1F" w:rsidP="000D5211"/>
    <w:p w:rsidR="00814C1F" w:rsidRPr="00425406" w:rsidRDefault="00814C1F" w:rsidP="000D5211"/>
    <w:p w:rsidR="00814C1F" w:rsidRPr="00425406" w:rsidRDefault="00814C1F" w:rsidP="000D5211"/>
    <w:p w:rsidR="00814C1F" w:rsidRPr="00425406" w:rsidRDefault="00814C1F" w:rsidP="000D5211"/>
    <w:p w:rsidR="00814C1F" w:rsidRPr="00425406" w:rsidRDefault="00814C1F" w:rsidP="000D5211"/>
    <w:p w:rsidR="00814C1F" w:rsidRPr="00425406" w:rsidRDefault="00814C1F" w:rsidP="000D5211"/>
    <w:p w:rsidR="00814C1F" w:rsidRPr="00425406" w:rsidRDefault="00814C1F" w:rsidP="000D5211"/>
    <w:p w:rsidR="00814C1F" w:rsidRPr="00425406" w:rsidRDefault="00814C1F" w:rsidP="000D5211"/>
    <w:p w:rsidR="00814C1F" w:rsidRPr="00425406" w:rsidRDefault="00814C1F" w:rsidP="000D5211"/>
    <w:p w:rsidR="00814C1F" w:rsidRPr="00425406" w:rsidRDefault="00814C1F" w:rsidP="000D5211"/>
    <w:p w:rsidR="00814C1F" w:rsidRPr="00425406" w:rsidRDefault="00814C1F" w:rsidP="000D5211"/>
    <w:p w:rsidR="00814C1F" w:rsidRPr="00425406" w:rsidRDefault="00814C1F" w:rsidP="000D5211"/>
    <w:p w:rsidR="00814C1F" w:rsidRPr="00425406" w:rsidRDefault="00814C1F" w:rsidP="000D5211"/>
    <w:p w:rsidR="00814C1F" w:rsidRPr="00425406" w:rsidRDefault="00814C1F" w:rsidP="000D5211"/>
    <w:p w:rsidR="00814C1F" w:rsidRPr="00425406" w:rsidRDefault="00814C1F" w:rsidP="000D5211"/>
    <w:p w:rsidR="00814C1F" w:rsidRPr="00425406" w:rsidRDefault="00814C1F" w:rsidP="000D5211"/>
    <w:p w:rsidR="00814C1F" w:rsidRPr="00425406" w:rsidRDefault="00814C1F" w:rsidP="00C05D59">
      <w:pPr>
        <w:jc w:val="center"/>
      </w:pPr>
      <w:r w:rsidRPr="00425406">
        <w:t>2022</w:t>
      </w:r>
    </w:p>
    <w:p w:rsidR="00814C1F" w:rsidRPr="00425406" w:rsidRDefault="00814C1F" w:rsidP="00C05D59">
      <w:pPr>
        <w:jc w:val="center"/>
      </w:pPr>
    </w:p>
    <w:p w:rsidR="00814C1F" w:rsidRPr="00425406" w:rsidRDefault="00814C1F" w:rsidP="008C6F55">
      <w:pPr>
        <w:jc w:val="center"/>
        <w:rPr>
          <w:sz w:val="28"/>
        </w:rPr>
      </w:pPr>
      <w:r w:rsidRPr="00425406">
        <w:rPr>
          <w:sz w:val="28"/>
        </w:rPr>
        <w:t>Содержание</w:t>
      </w:r>
    </w:p>
    <w:tbl>
      <w:tblPr>
        <w:tblW w:w="9958" w:type="dxa"/>
        <w:tblInd w:w="-318" w:type="dxa"/>
        <w:tblLayout w:type="fixed"/>
        <w:tblLook w:val="00A0"/>
      </w:tblPr>
      <w:tblGrid>
        <w:gridCol w:w="9426"/>
        <w:gridCol w:w="532"/>
      </w:tblGrid>
      <w:tr w:rsidR="00814C1F" w:rsidRPr="00425406" w:rsidTr="00AC2BCD">
        <w:trPr>
          <w:trHeight w:val="214"/>
        </w:trPr>
        <w:tc>
          <w:tcPr>
            <w:tcW w:w="9426" w:type="dxa"/>
          </w:tcPr>
          <w:p w:rsidR="00814C1F" w:rsidRPr="00425406" w:rsidRDefault="00814C1F" w:rsidP="00AC2BCD">
            <w:pPr>
              <w:ind w:left="176"/>
              <w:jc w:val="both"/>
              <w:rPr>
                <w:b/>
                <w:spacing w:val="-6"/>
                <w:sz w:val="10"/>
                <w:szCs w:val="10"/>
                <w:lang w:eastAsia="en-US"/>
              </w:rPr>
            </w:pPr>
            <w:r w:rsidRPr="00425406">
              <w:rPr>
                <w:b/>
                <w:spacing w:val="-6"/>
                <w:sz w:val="23"/>
                <w:szCs w:val="23"/>
                <w:lang w:eastAsia="en-US"/>
              </w:rPr>
              <w:t>Введение</w:t>
            </w:r>
          </w:p>
          <w:p w:rsidR="00814C1F" w:rsidRPr="00425406" w:rsidRDefault="00814C1F" w:rsidP="00AC2BCD">
            <w:pPr>
              <w:ind w:left="176"/>
              <w:jc w:val="both"/>
              <w:rPr>
                <w:b/>
                <w:spacing w:val="-6"/>
                <w:sz w:val="10"/>
                <w:szCs w:val="10"/>
                <w:lang w:eastAsia="en-US"/>
              </w:rPr>
            </w:pPr>
          </w:p>
        </w:tc>
        <w:tc>
          <w:tcPr>
            <w:tcW w:w="532" w:type="dxa"/>
            <w:vAlign w:val="center"/>
          </w:tcPr>
          <w:p w:rsidR="00814C1F" w:rsidRPr="00425406" w:rsidRDefault="00814C1F" w:rsidP="00AC2BCD">
            <w:pPr>
              <w:ind w:left="-284" w:right="-147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814C1F" w:rsidRPr="00425406" w:rsidTr="00AC2BCD">
        <w:trPr>
          <w:trHeight w:val="447"/>
        </w:trPr>
        <w:tc>
          <w:tcPr>
            <w:tcW w:w="9426" w:type="dxa"/>
          </w:tcPr>
          <w:p w:rsidR="00814C1F" w:rsidRPr="00425406" w:rsidRDefault="00814C1F" w:rsidP="00AC2BCD">
            <w:pPr>
              <w:ind w:left="176"/>
              <w:jc w:val="both"/>
              <w:rPr>
                <w:b/>
                <w:spacing w:val="-6"/>
                <w:sz w:val="23"/>
                <w:szCs w:val="23"/>
                <w:lang w:eastAsia="en-US"/>
              </w:rPr>
            </w:pPr>
            <w:r w:rsidRPr="00425406">
              <w:rPr>
                <w:b/>
                <w:spacing w:val="-6"/>
                <w:sz w:val="23"/>
                <w:szCs w:val="23"/>
                <w:u w:val="single"/>
                <w:lang w:eastAsia="en-US"/>
              </w:rPr>
              <w:t>Раздел 1.</w:t>
            </w:r>
          </w:p>
          <w:p w:rsidR="00814C1F" w:rsidRPr="00425406" w:rsidRDefault="00814C1F" w:rsidP="00AC2BCD">
            <w:pPr>
              <w:ind w:left="176"/>
              <w:jc w:val="both"/>
              <w:rPr>
                <w:b/>
                <w:spacing w:val="-6"/>
                <w:sz w:val="23"/>
                <w:szCs w:val="23"/>
                <w:lang w:eastAsia="en-US"/>
              </w:rPr>
            </w:pPr>
            <w:r w:rsidRPr="00425406">
              <w:rPr>
                <w:spacing w:val="-6"/>
                <w:sz w:val="23"/>
                <w:szCs w:val="23"/>
                <w:lang w:eastAsia="en-US"/>
              </w:rPr>
              <w:t>Основная часть местных нормативов градостроительного проектирования Пионерского сельского поселения Елизовского района Камчатского края</w:t>
            </w:r>
          </w:p>
        </w:tc>
        <w:tc>
          <w:tcPr>
            <w:tcW w:w="532" w:type="dxa"/>
            <w:vAlign w:val="center"/>
          </w:tcPr>
          <w:p w:rsidR="00814C1F" w:rsidRPr="00425406" w:rsidRDefault="00814C1F" w:rsidP="00AC2BCD">
            <w:pPr>
              <w:ind w:left="-284" w:right="-147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814C1F" w:rsidRPr="00425406" w:rsidTr="00AC2BCD">
        <w:trPr>
          <w:trHeight w:val="447"/>
        </w:trPr>
        <w:tc>
          <w:tcPr>
            <w:tcW w:w="9426" w:type="dxa"/>
          </w:tcPr>
          <w:p w:rsidR="00814C1F" w:rsidRPr="00425406" w:rsidRDefault="00814C1F" w:rsidP="00AC2BCD">
            <w:pPr>
              <w:ind w:left="176" w:firstLine="709"/>
              <w:jc w:val="both"/>
              <w:rPr>
                <w:sz w:val="23"/>
                <w:szCs w:val="23"/>
              </w:rPr>
            </w:pPr>
            <w:r w:rsidRPr="00425406">
              <w:rPr>
                <w:b/>
                <w:sz w:val="23"/>
                <w:szCs w:val="23"/>
              </w:rPr>
              <w:t>1.1.</w:t>
            </w:r>
            <w:r w:rsidRPr="00425406">
              <w:rPr>
                <w:sz w:val="23"/>
                <w:szCs w:val="23"/>
              </w:rPr>
              <w:t xml:space="preserve"> Расчётные показатели минимально допустимого уровня обеспеченности объектами местного значения поселения в области инженерного обеспечения и показатели максимально допустимого уровня территориальной доступности таких объектов для населения Пионерского сельского поселения Елизовского района Камчатского края</w:t>
            </w:r>
          </w:p>
        </w:tc>
        <w:tc>
          <w:tcPr>
            <w:tcW w:w="532" w:type="dxa"/>
            <w:vAlign w:val="center"/>
          </w:tcPr>
          <w:p w:rsidR="00814C1F" w:rsidRPr="00425406" w:rsidRDefault="00814C1F" w:rsidP="00AC2BCD">
            <w:pPr>
              <w:ind w:left="-284" w:right="-147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814C1F" w:rsidRPr="00425406" w:rsidTr="00AC2BCD">
        <w:trPr>
          <w:trHeight w:val="447"/>
        </w:trPr>
        <w:tc>
          <w:tcPr>
            <w:tcW w:w="9426" w:type="dxa"/>
          </w:tcPr>
          <w:p w:rsidR="00814C1F" w:rsidRPr="00425406" w:rsidRDefault="00814C1F" w:rsidP="00AC2BCD">
            <w:pPr>
              <w:pStyle w:val="ListParagraph"/>
              <w:ind w:left="176" w:firstLine="709"/>
              <w:jc w:val="both"/>
              <w:rPr>
                <w:sz w:val="23"/>
                <w:szCs w:val="23"/>
              </w:rPr>
            </w:pPr>
            <w:r w:rsidRPr="00425406">
              <w:rPr>
                <w:b/>
                <w:sz w:val="23"/>
                <w:szCs w:val="23"/>
              </w:rPr>
              <w:t>1.2.</w:t>
            </w:r>
            <w:r w:rsidRPr="00425406">
              <w:rPr>
                <w:sz w:val="23"/>
                <w:szCs w:val="23"/>
              </w:rPr>
              <w:t xml:space="preserve"> Расчётные показатели минимально допустимого уровня обеспеченности объектами местного значения поселения в области автомобильных дорог и транспортного обслуживания и показатели максимально допустимого уровня территориальной доступности таких объектов для населения </w:t>
            </w:r>
            <w:r w:rsidRPr="00425406">
              <w:rPr>
                <w:spacing w:val="-6"/>
                <w:sz w:val="23"/>
                <w:szCs w:val="23"/>
                <w:lang w:eastAsia="en-US"/>
              </w:rPr>
              <w:t>Пионерского сельского поселения Елизовского района Камчатского края</w:t>
            </w:r>
          </w:p>
        </w:tc>
        <w:tc>
          <w:tcPr>
            <w:tcW w:w="532" w:type="dxa"/>
            <w:vAlign w:val="center"/>
          </w:tcPr>
          <w:p w:rsidR="00814C1F" w:rsidRPr="00425406" w:rsidRDefault="00814C1F" w:rsidP="00AC2BCD">
            <w:pPr>
              <w:ind w:left="-284" w:right="-147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814C1F" w:rsidRPr="00425406" w:rsidTr="00AC2BCD">
        <w:trPr>
          <w:trHeight w:val="447"/>
        </w:trPr>
        <w:tc>
          <w:tcPr>
            <w:tcW w:w="9426" w:type="dxa"/>
          </w:tcPr>
          <w:p w:rsidR="00814C1F" w:rsidRPr="00425406" w:rsidRDefault="00814C1F" w:rsidP="00AC2BCD">
            <w:pPr>
              <w:pStyle w:val="ListParagraph"/>
              <w:ind w:left="176" w:firstLine="709"/>
              <w:jc w:val="both"/>
              <w:rPr>
                <w:sz w:val="23"/>
                <w:szCs w:val="23"/>
              </w:rPr>
            </w:pPr>
            <w:r w:rsidRPr="00425406">
              <w:rPr>
                <w:b/>
                <w:sz w:val="23"/>
                <w:szCs w:val="23"/>
              </w:rPr>
              <w:t>1.3.</w:t>
            </w:r>
            <w:r w:rsidRPr="00425406">
              <w:rPr>
                <w:sz w:val="23"/>
                <w:szCs w:val="23"/>
              </w:rPr>
              <w:t xml:space="preserve"> Расчётные показатели минимально допустимого уровня обеспеченности объектами местного значения в области культуры и показатели максимально допустимого уровня территориальной доступности таких объектов для населения </w:t>
            </w:r>
            <w:r w:rsidRPr="00425406">
              <w:rPr>
                <w:spacing w:val="-6"/>
                <w:sz w:val="23"/>
                <w:szCs w:val="23"/>
                <w:lang w:eastAsia="en-US"/>
              </w:rPr>
              <w:t>Пионерского сельского поселения Елизовского района Камчатского края</w:t>
            </w:r>
          </w:p>
        </w:tc>
        <w:tc>
          <w:tcPr>
            <w:tcW w:w="532" w:type="dxa"/>
            <w:vAlign w:val="center"/>
          </w:tcPr>
          <w:p w:rsidR="00814C1F" w:rsidRPr="00425406" w:rsidRDefault="00814C1F" w:rsidP="00AC2BCD">
            <w:pPr>
              <w:ind w:left="-284" w:right="-147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9</w:t>
            </w:r>
          </w:p>
        </w:tc>
      </w:tr>
      <w:tr w:rsidR="00814C1F" w:rsidRPr="00425406" w:rsidTr="00AC2BCD">
        <w:trPr>
          <w:trHeight w:val="447"/>
        </w:trPr>
        <w:tc>
          <w:tcPr>
            <w:tcW w:w="9426" w:type="dxa"/>
          </w:tcPr>
          <w:p w:rsidR="00814C1F" w:rsidRPr="00425406" w:rsidRDefault="00814C1F" w:rsidP="00AC2BCD">
            <w:pPr>
              <w:pStyle w:val="ListParagraph"/>
              <w:ind w:left="176" w:firstLine="709"/>
              <w:jc w:val="both"/>
              <w:rPr>
                <w:sz w:val="23"/>
                <w:szCs w:val="23"/>
              </w:rPr>
            </w:pPr>
            <w:r w:rsidRPr="00425406">
              <w:rPr>
                <w:b/>
                <w:sz w:val="23"/>
                <w:szCs w:val="23"/>
              </w:rPr>
              <w:t>1.4.</w:t>
            </w:r>
            <w:r w:rsidRPr="00425406">
              <w:rPr>
                <w:sz w:val="23"/>
                <w:szCs w:val="23"/>
              </w:rPr>
              <w:t xml:space="preserve"> Расчётные показатели минимально допустимого уровня обеспеченности объектами местного значения поселения в области физической культуры и массового спорта и показатели максимально допустимого уровня территориальной доступности таких объектов для населения </w:t>
            </w:r>
            <w:r w:rsidRPr="00425406">
              <w:rPr>
                <w:spacing w:val="-6"/>
                <w:sz w:val="23"/>
                <w:szCs w:val="23"/>
                <w:lang w:eastAsia="en-US"/>
              </w:rPr>
              <w:t>Пионерского сельского поселения Елизовского района Камчатского края</w:t>
            </w:r>
          </w:p>
        </w:tc>
        <w:tc>
          <w:tcPr>
            <w:tcW w:w="532" w:type="dxa"/>
            <w:vAlign w:val="center"/>
          </w:tcPr>
          <w:p w:rsidR="00814C1F" w:rsidRPr="00425406" w:rsidRDefault="00814C1F" w:rsidP="00AC2BCD">
            <w:pPr>
              <w:ind w:left="-284" w:right="-147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10</w:t>
            </w:r>
          </w:p>
        </w:tc>
      </w:tr>
      <w:tr w:rsidR="00814C1F" w:rsidRPr="00425406" w:rsidTr="00AC2BCD">
        <w:trPr>
          <w:trHeight w:val="447"/>
        </w:trPr>
        <w:tc>
          <w:tcPr>
            <w:tcW w:w="9426" w:type="dxa"/>
          </w:tcPr>
          <w:p w:rsidR="00814C1F" w:rsidRPr="00425406" w:rsidRDefault="00814C1F" w:rsidP="00AC2BCD">
            <w:pPr>
              <w:pStyle w:val="ListParagraph"/>
              <w:ind w:left="176" w:firstLine="709"/>
              <w:jc w:val="both"/>
              <w:rPr>
                <w:sz w:val="23"/>
                <w:szCs w:val="23"/>
              </w:rPr>
            </w:pPr>
            <w:r w:rsidRPr="00425406">
              <w:rPr>
                <w:b/>
                <w:sz w:val="23"/>
                <w:szCs w:val="23"/>
              </w:rPr>
              <w:t>1.5.</w:t>
            </w:r>
            <w:r w:rsidRPr="00425406">
              <w:rPr>
                <w:sz w:val="23"/>
                <w:szCs w:val="23"/>
              </w:rPr>
              <w:t xml:space="preserve"> Расчётные показатели минимально допустимого уровня обеспеченности объектами местного значения поселения в области благоустройства территории и показатели максимально допустимого уровня территориальной доступности таких объектов для населения </w:t>
            </w:r>
            <w:r w:rsidRPr="00425406">
              <w:rPr>
                <w:spacing w:val="-6"/>
                <w:sz w:val="23"/>
                <w:szCs w:val="23"/>
                <w:lang w:eastAsia="en-US"/>
              </w:rPr>
              <w:t>Пионерского сельского поселения Елизовского района Камчатского края</w:t>
            </w:r>
          </w:p>
        </w:tc>
        <w:tc>
          <w:tcPr>
            <w:tcW w:w="532" w:type="dxa"/>
            <w:vAlign w:val="center"/>
          </w:tcPr>
          <w:p w:rsidR="00814C1F" w:rsidRPr="00425406" w:rsidRDefault="00814C1F" w:rsidP="00AC2BCD">
            <w:pPr>
              <w:ind w:left="-284" w:right="-147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11</w:t>
            </w:r>
          </w:p>
        </w:tc>
      </w:tr>
      <w:tr w:rsidR="00814C1F" w:rsidRPr="00425406" w:rsidTr="00AC2BCD">
        <w:trPr>
          <w:trHeight w:val="447"/>
        </w:trPr>
        <w:tc>
          <w:tcPr>
            <w:tcW w:w="9426" w:type="dxa"/>
          </w:tcPr>
          <w:p w:rsidR="00814C1F" w:rsidRPr="00425406" w:rsidRDefault="00814C1F" w:rsidP="00AC2BCD">
            <w:pPr>
              <w:pStyle w:val="ListParagraph"/>
              <w:ind w:left="176" w:firstLine="709"/>
              <w:jc w:val="both"/>
              <w:rPr>
                <w:sz w:val="23"/>
                <w:szCs w:val="23"/>
              </w:rPr>
            </w:pPr>
            <w:r w:rsidRPr="00425406">
              <w:rPr>
                <w:b/>
                <w:sz w:val="23"/>
                <w:szCs w:val="23"/>
              </w:rPr>
              <w:t>1.6.</w:t>
            </w:r>
            <w:r w:rsidRPr="00425406">
              <w:rPr>
                <w:sz w:val="23"/>
                <w:szCs w:val="23"/>
              </w:rPr>
              <w:t xml:space="preserve"> Расчётные показатели минимально допустимого уровня обеспеченности объектами местного значения поселения в области ритуального обслуживания населения и показатели максимально допустимого уровня территориальной доступности таких объектов для населения </w:t>
            </w:r>
            <w:r w:rsidRPr="00425406">
              <w:rPr>
                <w:spacing w:val="-6"/>
                <w:sz w:val="23"/>
                <w:szCs w:val="23"/>
                <w:lang w:eastAsia="en-US"/>
              </w:rPr>
              <w:t>Пионерского сельского поселения Елизовского района Камчатского края</w:t>
            </w:r>
          </w:p>
        </w:tc>
        <w:tc>
          <w:tcPr>
            <w:tcW w:w="532" w:type="dxa"/>
            <w:vAlign w:val="center"/>
          </w:tcPr>
          <w:p w:rsidR="00814C1F" w:rsidRPr="00425406" w:rsidRDefault="00814C1F" w:rsidP="00AC2BCD">
            <w:pPr>
              <w:ind w:left="-284" w:right="-147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12</w:t>
            </w:r>
          </w:p>
        </w:tc>
      </w:tr>
      <w:tr w:rsidR="00814C1F" w:rsidRPr="00425406" w:rsidTr="00AC2BCD">
        <w:trPr>
          <w:trHeight w:val="447"/>
        </w:trPr>
        <w:tc>
          <w:tcPr>
            <w:tcW w:w="9426" w:type="dxa"/>
          </w:tcPr>
          <w:p w:rsidR="00814C1F" w:rsidRPr="00425406" w:rsidRDefault="00814C1F" w:rsidP="00AC2BCD">
            <w:pPr>
              <w:pStyle w:val="ListParagraph"/>
              <w:ind w:left="176" w:firstLine="709"/>
              <w:jc w:val="both"/>
              <w:rPr>
                <w:sz w:val="23"/>
                <w:szCs w:val="23"/>
              </w:rPr>
            </w:pPr>
            <w:r w:rsidRPr="00425406">
              <w:rPr>
                <w:b/>
                <w:sz w:val="23"/>
                <w:szCs w:val="23"/>
              </w:rPr>
              <w:t>1.7.</w:t>
            </w:r>
            <w:r w:rsidRPr="00425406">
              <w:rPr>
                <w:sz w:val="23"/>
                <w:szCs w:val="23"/>
              </w:rPr>
              <w:t xml:space="preserve"> Расчётные показатели минимально допустимого уровня обеспеченности объектами местного значения поселения в области первичной пожарной безопасности также и показатели максимально допустимого уровня территориальной доступности таких объектов для населения </w:t>
            </w:r>
            <w:r w:rsidRPr="00425406">
              <w:rPr>
                <w:spacing w:val="-6"/>
                <w:sz w:val="23"/>
                <w:szCs w:val="23"/>
                <w:lang w:eastAsia="en-US"/>
              </w:rPr>
              <w:t>Пионерского сельского поселения Елизовского района Камчатского края</w:t>
            </w:r>
          </w:p>
        </w:tc>
        <w:tc>
          <w:tcPr>
            <w:tcW w:w="532" w:type="dxa"/>
            <w:vAlign w:val="center"/>
          </w:tcPr>
          <w:p w:rsidR="00814C1F" w:rsidRPr="00425406" w:rsidRDefault="00814C1F" w:rsidP="00AC2BCD">
            <w:pPr>
              <w:ind w:left="-284" w:right="-147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12</w:t>
            </w:r>
          </w:p>
        </w:tc>
      </w:tr>
      <w:tr w:rsidR="00814C1F" w:rsidRPr="00425406" w:rsidTr="00AC2BCD">
        <w:trPr>
          <w:trHeight w:val="447"/>
        </w:trPr>
        <w:tc>
          <w:tcPr>
            <w:tcW w:w="9426" w:type="dxa"/>
          </w:tcPr>
          <w:p w:rsidR="00814C1F" w:rsidRPr="00425406" w:rsidRDefault="00814C1F" w:rsidP="00AC2BCD">
            <w:pPr>
              <w:pStyle w:val="ListParagraph"/>
              <w:ind w:left="176" w:firstLine="709"/>
              <w:jc w:val="both"/>
              <w:rPr>
                <w:sz w:val="23"/>
                <w:szCs w:val="23"/>
              </w:rPr>
            </w:pPr>
            <w:r w:rsidRPr="00425406">
              <w:rPr>
                <w:b/>
                <w:sz w:val="23"/>
                <w:szCs w:val="23"/>
              </w:rPr>
              <w:t>1.8.</w:t>
            </w:r>
            <w:r w:rsidRPr="00425406">
              <w:rPr>
                <w:sz w:val="23"/>
                <w:szCs w:val="23"/>
              </w:rPr>
              <w:t xml:space="preserve"> Расчётные показатели минимально допустимого уровня обеспеченности объектами местного значения в области сбора обработки, утилизации и обезвреживания твердых коммунальных отходов и показатели максимально допустимого уровня территориальной доступности таких объектов для населения </w:t>
            </w:r>
            <w:r w:rsidRPr="00425406">
              <w:rPr>
                <w:spacing w:val="-6"/>
                <w:sz w:val="23"/>
                <w:szCs w:val="23"/>
                <w:lang w:eastAsia="en-US"/>
              </w:rPr>
              <w:t>Пионерского сельского поселения Елизовского района Камчатского края</w:t>
            </w:r>
          </w:p>
        </w:tc>
        <w:tc>
          <w:tcPr>
            <w:tcW w:w="532" w:type="dxa"/>
            <w:vAlign w:val="center"/>
          </w:tcPr>
          <w:p w:rsidR="00814C1F" w:rsidRPr="00425406" w:rsidRDefault="00814C1F" w:rsidP="00AC2BCD">
            <w:pPr>
              <w:ind w:left="-284" w:right="-147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13</w:t>
            </w:r>
          </w:p>
        </w:tc>
      </w:tr>
      <w:tr w:rsidR="00814C1F" w:rsidRPr="00425406" w:rsidTr="00AC2BCD">
        <w:trPr>
          <w:trHeight w:val="315"/>
        </w:trPr>
        <w:tc>
          <w:tcPr>
            <w:tcW w:w="9426" w:type="dxa"/>
          </w:tcPr>
          <w:p w:rsidR="00814C1F" w:rsidRPr="00425406" w:rsidRDefault="00814C1F" w:rsidP="00AC2BCD">
            <w:pPr>
              <w:ind w:left="210"/>
              <w:jc w:val="both"/>
              <w:rPr>
                <w:b/>
                <w:spacing w:val="-6"/>
                <w:sz w:val="23"/>
                <w:szCs w:val="23"/>
                <w:lang w:eastAsia="en-US"/>
              </w:rPr>
            </w:pPr>
            <w:r w:rsidRPr="00425406">
              <w:rPr>
                <w:b/>
                <w:spacing w:val="-6"/>
                <w:sz w:val="23"/>
                <w:szCs w:val="23"/>
                <w:u w:val="single"/>
                <w:lang w:eastAsia="en-US"/>
              </w:rPr>
              <w:t>Раздел 2.</w:t>
            </w:r>
          </w:p>
          <w:p w:rsidR="00814C1F" w:rsidRPr="00425406" w:rsidRDefault="00814C1F" w:rsidP="00AC2BCD">
            <w:pPr>
              <w:ind w:left="210"/>
              <w:jc w:val="both"/>
              <w:rPr>
                <w:spacing w:val="-6"/>
                <w:sz w:val="23"/>
                <w:szCs w:val="23"/>
                <w:lang w:eastAsia="en-US"/>
              </w:rPr>
            </w:pPr>
            <w:r w:rsidRPr="00425406">
              <w:rPr>
                <w:spacing w:val="-6"/>
                <w:sz w:val="23"/>
                <w:szCs w:val="23"/>
                <w:lang w:eastAsia="en-US"/>
              </w:rPr>
              <w:t>Материалы по обоснованию расчётных показателей, содержащихся в основной части местных нормативов градостроительного проектирования Пионерского сельс</w:t>
            </w:r>
            <w:bookmarkStart w:id="0" w:name="_GoBack"/>
            <w:bookmarkEnd w:id="0"/>
            <w:r w:rsidRPr="00425406">
              <w:rPr>
                <w:spacing w:val="-6"/>
                <w:sz w:val="23"/>
                <w:szCs w:val="23"/>
                <w:lang w:eastAsia="en-US"/>
              </w:rPr>
              <w:t xml:space="preserve">кого поселения Елизовского </w:t>
            </w:r>
          </w:p>
          <w:p w:rsidR="00814C1F" w:rsidRPr="00425406" w:rsidRDefault="00814C1F" w:rsidP="00AC2BCD">
            <w:pPr>
              <w:ind w:left="210"/>
              <w:jc w:val="both"/>
              <w:rPr>
                <w:spacing w:val="-6"/>
                <w:sz w:val="23"/>
                <w:szCs w:val="23"/>
                <w:lang w:eastAsia="en-US"/>
              </w:rPr>
            </w:pPr>
            <w:r w:rsidRPr="00425406">
              <w:rPr>
                <w:spacing w:val="-6"/>
                <w:sz w:val="23"/>
                <w:szCs w:val="23"/>
                <w:lang w:eastAsia="en-US"/>
              </w:rPr>
              <w:t xml:space="preserve"> Района Камчатского края</w:t>
            </w:r>
          </w:p>
        </w:tc>
        <w:tc>
          <w:tcPr>
            <w:tcW w:w="532" w:type="dxa"/>
            <w:vAlign w:val="center"/>
          </w:tcPr>
          <w:p w:rsidR="00814C1F" w:rsidRPr="00425406" w:rsidRDefault="00814C1F" w:rsidP="00AC2BCD">
            <w:pPr>
              <w:ind w:left="-284" w:right="-147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14</w:t>
            </w:r>
          </w:p>
        </w:tc>
      </w:tr>
      <w:tr w:rsidR="00814C1F" w:rsidRPr="00425406" w:rsidTr="00AC2BCD">
        <w:trPr>
          <w:trHeight w:val="315"/>
        </w:trPr>
        <w:tc>
          <w:tcPr>
            <w:tcW w:w="9426" w:type="dxa"/>
          </w:tcPr>
          <w:p w:rsidR="00814C1F" w:rsidRPr="00425406" w:rsidRDefault="00814C1F" w:rsidP="00AC2BCD">
            <w:pPr>
              <w:ind w:left="176"/>
              <w:jc w:val="both"/>
              <w:rPr>
                <w:spacing w:val="-6"/>
                <w:sz w:val="23"/>
                <w:szCs w:val="23"/>
                <w:lang w:eastAsia="en-US"/>
              </w:rPr>
            </w:pPr>
            <w:r w:rsidRPr="00425406">
              <w:rPr>
                <w:b/>
                <w:bCs/>
                <w:sz w:val="23"/>
                <w:szCs w:val="23"/>
                <w:u w:val="single"/>
                <w:lang w:eastAsia="en-US"/>
              </w:rPr>
              <w:t>Раздел 3</w:t>
            </w:r>
            <w:r w:rsidRPr="00425406">
              <w:rPr>
                <w:b/>
                <w:spacing w:val="-6"/>
                <w:sz w:val="23"/>
                <w:szCs w:val="23"/>
                <w:u w:val="single"/>
                <w:lang w:eastAsia="en-US"/>
              </w:rPr>
              <w:t>.</w:t>
            </w:r>
            <w:r w:rsidRPr="00425406">
              <w:rPr>
                <w:spacing w:val="-6"/>
                <w:sz w:val="23"/>
                <w:szCs w:val="23"/>
                <w:lang w:eastAsia="en-US"/>
              </w:rPr>
              <w:t xml:space="preserve"> </w:t>
            </w:r>
          </w:p>
          <w:p w:rsidR="00814C1F" w:rsidRPr="00425406" w:rsidRDefault="00814C1F" w:rsidP="00AC2BCD">
            <w:pPr>
              <w:ind w:left="176"/>
              <w:jc w:val="both"/>
              <w:rPr>
                <w:spacing w:val="-6"/>
                <w:sz w:val="23"/>
                <w:szCs w:val="23"/>
                <w:lang w:eastAsia="en-US"/>
              </w:rPr>
            </w:pPr>
            <w:r w:rsidRPr="00425406">
              <w:rPr>
                <w:spacing w:val="-6"/>
                <w:sz w:val="23"/>
                <w:szCs w:val="23"/>
                <w:lang w:eastAsia="en-US"/>
              </w:rPr>
              <w:t>Правила и область применения расчётных показателей, содержащихся в основной части местных нормативов градостроительного проектирования Пионерского сельского поселения</w:t>
            </w:r>
            <w:r w:rsidRPr="00425406">
              <w:rPr>
                <w:spacing w:val="-6"/>
                <w:sz w:val="23"/>
                <w:szCs w:val="23"/>
                <w:lang w:eastAsia="en-US"/>
              </w:rPr>
              <w:br/>
              <w:t>Елизовского района Камчатского края</w:t>
            </w:r>
          </w:p>
          <w:p w:rsidR="00814C1F" w:rsidRPr="00425406" w:rsidRDefault="00814C1F" w:rsidP="00AC2BCD">
            <w:pPr>
              <w:ind w:left="176"/>
              <w:jc w:val="both"/>
              <w:rPr>
                <w:spacing w:val="-6"/>
                <w:sz w:val="23"/>
                <w:szCs w:val="23"/>
                <w:lang w:eastAsia="en-US"/>
              </w:rPr>
            </w:pPr>
          </w:p>
        </w:tc>
        <w:tc>
          <w:tcPr>
            <w:tcW w:w="532" w:type="dxa"/>
            <w:vAlign w:val="center"/>
          </w:tcPr>
          <w:p w:rsidR="00814C1F" w:rsidRPr="00425406" w:rsidRDefault="00814C1F" w:rsidP="00AC2BCD">
            <w:pPr>
              <w:ind w:left="-284" w:right="-147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20</w:t>
            </w:r>
          </w:p>
        </w:tc>
      </w:tr>
    </w:tbl>
    <w:p w:rsidR="00814C1F" w:rsidRPr="00425406" w:rsidRDefault="00814C1F" w:rsidP="0069101B">
      <w:pPr>
        <w:spacing w:after="200" w:line="276" w:lineRule="auto"/>
        <w:jc w:val="center"/>
        <w:rPr>
          <w:b/>
        </w:rPr>
      </w:pPr>
      <w:r w:rsidRPr="00425406">
        <w:rPr>
          <w:b/>
        </w:rPr>
        <w:br w:type="page"/>
        <w:t>ВВЕДЕНИЕ</w:t>
      </w:r>
    </w:p>
    <w:p w:rsidR="00814C1F" w:rsidRPr="00425406" w:rsidRDefault="00814C1F" w:rsidP="000C29A6">
      <w:pPr>
        <w:autoSpaceDE w:val="0"/>
        <w:autoSpaceDN w:val="0"/>
        <w:adjustRightInd w:val="0"/>
        <w:spacing w:line="276" w:lineRule="auto"/>
        <w:ind w:firstLine="851"/>
        <w:jc w:val="both"/>
        <w:rPr>
          <w:spacing w:val="-6"/>
          <w:lang w:eastAsia="en-US"/>
        </w:rPr>
      </w:pPr>
      <w:r w:rsidRPr="00425406">
        <w:t xml:space="preserve">Местные нормативы градостроительного проектирования </w:t>
      </w:r>
      <w:r w:rsidRPr="00425406">
        <w:rPr>
          <w:spacing w:val="-6"/>
          <w:lang w:eastAsia="en-US"/>
        </w:rPr>
        <w:t xml:space="preserve">Пионерского сельского поселения Елизовского района Камчатского края </w:t>
      </w:r>
      <w:r w:rsidRPr="00425406">
        <w:t>(далее также МНГП) разработаны в соответствии с требованиями федерального законодательства (ст. 29.1-29.4 Градостроительного кодекса Российской Федерации), регионального законодательства, нормативно-правовых актов органов местного самоуправления муниципального образования.</w:t>
      </w:r>
    </w:p>
    <w:p w:rsidR="00814C1F" w:rsidRPr="00425406" w:rsidRDefault="00814C1F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425406">
        <w:t xml:space="preserve">Цель работы: определение совокупности расчетных показателей минимально допустимого уровня обеспеченности населения </w:t>
      </w:r>
      <w:r w:rsidRPr="00425406">
        <w:rPr>
          <w:spacing w:val="-6"/>
          <w:lang w:eastAsia="en-US"/>
        </w:rPr>
        <w:t xml:space="preserve">Пионерского сельского поселения Елизовского района Камчатского края </w:t>
      </w:r>
      <w:r w:rsidRPr="00425406">
        <w:t xml:space="preserve">объектами местного значения и расчетных показателей максимально допустимого уровня территориальной доступности таких объектов для населения </w:t>
      </w:r>
      <w:r w:rsidRPr="00425406">
        <w:rPr>
          <w:spacing w:val="-6"/>
          <w:lang w:eastAsia="en-US"/>
        </w:rPr>
        <w:t>Пионерского сельского поселения Елизовского района Камчатского края</w:t>
      </w:r>
      <w:r w:rsidRPr="00425406">
        <w:t>.</w:t>
      </w:r>
    </w:p>
    <w:p w:rsidR="00814C1F" w:rsidRPr="00425406" w:rsidRDefault="00814C1F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425406">
        <w:t>Задачами применения местных нормативов является создание условий для:</w:t>
      </w:r>
    </w:p>
    <w:p w:rsidR="00814C1F" w:rsidRPr="00425406" w:rsidRDefault="00814C1F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425406">
        <w:t xml:space="preserve">1) преобразования пространственной организации </w:t>
      </w:r>
      <w:r w:rsidRPr="00425406">
        <w:rPr>
          <w:spacing w:val="-6"/>
          <w:lang w:eastAsia="en-US"/>
        </w:rPr>
        <w:t>Пионерского сельского поселения Елизовского района Камчатского края</w:t>
      </w:r>
      <w:r w:rsidRPr="00425406">
        <w:t xml:space="preserve">, обеспечивающего современные стандарты организации территорий </w:t>
      </w:r>
      <w:r w:rsidRPr="00425406">
        <w:rPr>
          <w:spacing w:val="-6"/>
          <w:lang w:eastAsia="en-US"/>
        </w:rPr>
        <w:t xml:space="preserve">МО в области </w:t>
      </w:r>
      <w:r w:rsidRPr="00425406">
        <w:t>инженерного; транспортного назначения; в области физической культуры и массового спорта; в области культуры; в области благоустройства территории; в области ритуальных услуг; в области первичной пожарной безопасности; в области сбора обработки, утилизации и обезвреживания твердых коммунальных отходов, в иных областях.</w:t>
      </w:r>
    </w:p>
    <w:p w:rsidR="00814C1F" w:rsidRPr="00425406" w:rsidRDefault="00814C1F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425406">
        <w:t xml:space="preserve">2) планирования территорий </w:t>
      </w:r>
      <w:r w:rsidRPr="00425406">
        <w:rPr>
          <w:spacing w:val="-6"/>
          <w:lang w:eastAsia="en-US"/>
        </w:rPr>
        <w:t>Пионерского сельского поселения Елизовского района Камчатского края</w:t>
      </w:r>
      <w:r w:rsidRPr="00425406">
        <w:t xml:space="preserve"> под размещение объектов, обеспечивающих благоприятные условия жизнедеятельности человека;</w:t>
      </w:r>
    </w:p>
    <w:p w:rsidR="00814C1F" w:rsidRPr="00425406" w:rsidRDefault="00814C1F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425406">
        <w:t>3) обеспечения доступности объектов местного значения для сельского поселения.</w:t>
      </w:r>
    </w:p>
    <w:p w:rsidR="00814C1F" w:rsidRPr="00425406" w:rsidRDefault="00814C1F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425406">
        <w:t xml:space="preserve">В соответствии с положениями Градостроительного кодекса РФ в состав местных нормативов градостроительного проектирования </w:t>
      </w:r>
      <w:r w:rsidRPr="00425406">
        <w:rPr>
          <w:spacing w:val="-6"/>
          <w:lang w:eastAsia="en-US"/>
        </w:rPr>
        <w:t>Пионерского сельского поселения Елизовского района Камчатского края</w:t>
      </w:r>
      <w:r w:rsidRPr="00425406">
        <w:t xml:space="preserve"> входит основная часть Раздела 1, содержащая расчетные показатели, материалы по обоснованию Раздела 2, правила и область применения расчетных показателей Раздела 3, приведенных в основной части МНГП.</w:t>
      </w:r>
    </w:p>
    <w:p w:rsidR="00814C1F" w:rsidRPr="00425406" w:rsidRDefault="00814C1F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425406">
        <w:t xml:space="preserve">В основной части Раздела 1 конкретизирован перечень видов объектов местного значения, установленных как правовой институт Градостроительным кодексом РФ, Законом Камчатского края от 14.11.2012 г. № 160 «О регулировании отдельных вопросов градостроительной деятельности в Камчатском крае», подлежащий отображению в документах территориального планирования и документации по планировке территории </w:t>
      </w:r>
      <w:r w:rsidRPr="00425406">
        <w:rPr>
          <w:spacing w:val="-6"/>
          <w:lang w:eastAsia="en-US"/>
        </w:rPr>
        <w:t xml:space="preserve">Пионерского сельского поселения Елизовского района </w:t>
      </w:r>
      <w:r w:rsidRPr="00425406">
        <w:t>Камчатского края.</w:t>
      </w:r>
    </w:p>
    <w:p w:rsidR="00814C1F" w:rsidRPr="00425406" w:rsidRDefault="00814C1F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425406">
        <w:t xml:space="preserve">Перечень объектов местного значения соответствует как федеральному законодательству, так и градостроительным, социально-экономическим и природно-ландшафтным особенностям территории Камчатского края и местному законодательству и сгруппированы по областям полномочий органов местного самоуправления и применения местных нормативов градостроительного проектирования, соответствующих установленным Градостроительным кодексом РФ и Федеральным законом № 131-ФЗ </w:t>
      </w:r>
      <w:r w:rsidRPr="00425406">
        <w:br/>
        <w:t xml:space="preserve">от 06.10.2003 г. «Об общих принципах организации местного самоуправления». </w:t>
      </w:r>
    </w:p>
    <w:p w:rsidR="00814C1F" w:rsidRPr="00425406" w:rsidRDefault="00814C1F" w:rsidP="00EA7B48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425406">
        <w:rPr>
          <w:b/>
          <w:u w:val="single"/>
        </w:rPr>
        <w:t>Раздел 1</w:t>
      </w:r>
      <w:r w:rsidRPr="00425406">
        <w:rPr>
          <w:b/>
        </w:rPr>
        <w:t>. Основная часть мест</w:t>
      </w:r>
      <w:r w:rsidRPr="00425406">
        <w:rPr>
          <w:b/>
          <w:lang w:eastAsia="en-US"/>
        </w:rPr>
        <w:t>ных нормативов градостроительного проектирования Пионерского сельского поселения Елизовского района Камчатского края</w:t>
      </w:r>
    </w:p>
    <w:p w:rsidR="00814C1F" w:rsidRPr="00425406" w:rsidRDefault="00814C1F" w:rsidP="00BB7BE3">
      <w:pPr>
        <w:ind w:firstLine="851"/>
        <w:jc w:val="both"/>
      </w:pPr>
      <w:r w:rsidRPr="00425406">
        <w:t xml:space="preserve">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</w:t>
      </w:r>
      <w:r w:rsidRPr="00425406">
        <w:rPr>
          <w:spacing w:val="-6"/>
          <w:lang w:eastAsia="en-US"/>
        </w:rPr>
        <w:t xml:space="preserve">Пионерского сельского поселения Елизовского района </w:t>
      </w:r>
      <w:r w:rsidRPr="00425406">
        <w:t>установлены исходя из текущей обеспеченности объектами местного значения, фактической потребности населения в тех или иных услугах и объектах, с учетом динамики социально-экономического развития, приоритетов градостроительного развития региона и муниципального образования, демографической ситуации и уровня жизни населения.</w:t>
      </w:r>
    </w:p>
    <w:p w:rsidR="00814C1F" w:rsidRPr="00425406" w:rsidRDefault="00814C1F" w:rsidP="00BB7BE3">
      <w:pPr>
        <w:ind w:firstLine="851"/>
        <w:jc w:val="both"/>
      </w:pPr>
      <w:r w:rsidRPr="00425406">
        <w:t>Обоснование расчетных показателей, принятых в основной части Раздела 1 МНГП приведено в Разделе 2 настоящего документа.</w:t>
      </w:r>
    </w:p>
    <w:p w:rsidR="00814C1F" w:rsidRPr="00425406" w:rsidRDefault="00814C1F" w:rsidP="00BB7BE3">
      <w:pPr>
        <w:ind w:firstLine="851"/>
        <w:jc w:val="both"/>
      </w:pPr>
    </w:p>
    <w:tbl>
      <w:tblPr>
        <w:tblW w:w="0" w:type="auto"/>
        <w:tblInd w:w="108" w:type="dxa"/>
        <w:tblLook w:val="00A0"/>
      </w:tblPr>
      <w:tblGrid>
        <w:gridCol w:w="567"/>
        <w:gridCol w:w="8789"/>
      </w:tblGrid>
      <w:tr w:rsidR="00814C1F" w:rsidRPr="00425406" w:rsidTr="00A7392F">
        <w:tc>
          <w:tcPr>
            <w:tcW w:w="567" w:type="dxa"/>
          </w:tcPr>
          <w:p w:rsidR="00814C1F" w:rsidRPr="00425406" w:rsidRDefault="00814C1F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789" w:type="dxa"/>
          </w:tcPr>
          <w:p w:rsidR="00814C1F" w:rsidRPr="00425406" w:rsidRDefault="00814C1F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814C1F" w:rsidRPr="00425406" w:rsidTr="00A7392F">
        <w:tc>
          <w:tcPr>
            <w:tcW w:w="9356" w:type="dxa"/>
            <w:gridSpan w:val="2"/>
          </w:tcPr>
          <w:p w:rsidR="00814C1F" w:rsidRPr="00425406" w:rsidRDefault="00814C1F" w:rsidP="00A7392F">
            <w:pPr>
              <w:autoSpaceDE w:val="0"/>
              <w:ind w:firstLine="612"/>
              <w:jc w:val="both"/>
              <w:rPr>
                <w:rFonts w:eastAsia="TimesNewRomanPSMT"/>
                <w:b/>
              </w:rPr>
            </w:pPr>
            <w:r w:rsidRPr="00425406">
              <w:rPr>
                <w:b/>
              </w:rPr>
              <w:t xml:space="preserve">1.1 Расчётные показатели минимально допустимого уровня обеспеченности объектами местного значения в области инженерного обеспечения и показатели максимально допустимого уровня территориальной доступности таких объектов для населения </w:t>
            </w:r>
            <w:r w:rsidRPr="00425406">
              <w:rPr>
                <w:b/>
                <w:szCs w:val="28"/>
                <w:lang w:eastAsia="en-US"/>
              </w:rPr>
              <w:t>Пионерского сельского поселения Елизовского района Камчатского края</w:t>
            </w:r>
          </w:p>
        </w:tc>
      </w:tr>
    </w:tbl>
    <w:p w:rsidR="00814C1F" w:rsidRPr="00425406" w:rsidRDefault="00814C1F" w:rsidP="002113BF">
      <w:pPr>
        <w:autoSpaceDE w:val="0"/>
        <w:ind w:firstLine="851"/>
        <w:jc w:val="both"/>
        <w:rPr>
          <w:rFonts w:eastAsia="TimesNewRomanPSMT"/>
          <w:sz w:val="10"/>
          <w:szCs w:val="10"/>
        </w:rPr>
      </w:pPr>
    </w:p>
    <w:p w:rsidR="00814C1F" w:rsidRPr="00425406" w:rsidRDefault="00814C1F" w:rsidP="002113BF">
      <w:pPr>
        <w:autoSpaceDE w:val="0"/>
        <w:ind w:firstLine="851"/>
        <w:jc w:val="both"/>
        <w:rPr>
          <w:rFonts w:eastAsia="TimesNewRomanPSMT"/>
        </w:rPr>
      </w:pPr>
      <w:r w:rsidRPr="00425406">
        <w:rPr>
          <w:rFonts w:eastAsia="TimesNewRomanPSMT"/>
        </w:rPr>
        <w:t>Расчетные показатели для объектов местного значения в области инженерного обеспечения установлены в соответствии с условиями текущей обеспеченности населения сельского поселения, а также с учетом предельных значений расчетных показателей, установленных в региональных нормативах градостроительного проектирования Камчатского края. Расчетные показатели минимально допустимого уровня обеспеченности объектами местного значения представлены в таблицах 1.1.1. - 1.1.4.</w:t>
      </w:r>
    </w:p>
    <w:p w:rsidR="00814C1F" w:rsidRPr="00425406" w:rsidRDefault="00814C1F"/>
    <w:p w:rsidR="00814C1F" w:rsidRPr="00425406" w:rsidRDefault="00814C1F" w:rsidP="00FC3E96">
      <w:pPr>
        <w:ind w:right="-1"/>
        <w:jc w:val="right"/>
        <w:rPr>
          <w:szCs w:val="22"/>
        </w:rPr>
      </w:pPr>
      <w:r w:rsidRPr="00425406">
        <w:rPr>
          <w:szCs w:val="22"/>
        </w:rPr>
        <w:t xml:space="preserve">Таблица 1.1.1.  Расчетные показатели объектов, относящихся </w:t>
      </w:r>
    </w:p>
    <w:p w:rsidR="00814C1F" w:rsidRPr="00425406" w:rsidRDefault="00814C1F" w:rsidP="00FC3E96">
      <w:pPr>
        <w:ind w:right="-1"/>
        <w:jc w:val="right"/>
        <w:rPr>
          <w:sz w:val="10"/>
          <w:szCs w:val="10"/>
        </w:rPr>
      </w:pPr>
      <w:r w:rsidRPr="00425406">
        <w:rPr>
          <w:szCs w:val="22"/>
        </w:rPr>
        <w:t>к области электроснабжения (уровень обеспеченности для жилых помещений)</w:t>
      </w:r>
    </w:p>
    <w:p w:rsidR="00814C1F" w:rsidRPr="00425406" w:rsidRDefault="00814C1F" w:rsidP="00FC3E96">
      <w:pPr>
        <w:ind w:right="-1"/>
        <w:jc w:val="right"/>
        <w:rPr>
          <w:sz w:val="10"/>
          <w:szCs w:val="10"/>
        </w:rPr>
      </w:pPr>
    </w:p>
    <w:tbl>
      <w:tblPr>
        <w:tblW w:w="496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26"/>
        <w:gridCol w:w="3525"/>
        <w:gridCol w:w="2460"/>
      </w:tblGrid>
      <w:tr w:rsidR="00814C1F" w:rsidRPr="00425406" w:rsidTr="00A7392F">
        <w:trPr>
          <w:trHeight w:val="822"/>
          <w:tblHeader/>
        </w:trPr>
        <w:tc>
          <w:tcPr>
            <w:tcW w:w="1854" w:type="pct"/>
            <w:vAlign w:val="center"/>
          </w:tcPr>
          <w:p w:rsidR="00814C1F" w:rsidRPr="00425406" w:rsidRDefault="00814C1F" w:rsidP="00C40646">
            <w:pPr>
              <w:jc w:val="center"/>
              <w:rPr>
                <w:bCs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1853" w:type="pct"/>
            <w:vAlign w:val="center"/>
          </w:tcPr>
          <w:p w:rsidR="00814C1F" w:rsidRPr="00425406" w:rsidRDefault="00814C1F" w:rsidP="00C40646">
            <w:pPr>
              <w:widowControl w:val="0"/>
              <w:jc w:val="center"/>
              <w:rPr>
                <w:b/>
                <w:spacing w:val="-6"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Наименование</w:t>
            </w:r>
          </w:p>
          <w:p w:rsidR="00814C1F" w:rsidRPr="00425406" w:rsidRDefault="00814C1F" w:rsidP="00C40646">
            <w:pPr>
              <w:jc w:val="center"/>
              <w:rPr>
                <w:bCs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нормируемого расчетного показателя / единица измерения</w:t>
            </w:r>
          </w:p>
        </w:tc>
        <w:tc>
          <w:tcPr>
            <w:tcW w:w="1293" w:type="pct"/>
            <w:vAlign w:val="center"/>
          </w:tcPr>
          <w:p w:rsidR="00814C1F" w:rsidRPr="00425406" w:rsidRDefault="00814C1F" w:rsidP="00C40646">
            <w:pPr>
              <w:jc w:val="center"/>
              <w:rPr>
                <w:bCs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Значение расчетного показателя</w:t>
            </w:r>
          </w:p>
        </w:tc>
      </w:tr>
      <w:tr w:rsidR="00814C1F" w:rsidRPr="00425406" w:rsidTr="00A7392F">
        <w:trPr>
          <w:trHeight w:val="883"/>
        </w:trPr>
        <w:tc>
          <w:tcPr>
            <w:tcW w:w="1854" w:type="pct"/>
            <w:vAlign w:val="center"/>
          </w:tcPr>
          <w:p w:rsidR="00814C1F" w:rsidRPr="00425406" w:rsidRDefault="00814C1F" w:rsidP="00A95422">
            <w:r w:rsidRPr="00425406">
              <w:rPr>
                <w:sz w:val="22"/>
                <w:szCs w:val="22"/>
              </w:rPr>
              <w:t>Система электроснабжения населенных пунктов, входящих в состав сельского поселения</w:t>
            </w:r>
          </w:p>
        </w:tc>
        <w:tc>
          <w:tcPr>
            <w:tcW w:w="1853" w:type="pct"/>
            <w:vAlign w:val="center"/>
          </w:tcPr>
          <w:p w:rsidR="00814C1F" w:rsidRPr="00425406" w:rsidRDefault="00814C1F" w:rsidP="00C40646">
            <w:r w:rsidRPr="00425406">
              <w:rPr>
                <w:sz w:val="22"/>
                <w:szCs w:val="22"/>
              </w:rPr>
              <w:t>Электропотребление</w:t>
            </w:r>
          </w:p>
          <w:p w:rsidR="00814C1F" w:rsidRPr="00425406" w:rsidRDefault="00814C1F" w:rsidP="00C40646">
            <w:r w:rsidRPr="00425406">
              <w:rPr>
                <w:sz w:val="22"/>
                <w:szCs w:val="22"/>
              </w:rPr>
              <w:t xml:space="preserve"> кВт*ч/ годна 1 чел.</w:t>
            </w:r>
          </w:p>
        </w:tc>
        <w:tc>
          <w:tcPr>
            <w:tcW w:w="1293" w:type="pct"/>
            <w:tcBorders>
              <w:right w:val="single" w:sz="4" w:space="0" w:color="000000"/>
            </w:tcBorders>
            <w:vAlign w:val="center"/>
          </w:tcPr>
          <w:p w:rsidR="00814C1F" w:rsidRPr="00425406" w:rsidRDefault="00814C1F" w:rsidP="00DD6AE3">
            <w:pPr>
              <w:jc w:val="center"/>
            </w:pPr>
            <w:r w:rsidRPr="00425406">
              <w:rPr>
                <w:sz w:val="22"/>
              </w:rPr>
              <w:t>950</w:t>
            </w:r>
          </w:p>
          <w:p w:rsidR="00814C1F" w:rsidRPr="00425406" w:rsidRDefault="00814C1F" w:rsidP="00DD6AE3">
            <w:pPr>
              <w:jc w:val="center"/>
            </w:pPr>
          </w:p>
        </w:tc>
      </w:tr>
    </w:tbl>
    <w:p w:rsidR="00814C1F" w:rsidRPr="00425406" w:rsidRDefault="00814C1F" w:rsidP="00FC3E96">
      <w:pPr>
        <w:spacing w:before="100" w:beforeAutospacing="1" w:line="23" w:lineRule="atLeast"/>
        <w:ind w:firstLine="851"/>
        <w:contextualSpacing/>
        <w:jc w:val="both"/>
        <w:rPr>
          <w:sz w:val="10"/>
          <w:szCs w:val="10"/>
        </w:rPr>
      </w:pPr>
    </w:p>
    <w:p w:rsidR="00814C1F" w:rsidRPr="00425406" w:rsidRDefault="00814C1F" w:rsidP="00FC3E96">
      <w:pPr>
        <w:spacing w:before="100" w:beforeAutospacing="1" w:line="23" w:lineRule="atLeast"/>
        <w:ind w:firstLine="851"/>
        <w:contextualSpacing/>
        <w:jc w:val="both"/>
      </w:pPr>
      <w:r w:rsidRPr="00425406">
        <w:t xml:space="preserve">Примечание: </w:t>
      </w:r>
    </w:p>
    <w:p w:rsidR="00814C1F" w:rsidRPr="00425406" w:rsidRDefault="00814C1F" w:rsidP="00FC3E96">
      <w:pPr>
        <w:spacing w:before="100" w:beforeAutospacing="1" w:line="23" w:lineRule="atLeast"/>
        <w:ind w:firstLine="851"/>
        <w:contextualSpacing/>
        <w:jc w:val="both"/>
      </w:pPr>
      <w:r w:rsidRPr="00425406">
        <w:t>1.Показатели максимально допустимого уровня территориальной доступности объектов не нормируется.</w:t>
      </w:r>
    </w:p>
    <w:p w:rsidR="00814C1F" w:rsidRPr="00425406" w:rsidRDefault="00814C1F" w:rsidP="002D0D90">
      <w:pPr>
        <w:spacing w:before="100" w:beforeAutospacing="1" w:line="23" w:lineRule="atLeast"/>
        <w:ind w:firstLine="851"/>
        <w:contextualSpacing/>
        <w:jc w:val="both"/>
      </w:pPr>
      <w:r w:rsidRPr="00425406">
        <w:t>2. При отсутствии в квартире зарегистрированных по месту жительства лиц применяются нормативы потребления на 1 человека, проживающего в квартире с соответствующим количеством комнат.</w:t>
      </w:r>
    </w:p>
    <w:p w:rsidR="00814C1F" w:rsidRPr="00425406" w:rsidRDefault="00814C1F" w:rsidP="0085427B">
      <w:pPr>
        <w:spacing w:before="100" w:beforeAutospacing="1" w:line="23" w:lineRule="atLeast"/>
        <w:ind w:firstLine="851"/>
        <w:contextualSpacing/>
        <w:jc w:val="both"/>
      </w:pPr>
      <w:r w:rsidRPr="00425406">
        <w:t xml:space="preserve">3. Расчёт электрических нагрузок для разных типов застройки следует производить в соответствии с нормами РД 34.20.185-94 «Инструкция по проектированию городских электрических сетей." (утв. Минтопэнерго России 07.07.1994, РАО "ЕЭС России" 31.05.1994, с изм. от 29.06.1999). </w:t>
      </w:r>
    </w:p>
    <w:p w:rsidR="00814C1F" w:rsidRPr="00425406" w:rsidRDefault="00814C1F" w:rsidP="0085427B">
      <w:pPr>
        <w:spacing w:before="100" w:beforeAutospacing="1" w:line="23" w:lineRule="atLeast"/>
        <w:ind w:firstLine="851"/>
        <w:contextualSpacing/>
        <w:jc w:val="both"/>
      </w:pPr>
    </w:p>
    <w:p w:rsidR="00814C1F" w:rsidRPr="00425406" w:rsidRDefault="00814C1F" w:rsidP="002542B5">
      <w:pPr>
        <w:widowControl w:val="0"/>
        <w:autoSpaceDE w:val="0"/>
        <w:autoSpaceDN w:val="0"/>
        <w:jc w:val="right"/>
      </w:pPr>
      <w:r w:rsidRPr="00425406">
        <w:t xml:space="preserve">Таблица 1.1.2.  Расчетные показатели объектов, относящихся </w:t>
      </w:r>
    </w:p>
    <w:p w:rsidR="00814C1F" w:rsidRPr="00425406" w:rsidRDefault="00814C1F" w:rsidP="002542B5">
      <w:pPr>
        <w:widowControl w:val="0"/>
        <w:autoSpaceDE w:val="0"/>
        <w:autoSpaceDN w:val="0"/>
        <w:jc w:val="right"/>
      </w:pPr>
      <w:r w:rsidRPr="00425406">
        <w:t>к области водоснабжения</w:t>
      </w:r>
    </w:p>
    <w:tbl>
      <w:tblPr>
        <w:tblW w:w="4947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28"/>
        <w:gridCol w:w="2600"/>
        <w:gridCol w:w="4238"/>
        <w:gridCol w:w="903"/>
      </w:tblGrid>
      <w:tr w:rsidR="00814C1F" w:rsidRPr="00425406" w:rsidTr="00D3590A">
        <w:trPr>
          <w:trHeight w:val="983"/>
          <w:tblHeader/>
        </w:trPr>
        <w:tc>
          <w:tcPr>
            <w:tcW w:w="912" w:type="pct"/>
            <w:vAlign w:val="center"/>
          </w:tcPr>
          <w:p w:rsidR="00814C1F" w:rsidRPr="00425406" w:rsidRDefault="00814C1F" w:rsidP="000E54F8">
            <w:pPr>
              <w:jc w:val="center"/>
              <w:rPr>
                <w:bCs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1373" w:type="pct"/>
            <w:vAlign w:val="center"/>
          </w:tcPr>
          <w:p w:rsidR="00814C1F" w:rsidRPr="00425406" w:rsidRDefault="00814C1F" w:rsidP="000E54F8">
            <w:pPr>
              <w:widowControl w:val="0"/>
              <w:jc w:val="center"/>
              <w:rPr>
                <w:b/>
                <w:spacing w:val="-6"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Наименование</w:t>
            </w:r>
          </w:p>
          <w:p w:rsidR="00814C1F" w:rsidRPr="00425406" w:rsidRDefault="00814C1F" w:rsidP="000E54F8">
            <w:pPr>
              <w:widowControl w:val="0"/>
              <w:jc w:val="center"/>
              <w:rPr>
                <w:b/>
                <w:spacing w:val="-6"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нормируемого расчетного показателя /</w:t>
            </w:r>
          </w:p>
          <w:p w:rsidR="00814C1F" w:rsidRPr="00425406" w:rsidRDefault="00814C1F" w:rsidP="000E54F8">
            <w:pPr>
              <w:jc w:val="center"/>
              <w:rPr>
                <w:bCs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единица измерения</w:t>
            </w:r>
          </w:p>
        </w:tc>
        <w:tc>
          <w:tcPr>
            <w:tcW w:w="2715" w:type="pct"/>
            <w:gridSpan w:val="2"/>
            <w:vAlign w:val="center"/>
          </w:tcPr>
          <w:p w:rsidR="00814C1F" w:rsidRPr="00425406" w:rsidRDefault="00814C1F" w:rsidP="000E54F8">
            <w:pPr>
              <w:jc w:val="center"/>
              <w:rPr>
                <w:bCs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Значение расчетного показателя</w:t>
            </w:r>
          </w:p>
        </w:tc>
      </w:tr>
      <w:tr w:rsidR="00814C1F" w:rsidRPr="00425406" w:rsidTr="00D3590A">
        <w:trPr>
          <w:trHeight w:val="539"/>
        </w:trPr>
        <w:tc>
          <w:tcPr>
            <w:tcW w:w="912" w:type="pct"/>
            <w:vMerge w:val="restart"/>
            <w:vAlign w:val="center"/>
          </w:tcPr>
          <w:p w:rsidR="00814C1F" w:rsidRPr="00425406" w:rsidRDefault="00814C1F" w:rsidP="000E54F8">
            <w:r w:rsidRPr="00425406">
              <w:rPr>
                <w:sz w:val="22"/>
                <w:szCs w:val="22"/>
              </w:rPr>
              <w:t>Комплекс сооружений водоснабжения</w:t>
            </w:r>
          </w:p>
        </w:tc>
        <w:tc>
          <w:tcPr>
            <w:tcW w:w="1373" w:type="pct"/>
            <w:vMerge w:val="restart"/>
            <w:vAlign w:val="center"/>
          </w:tcPr>
          <w:p w:rsidR="00814C1F" w:rsidRPr="00425406" w:rsidRDefault="00814C1F" w:rsidP="000E54F8">
            <w:r w:rsidRPr="00425406">
              <w:rPr>
                <w:sz w:val="22"/>
                <w:szCs w:val="22"/>
              </w:rPr>
              <w:t>Среднесуточное водопотребления,</w:t>
            </w:r>
          </w:p>
          <w:p w:rsidR="00814C1F" w:rsidRPr="00425406" w:rsidRDefault="00814C1F" w:rsidP="002542B5">
            <w:r w:rsidRPr="00425406">
              <w:rPr>
                <w:sz w:val="22"/>
              </w:rPr>
              <w:t>л. в сутки на 1 чел.</w:t>
            </w:r>
          </w:p>
        </w:tc>
        <w:tc>
          <w:tcPr>
            <w:tcW w:w="2238" w:type="pct"/>
            <w:vAlign w:val="center"/>
          </w:tcPr>
          <w:p w:rsidR="00814C1F" w:rsidRPr="00425406" w:rsidRDefault="00814C1F" w:rsidP="000C032B">
            <w:pPr>
              <w:jc w:val="center"/>
            </w:pPr>
            <w:r w:rsidRPr="00425406">
              <w:t>застройка зданиями, оборудованными внутренним водопроводом и канализацией, без ванн</w:t>
            </w:r>
          </w:p>
        </w:tc>
        <w:tc>
          <w:tcPr>
            <w:tcW w:w="477" w:type="pct"/>
            <w:tcBorders>
              <w:right w:val="single" w:sz="4" w:space="0" w:color="000000"/>
            </w:tcBorders>
            <w:vAlign w:val="center"/>
          </w:tcPr>
          <w:p w:rsidR="00814C1F" w:rsidRPr="00425406" w:rsidRDefault="00814C1F" w:rsidP="00D07579">
            <w:pPr>
              <w:jc w:val="center"/>
            </w:pPr>
            <w:r w:rsidRPr="00425406">
              <w:t>125</w:t>
            </w:r>
          </w:p>
        </w:tc>
      </w:tr>
      <w:tr w:rsidR="00814C1F" w:rsidRPr="00425406" w:rsidTr="00D3590A">
        <w:trPr>
          <w:trHeight w:val="570"/>
        </w:trPr>
        <w:tc>
          <w:tcPr>
            <w:tcW w:w="912" w:type="pct"/>
            <w:vMerge/>
            <w:vAlign w:val="center"/>
          </w:tcPr>
          <w:p w:rsidR="00814C1F" w:rsidRPr="00425406" w:rsidRDefault="00814C1F" w:rsidP="000E54F8"/>
        </w:tc>
        <w:tc>
          <w:tcPr>
            <w:tcW w:w="1373" w:type="pct"/>
            <w:vMerge/>
            <w:vAlign w:val="center"/>
          </w:tcPr>
          <w:p w:rsidR="00814C1F" w:rsidRPr="00425406" w:rsidRDefault="00814C1F" w:rsidP="000E54F8"/>
        </w:tc>
        <w:tc>
          <w:tcPr>
            <w:tcW w:w="2238" w:type="pct"/>
            <w:vAlign w:val="center"/>
          </w:tcPr>
          <w:p w:rsidR="00814C1F" w:rsidRPr="00425406" w:rsidRDefault="00814C1F" w:rsidP="000C032B">
            <w:pPr>
              <w:jc w:val="center"/>
            </w:pPr>
            <w:r w:rsidRPr="00425406">
              <w:t>то же, с ванными и местными водонагревателями</w:t>
            </w:r>
          </w:p>
        </w:tc>
        <w:tc>
          <w:tcPr>
            <w:tcW w:w="477" w:type="pct"/>
            <w:tcBorders>
              <w:right w:val="single" w:sz="4" w:space="0" w:color="000000"/>
            </w:tcBorders>
            <w:vAlign w:val="center"/>
          </w:tcPr>
          <w:p w:rsidR="00814C1F" w:rsidRPr="00425406" w:rsidRDefault="00814C1F" w:rsidP="00D07579">
            <w:pPr>
              <w:jc w:val="center"/>
            </w:pPr>
            <w:r w:rsidRPr="00425406">
              <w:t>160</w:t>
            </w:r>
          </w:p>
        </w:tc>
      </w:tr>
      <w:tr w:rsidR="00814C1F" w:rsidRPr="00425406" w:rsidTr="00D3590A">
        <w:trPr>
          <w:trHeight w:val="600"/>
        </w:trPr>
        <w:tc>
          <w:tcPr>
            <w:tcW w:w="912" w:type="pct"/>
            <w:vMerge/>
            <w:vAlign w:val="center"/>
          </w:tcPr>
          <w:p w:rsidR="00814C1F" w:rsidRPr="00425406" w:rsidRDefault="00814C1F" w:rsidP="000E54F8"/>
        </w:tc>
        <w:tc>
          <w:tcPr>
            <w:tcW w:w="1373" w:type="pct"/>
            <w:vMerge/>
            <w:vAlign w:val="center"/>
          </w:tcPr>
          <w:p w:rsidR="00814C1F" w:rsidRPr="00425406" w:rsidRDefault="00814C1F" w:rsidP="000E54F8"/>
        </w:tc>
        <w:tc>
          <w:tcPr>
            <w:tcW w:w="2238" w:type="pct"/>
            <w:vAlign w:val="center"/>
          </w:tcPr>
          <w:p w:rsidR="00814C1F" w:rsidRPr="00425406" w:rsidRDefault="00814C1F" w:rsidP="000C032B">
            <w:pPr>
              <w:jc w:val="center"/>
            </w:pPr>
            <w:r w:rsidRPr="00425406">
              <w:t>то же, с централизованным горячим водоснабжением</w:t>
            </w:r>
          </w:p>
        </w:tc>
        <w:tc>
          <w:tcPr>
            <w:tcW w:w="477" w:type="pct"/>
            <w:tcBorders>
              <w:right w:val="single" w:sz="4" w:space="0" w:color="000000"/>
            </w:tcBorders>
            <w:vAlign w:val="center"/>
          </w:tcPr>
          <w:p w:rsidR="00814C1F" w:rsidRPr="00425406" w:rsidRDefault="00814C1F" w:rsidP="00D07579">
            <w:pPr>
              <w:jc w:val="center"/>
            </w:pPr>
            <w:r w:rsidRPr="00425406">
              <w:t>220</w:t>
            </w:r>
          </w:p>
        </w:tc>
      </w:tr>
    </w:tbl>
    <w:p w:rsidR="00814C1F" w:rsidRPr="00425406" w:rsidRDefault="00814C1F" w:rsidP="000E54F8">
      <w:pPr>
        <w:spacing w:before="100" w:beforeAutospacing="1" w:line="23" w:lineRule="atLeast"/>
        <w:ind w:firstLine="851"/>
        <w:contextualSpacing/>
        <w:jc w:val="both"/>
        <w:rPr>
          <w:sz w:val="10"/>
          <w:szCs w:val="10"/>
        </w:rPr>
      </w:pPr>
    </w:p>
    <w:p w:rsidR="00814C1F" w:rsidRPr="00425406" w:rsidRDefault="00814C1F" w:rsidP="000E54F8">
      <w:pPr>
        <w:spacing w:before="100" w:beforeAutospacing="1" w:line="23" w:lineRule="atLeast"/>
        <w:ind w:firstLine="851"/>
        <w:contextualSpacing/>
        <w:jc w:val="both"/>
      </w:pPr>
      <w:r w:rsidRPr="00425406">
        <w:t xml:space="preserve">Примечание: </w:t>
      </w:r>
    </w:p>
    <w:p w:rsidR="00814C1F" w:rsidRPr="00425406" w:rsidRDefault="00814C1F" w:rsidP="000E54F8">
      <w:pPr>
        <w:spacing w:before="100" w:beforeAutospacing="1" w:line="23" w:lineRule="atLeast"/>
        <w:ind w:firstLine="851"/>
        <w:contextualSpacing/>
        <w:jc w:val="both"/>
      </w:pPr>
      <w:r w:rsidRPr="00425406">
        <w:t>1. Показатели максимально допустимого уровня территориальной доступности объектов не нормируется.</w:t>
      </w:r>
    </w:p>
    <w:p w:rsidR="00814C1F" w:rsidRPr="00425406" w:rsidRDefault="00814C1F" w:rsidP="000E54F8">
      <w:pPr>
        <w:spacing w:before="100" w:beforeAutospacing="1" w:line="23" w:lineRule="atLeast"/>
        <w:ind w:firstLine="851"/>
        <w:contextualSpacing/>
        <w:jc w:val="both"/>
      </w:pPr>
    </w:p>
    <w:p w:rsidR="00814C1F" w:rsidRPr="00425406" w:rsidRDefault="00814C1F" w:rsidP="000E54F8">
      <w:pPr>
        <w:widowControl w:val="0"/>
        <w:autoSpaceDE w:val="0"/>
        <w:autoSpaceDN w:val="0"/>
        <w:jc w:val="right"/>
      </w:pPr>
      <w:r w:rsidRPr="00425406">
        <w:t xml:space="preserve">Таблица 1.1.3.  Расчетные показатели объектов, относящихся </w:t>
      </w:r>
    </w:p>
    <w:p w:rsidR="00814C1F" w:rsidRPr="00425406" w:rsidRDefault="00814C1F" w:rsidP="000E54F8">
      <w:pPr>
        <w:widowControl w:val="0"/>
        <w:autoSpaceDE w:val="0"/>
        <w:autoSpaceDN w:val="0"/>
        <w:jc w:val="right"/>
        <w:rPr>
          <w:sz w:val="10"/>
          <w:szCs w:val="10"/>
        </w:rPr>
      </w:pPr>
      <w:r w:rsidRPr="00425406">
        <w:t>к области водоотведения</w:t>
      </w:r>
    </w:p>
    <w:p w:rsidR="00814C1F" w:rsidRPr="00425406" w:rsidRDefault="00814C1F" w:rsidP="000E54F8">
      <w:pPr>
        <w:widowControl w:val="0"/>
        <w:autoSpaceDE w:val="0"/>
        <w:autoSpaceDN w:val="0"/>
        <w:jc w:val="right"/>
        <w:rPr>
          <w:sz w:val="10"/>
          <w:szCs w:val="10"/>
        </w:rPr>
      </w:pPr>
    </w:p>
    <w:tbl>
      <w:tblPr>
        <w:tblW w:w="4943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2"/>
        <w:gridCol w:w="2354"/>
        <w:gridCol w:w="4502"/>
        <w:gridCol w:w="893"/>
      </w:tblGrid>
      <w:tr w:rsidR="00814C1F" w:rsidRPr="00425406" w:rsidTr="00A7392F">
        <w:trPr>
          <w:trHeight w:val="983"/>
          <w:tblHeader/>
        </w:trPr>
        <w:tc>
          <w:tcPr>
            <w:tcW w:w="905" w:type="pct"/>
            <w:vAlign w:val="center"/>
          </w:tcPr>
          <w:p w:rsidR="00814C1F" w:rsidRPr="00425406" w:rsidRDefault="00814C1F" w:rsidP="000E54F8">
            <w:pPr>
              <w:jc w:val="center"/>
              <w:rPr>
                <w:bCs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1244" w:type="pct"/>
            <w:vAlign w:val="center"/>
          </w:tcPr>
          <w:p w:rsidR="00814C1F" w:rsidRPr="00425406" w:rsidRDefault="00814C1F" w:rsidP="000E54F8">
            <w:pPr>
              <w:widowControl w:val="0"/>
              <w:jc w:val="center"/>
              <w:rPr>
                <w:b/>
                <w:spacing w:val="-6"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Наименование</w:t>
            </w:r>
          </w:p>
          <w:p w:rsidR="00814C1F" w:rsidRPr="00425406" w:rsidRDefault="00814C1F" w:rsidP="000E54F8">
            <w:pPr>
              <w:widowControl w:val="0"/>
              <w:jc w:val="center"/>
              <w:rPr>
                <w:b/>
                <w:spacing w:val="-6"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нормируемого расчетного показателя /</w:t>
            </w:r>
          </w:p>
          <w:p w:rsidR="00814C1F" w:rsidRPr="00425406" w:rsidRDefault="00814C1F" w:rsidP="000E54F8">
            <w:pPr>
              <w:jc w:val="center"/>
              <w:rPr>
                <w:bCs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единица измерения</w:t>
            </w:r>
          </w:p>
        </w:tc>
        <w:tc>
          <w:tcPr>
            <w:tcW w:w="2852" w:type="pct"/>
            <w:gridSpan w:val="2"/>
            <w:vAlign w:val="center"/>
          </w:tcPr>
          <w:p w:rsidR="00814C1F" w:rsidRPr="00425406" w:rsidRDefault="00814C1F" w:rsidP="000E54F8">
            <w:pPr>
              <w:jc w:val="center"/>
              <w:rPr>
                <w:bCs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Значение расчетного показателя</w:t>
            </w:r>
          </w:p>
        </w:tc>
      </w:tr>
      <w:tr w:rsidR="00814C1F" w:rsidRPr="00425406" w:rsidTr="00A7392F">
        <w:trPr>
          <w:trHeight w:val="576"/>
        </w:trPr>
        <w:tc>
          <w:tcPr>
            <w:tcW w:w="905" w:type="pct"/>
            <w:vMerge w:val="restart"/>
            <w:vAlign w:val="center"/>
          </w:tcPr>
          <w:p w:rsidR="00814C1F" w:rsidRPr="00425406" w:rsidRDefault="00814C1F" w:rsidP="008C3CA9">
            <w:r w:rsidRPr="00425406">
              <w:rPr>
                <w:sz w:val="22"/>
                <w:szCs w:val="22"/>
              </w:rPr>
              <w:t>Комплекс сооружений водоотведения</w:t>
            </w:r>
          </w:p>
        </w:tc>
        <w:tc>
          <w:tcPr>
            <w:tcW w:w="1244" w:type="pct"/>
            <w:vMerge w:val="restart"/>
            <w:vAlign w:val="center"/>
          </w:tcPr>
          <w:p w:rsidR="00814C1F" w:rsidRPr="00425406" w:rsidRDefault="00814C1F" w:rsidP="008C3CA9">
            <w:r w:rsidRPr="00425406">
              <w:rPr>
                <w:sz w:val="22"/>
                <w:szCs w:val="22"/>
              </w:rPr>
              <w:t>Объем водоотведения,</w:t>
            </w:r>
          </w:p>
          <w:p w:rsidR="00814C1F" w:rsidRPr="00425406" w:rsidRDefault="00814C1F" w:rsidP="008C3CA9">
            <w:r w:rsidRPr="00425406">
              <w:rPr>
                <w:sz w:val="22"/>
              </w:rPr>
              <w:t>л. в сутки на 1 чел.</w:t>
            </w:r>
          </w:p>
        </w:tc>
        <w:tc>
          <w:tcPr>
            <w:tcW w:w="2379" w:type="pct"/>
          </w:tcPr>
          <w:p w:rsidR="00814C1F" w:rsidRPr="00425406" w:rsidRDefault="00814C1F" w:rsidP="008C3CA9">
            <w:pPr>
              <w:jc w:val="center"/>
            </w:pPr>
            <w:r w:rsidRPr="00425406">
              <w:t>застройка зданиями, оборудованными внутренним водопроводом и канализацией, без ванн</w:t>
            </w:r>
          </w:p>
        </w:tc>
        <w:tc>
          <w:tcPr>
            <w:tcW w:w="473" w:type="pct"/>
            <w:tcBorders>
              <w:right w:val="single" w:sz="4" w:space="0" w:color="000000"/>
            </w:tcBorders>
          </w:tcPr>
          <w:p w:rsidR="00814C1F" w:rsidRPr="00425406" w:rsidRDefault="00814C1F" w:rsidP="008C3CA9">
            <w:pPr>
              <w:jc w:val="center"/>
            </w:pPr>
            <w:r w:rsidRPr="00425406">
              <w:t>125</w:t>
            </w:r>
          </w:p>
        </w:tc>
      </w:tr>
      <w:tr w:rsidR="00814C1F" w:rsidRPr="00425406" w:rsidTr="00A7392F">
        <w:trPr>
          <w:trHeight w:val="585"/>
        </w:trPr>
        <w:tc>
          <w:tcPr>
            <w:tcW w:w="905" w:type="pct"/>
            <w:vMerge/>
            <w:vAlign w:val="center"/>
          </w:tcPr>
          <w:p w:rsidR="00814C1F" w:rsidRPr="00425406" w:rsidRDefault="00814C1F" w:rsidP="008C3CA9"/>
        </w:tc>
        <w:tc>
          <w:tcPr>
            <w:tcW w:w="1244" w:type="pct"/>
            <w:vMerge/>
            <w:vAlign w:val="center"/>
          </w:tcPr>
          <w:p w:rsidR="00814C1F" w:rsidRPr="00425406" w:rsidRDefault="00814C1F" w:rsidP="008C3CA9"/>
        </w:tc>
        <w:tc>
          <w:tcPr>
            <w:tcW w:w="2379" w:type="pct"/>
          </w:tcPr>
          <w:p w:rsidR="00814C1F" w:rsidRPr="00425406" w:rsidRDefault="00814C1F" w:rsidP="008C3CA9">
            <w:pPr>
              <w:jc w:val="center"/>
            </w:pPr>
            <w:r w:rsidRPr="00425406">
              <w:t>то же, с ванными и местными водонагревателями</w:t>
            </w:r>
          </w:p>
        </w:tc>
        <w:tc>
          <w:tcPr>
            <w:tcW w:w="473" w:type="pct"/>
            <w:tcBorders>
              <w:right w:val="single" w:sz="4" w:space="0" w:color="000000"/>
            </w:tcBorders>
          </w:tcPr>
          <w:p w:rsidR="00814C1F" w:rsidRPr="00425406" w:rsidRDefault="00814C1F" w:rsidP="008C3CA9">
            <w:pPr>
              <w:jc w:val="center"/>
            </w:pPr>
            <w:r w:rsidRPr="00425406">
              <w:t>160</w:t>
            </w:r>
          </w:p>
        </w:tc>
      </w:tr>
      <w:tr w:rsidR="00814C1F" w:rsidRPr="00425406" w:rsidTr="00A7392F">
        <w:trPr>
          <w:trHeight w:val="599"/>
        </w:trPr>
        <w:tc>
          <w:tcPr>
            <w:tcW w:w="905" w:type="pct"/>
            <w:vMerge/>
            <w:vAlign w:val="center"/>
          </w:tcPr>
          <w:p w:rsidR="00814C1F" w:rsidRPr="00425406" w:rsidRDefault="00814C1F" w:rsidP="008C3CA9"/>
        </w:tc>
        <w:tc>
          <w:tcPr>
            <w:tcW w:w="1244" w:type="pct"/>
            <w:vMerge/>
            <w:vAlign w:val="center"/>
          </w:tcPr>
          <w:p w:rsidR="00814C1F" w:rsidRPr="00425406" w:rsidRDefault="00814C1F" w:rsidP="008C3CA9"/>
        </w:tc>
        <w:tc>
          <w:tcPr>
            <w:tcW w:w="2379" w:type="pct"/>
          </w:tcPr>
          <w:p w:rsidR="00814C1F" w:rsidRPr="00425406" w:rsidRDefault="00814C1F" w:rsidP="008C3CA9">
            <w:pPr>
              <w:jc w:val="center"/>
            </w:pPr>
            <w:r w:rsidRPr="00425406">
              <w:t>то же, с централизованным горячим водоснабжением</w:t>
            </w:r>
          </w:p>
        </w:tc>
        <w:tc>
          <w:tcPr>
            <w:tcW w:w="473" w:type="pct"/>
            <w:tcBorders>
              <w:right w:val="single" w:sz="4" w:space="0" w:color="000000"/>
            </w:tcBorders>
          </w:tcPr>
          <w:p w:rsidR="00814C1F" w:rsidRPr="00425406" w:rsidRDefault="00814C1F" w:rsidP="008C3CA9">
            <w:pPr>
              <w:jc w:val="center"/>
            </w:pPr>
            <w:r w:rsidRPr="00425406">
              <w:t>220</w:t>
            </w:r>
          </w:p>
        </w:tc>
      </w:tr>
    </w:tbl>
    <w:p w:rsidR="00814C1F" w:rsidRPr="00425406" w:rsidRDefault="00814C1F" w:rsidP="00D3590A">
      <w:pPr>
        <w:ind w:firstLine="851"/>
        <w:contextualSpacing/>
        <w:jc w:val="both"/>
        <w:rPr>
          <w:sz w:val="6"/>
          <w:szCs w:val="6"/>
        </w:rPr>
      </w:pPr>
    </w:p>
    <w:p w:rsidR="00814C1F" w:rsidRPr="00425406" w:rsidRDefault="00814C1F" w:rsidP="00D3590A">
      <w:pPr>
        <w:ind w:firstLine="851"/>
        <w:contextualSpacing/>
        <w:jc w:val="both"/>
      </w:pPr>
      <w:r w:rsidRPr="00425406">
        <w:t xml:space="preserve">Примечание: </w:t>
      </w:r>
    </w:p>
    <w:p w:rsidR="00814C1F" w:rsidRPr="00425406" w:rsidRDefault="00814C1F" w:rsidP="00D3590A">
      <w:pPr>
        <w:pStyle w:val="ListParagraph"/>
        <w:numPr>
          <w:ilvl w:val="0"/>
          <w:numId w:val="8"/>
        </w:numPr>
        <w:jc w:val="both"/>
      </w:pPr>
      <w:r w:rsidRPr="00425406">
        <w:t>Показатели максимально допустимого уровня территориальной доступности объектов не нормируется.</w:t>
      </w:r>
    </w:p>
    <w:p w:rsidR="00814C1F" w:rsidRPr="00425406" w:rsidRDefault="00814C1F" w:rsidP="00F562A8">
      <w:pPr>
        <w:widowControl w:val="0"/>
        <w:autoSpaceDE w:val="0"/>
        <w:autoSpaceDN w:val="0"/>
        <w:rPr>
          <w:b/>
        </w:rPr>
      </w:pPr>
    </w:p>
    <w:p w:rsidR="00814C1F" w:rsidRPr="00425406" w:rsidRDefault="00814C1F" w:rsidP="005A65AF">
      <w:pPr>
        <w:widowControl w:val="0"/>
        <w:autoSpaceDE w:val="0"/>
        <w:autoSpaceDN w:val="0"/>
        <w:jc w:val="right"/>
      </w:pPr>
      <w:r w:rsidRPr="00425406">
        <w:t xml:space="preserve">Таблица 1.1.4.  Расчетные показатели объектов, относящихся </w:t>
      </w:r>
    </w:p>
    <w:p w:rsidR="00814C1F" w:rsidRPr="00425406" w:rsidRDefault="00814C1F" w:rsidP="005A65AF">
      <w:pPr>
        <w:widowControl w:val="0"/>
        <w:autoSpaceDE w:val="0"/>
        <w:autoSpaceDN w:val="0"/>
        <w:jc w:val="right"/>
        <w:rPr>
          <w:sz w:val="10"/>
          <w:szCs w:val="10"/>
        </w:rPr>
      </w:pPr>
      <w:r w:rsidRPr="00425406">
        <w:t>к области теплоснабжения</w:t>
      </w:r>
    </w:p>
    <w:p w:rsidR="00814C1F" w:rsidRPr="00425406" w:rsidRDefault="00814C1F" w:rsidP="005A65AF">
      <w:pPr>
        <w:widowControl w:val="0"/>
        <w:autoSpaceDE w:val="0"/>
        <w:autoSpaceDN w:val="0"/>
        <w:jc w:val="right"/>
        <w:rPr>
          <w:sz w:val="10"/>
          <w:szCs w:val="10"/>
        </w:rPr>
      </w:pPr>
    </w:p>
    <w:tbl>
      <w:tblPr>
        <w:tblW w:w="4943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6"/>
        <w:gridCol w:w="2604"/>
        <w:gridCol w:w="4231"/>
      </w:tblGrid>
      <w:tr w:rsidR="00814C1F" w:rsidRPr="00425406" w:rsidTr="001F537B">
        <w:trPr>
          <w:trHeight w:val="983"/>
          <w:tblHeader/>
        </w:trPr>
        <w:tc>
          <w:tcPr>
            <w:tcW w:w="1388" w:type="pct"/>
            <w:vAlign w:val="center"/>
          </w:tcPr>
          <w:p w:rsidR="00814C1F" w:rsidRPr="00425406" w:rsidRDefault="00814C1F" w:rsidP="001F537B">
            <w:pPr>
              <w:jc w:val="center"/>
              <w:rPr>
                <w:bCs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1376" w:type="pct"/>
            <w:vAlign w:val="center"/>
          </w:tcPr>
          <w:p w:rsidR="00814C1F" w:rsidRPr="00425406" w:rsidRDefault="00814C1F" w:rsidP="001F537B">
            <w:pPr>
              <w:widowControl w:val="0"/>
              <w:jc w:val="center"/>
              <w:rPr>
                <w:b/>
                <w:spacing w:val="-6"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Наименование</w:t>
            </w:r>
          </w:p>
          <w:p w:rsidR="00814C1F" w:rsidRPr="00425406" w:rsidRDefault="00814C1F" w:rsidP="001F537B">
            <w:pPr>
              <w:widowControl w:val="0"/>
              <w:jc w:val="center"/>
              <w:rPr>
                <w:b/>
                <w:spacing w:val="-6"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нормируемого расчетного показателя /</w:t>
            </w:r>
          </w:p>
          <w:p w:rsidR="00814C1F" w:rsidRPr="00425406" w:rsidRDefault="00814C1F" w:rsidP="001F537B">
            <w:pPr>
              <w:jc w:val="center"/>
              <w:rPr>
                <w:bCs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единица измерения</w:t>
            </w:r>
          </w:p>
        </w:tc>
        <w:tc>
          <w:tcPr>
            <w:tcW w:w="2236" w:type="pct"/>
            <w:vAlign w:val="center"/>
          </w:tcPr>
          <w:p w:rsidR="00814C1F" w:rsidRPr="00425406" w:rsidRDefault="00814C1F" w:rsidP="001F537B">
            <w:pPr>
              <w:jc w:val="center"/>
              <w:rPr>
                <w:bCs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Значение расчетного показателя</w:t>
            </w:r>
          </w:p>
        </w:tc>
      </w:tr>
      <w:tr w:rsidR="00814C1F" w:rsidRPr="00425406" w:rsidTr="001225B3">
        <w:trPr>
          <w:trHeight w:val="1054"/>
        </w:trPr>
        <w:tc>
          <w:tcPr>
            <w:tcW w:w="1388" w:type="pct"/>
            <w:vAlign w:val="center"/>
          </w:tcPr>
          <w:p w:rsidR="00814C1F" w:rsidRPr="00425406" w:rsidRDefault="00814C1F" w:rsidP="005A65AF">
            <w:r w:rsidRPr="00425406">
              <w:rPr>
                <w:sz w:val="22"/>
                <w:szCs w:val="22"/>
              </w:rPr>
              <w:t>Комплекс сооружений теплоснабжения</w:t>
            </w:r>
          </w:p>
        </w:tc>
        <w:tc>
          <w:tcPr>
            <w:tcW w:w="3612" w:type="pct"/>
            <w:gridSpan w:val="2"/>
            <w:tcBorders>
              <w:right w:val="single" w:sz="4" w:space="0" w:color="000000"/>
            </w:tcBorders>
            <w:vAlign w:val="center"/>
          </w:tcPr>
          <w:p w:rsidR="00814C1F" w:rsidRPr="00425406" w:rsidRDefault="00814C1F" w:rsidP="001225B3">
            <w:pPr>
              <w:jc w:val="center"/>
            </w:pPr>
            <w:r w:rsidRPr="00425406">
              <w:rPr>
                <w:bCs/>
                <w:sz w:val="22"/>
                <w:szCs w:val="22"/>
              </w:rPr>
              <w:t>в зависимости от типов зданий по таблицам 1.1.4.1 и 1.1.4.2</w:t>
            </w:r>
          </w:p>
        </w:tc>
      </w:tr>
    </w:tbl>
    <w:p w:rsidR="00814C1F" w:rsidRPr="00425406" w:rsidRDefault="00814C1F" w:rsidP="005A65AF">
      <w:pPr>
        <w:spacing w:before="100" w:beforeAutospacing="1" w:line="23" w:lineRule="atLeast"/>
        <w:ind w:firstLine="851"/>
        <w:contextualSpacing/>
        <w:jc w:val="both"/>
        <w:rPr>
          <w:sz w:val="10"/>
          <w:szCs w:val="10"/>
        </w:rPr>
      </w:pPr>
    </w:p>
    <w:p w:rsidR="00814C1F" w:rsidRPr="00425406" w:rsidRDefault="00814C1F" w:rsidP="005A65AF">
      <w:pPr>
        <w:spacing w:before="100" w:beforeAutospacing="1" w:line="23" w:lineRule="atLeast"/>
        <w:ind w:firstLine="851"/>
        <w:contextualSpacing/>
        <w:jc w:val="both"/>
      </w:pPr>
      <w:r w:rsidRPr="00425406">
        <w:t xml:space="preserve">Примечание: </w:t>
      </w:r>
    </w:p>
    <w:p w:rsidR="00814C1F" w:rsidRPr="00425406" w:rsidRDefault="00814C1F" w:rsidP="00F321AA">
      <w:pPr>
        <w:widowControl w:val="0"/>
        <w:autoSpaceDE w:val="0"/>
        <w:autoSpaceDN w:val="0"/>
        <w:jc w:val="both"/>
        <w:rPr>
          <w:bCs/>
        </w:rPr>
      </w:pPr>
      <w:r w:rsidRPr="00425406">
        <w:rPr>
          <w:bCs/>
        </w:rPr>
        <w:t xml:space="preserve">Расчетные значения удельной характеристики расхода тепловой энергии на отопление и вентиляцию здания </w:t>
      </w:r>
      <w:r w:rsidRPr="00425406">
        <w:rPr>
          <w:bCs/>
        </w:rPr>
        <w:object w:dxaOrig="3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8pt;height:18.6pt" o:ole="" o:allowoverlap="f">
            <v:imagedata r:id="rId7" o:title=""/>
          </v:shape>
          <o:OLEObject Type="Embed" ProgID="Equation.3" ShapeID="_x0000_i1025" DrawAspect="Content" ObjectID="_1732087670" r:id="rId8"/>
        </w:object>
      </w:r>
      <w:r w:rsidRPr="00425406">
        <w:rPr>
          <w:bCs/>
        </w:rPr>
        <w:t>, Вт/(м</w:t>
      </w:r>
      <w:r w:rsidRPr="00425406">
        <w:rPr>
          <w:bCs/>
          <w:vertAlign w:val="superscript"/>
        </w:rPr>
        <w:t>3</w:t>
      </w:r>
      <w:r w:rsidRPr="00425406">
        <w:rPr>
          <w:bCs/>
        </w:rPr>
        <w:t xml:space="preserve">·°C), определяются по методике Приложения Г </w:t>
      </w:r>
      <w:r w:rsidRPr="00425406">
        <w:rPr>
          <w:bCs/>
        </w:rPr>
        <w:br/>
      </w:r>
      <w:r w:rsidRPr="00425406">
        <w:t>СП 50.13330.2012.</w:t>
      </w:r>
      <w:r w:rsidRPr="00425406">
        <w:rPr>
          <w:bCs/>
        </w:rPr>
        <w:t xml:space="preserve">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</w:t>
      </w:r>
      <w:r w:rsidRPr="00425406">
        <w:rPr>
          <w:bCs/>
        </w:rPr>
        <w:object w:dxaOrig="360" w:dyaOrig="380">
          <v:shape id="_x0000_i1026" type="#_x0000_t75" style="width:17.4pt;height:18.6pt" o:ole="">
            <v:imagedata r:id="rId9" o:title=""/>
          </v:shape>
          <o:OLEObject Type="Embed" ProgID="Equation.3" ShapeID="_x0000_i1026" DrawAspect="Content" ObjectID="_1732087671" r:id="rId10"/>
        </w:object>
      </w:r>
      <w:r w:rsidRPr="00425406">
        <w:rPr>
          <w:bCs/>
        </w:rPr>
        <w:t>, Вт/(м</w:t>
      </w:r>
      <w:r w:rsidRPr="00425406">
        <w:rPr>
          <w:bCs/>
          <w:vertAlign w:val="superscript"/>
        </w:rPr>
        <w:t>3</w:t>
      </w:r>
      <w:r w:rsidRPr="00425406">
        <w:rPr>
          <w:bCs/>
        </w:rPr>
        <w:t xml:space="preserve">·°C): </w:t>
      </w:r>
      <w:r w:rsidRPr="00425406">
        <w:rPr>
          <w:bCs/>
        </w:rPr>
        <w:object w:dxaOrig="880" w:dyaOrig="380">
          <v:shape id="_x0000_i1027" type="#_x0000_t75" style="width:43.8pt;height:18.6pt" o:ole="">
            <v:imagedata r:id="rId11" o:title=""/>
          </v:shape>
          <o:OLEObject Type="Embed" ProgID="Equation.3" ShapeID="_x0000_i1027" DrawAspect="Content" ObjectID="_1732087672" r:id="rId12"/>
        </w:object>
      </w:r>
      <w:r w:rsidRPr="00425406">
        <w:rPr>
          <w:bCs/>
        </w:rPr>
        <w:t xml:space="preserve">. Показатели нормируемой удельной характеристики расхода тепловой энергии на отопление и вентиляцию зданий </w:t>
      </w:r>
      <w:r w:rsidRPr="00425406">
        <w:rPr>
          <w:bCs/>
        </w:rPr>
        <w:object w:dxaOrig="360" w:dyaOrig="380">
          <v:shape id="_x0000_i1028" type="#_x0000_t75" style="width:17.4pt;height:18.6pt" o:ole="">
            <v:imagedata r:id="rId9" o:title=""/>
          </v:shape>
          <o:OLEObject Type="Embed" ProgID="Equation.3" ShapeID="_x0000_i1028" DrawAspect="Content" ObjectID="_1732087673" r:id="rId13"/>
        </w:object>
      </w:r>
      <w:r w:rsidRPr="00425406">
        <w:rPr>
          <w:bCs/>
        </w:rPr>
        <w:t>, Вт/(м</w:t>
      </w:r>
      <w:r w:rsidRPr="00425406">
        <w:rPr>
          <w:bCs/>
          <w:vertAlign w:val="superscript"/>
        </w:rPr>
        <w:t>3</w:t>
      </w:r>
      <w:r w:rsidRPr="00425406">
        <w:rPr>
          <w:bCs/>
        </w:rPr>
        <w:t>·°C) следует принимать:</w:t>
      </w:r>
    </w:p>
    <w:p w:rsidR="00814C1F" w:rsidRPr="00425406" w:rsidRDefault="00814C1F" w:rsidP="00F321AA">
      <w:pPr>
        <w:widowControl w:val="0"/>
        <w:autoSpaceDE w:val="0"/>
        <w:autoSpaceDN w:val="0"/>
        <w:jc w:val="both"/>
      </w:pPr>
      <w:r w:rsidRPr="00425406">
        <w:rPr>
          <w:bCs/>
        </w:rPr>
        <w:t xml:space="preserve">- для </w:t>
      </w:r>
      <w:r w:rsidRPr="00425406">
        <w:t xml:space="preserve">малоэтажных жилых одноквартирных зданий – по таблице </w:t>
      </w:r>
      <w:r w:rsidRPr="00425406">
        <w:rPr>
          <w:bCs/>
          <w:sz w:val="22"/>
          <w:szCs w:val="22"/>
        </w:rPr>
        <w:t>1.1.4.1</w:t>
      </w:r>
      <w:r w:rsidRPr="00425406">
        <w:t>;</w:t>
      </w:r>
    </w:p>
    <w:p w:rsidR="00814C1F" w:rsidRPr="00425406" w:rsidRDefault="00814C1F" w:rsidP="00F321AA">
      <w:pPr>
        <w:widowControl w:val="0"/>
        <w:autoSpaceDE w:val="0"/>
        <w:autoSpaceDN w:val="0"/>
        <w:jc w:val="both"/>
      </w:pPr>
      <w:r w:rsidRPr="00425406">
        <w:t xml:space="preserve">- для многоквартирных жилых и общественных зданий – по таблице </w:t>
      </w:r>
      <w:r w:rsidRPr="00425406">
        <w:rPr>
          <w:bCs/>
          <w:sz w:val="22"/>
          <w:szCs w:val="22"/>
        </w:rPr>
        <w:t>1.1.4.2</w:t>
      </w:r>
      <w:r w:rsidRPr="00425406">
        <w:t>.</w:t>
      </w:r>
    </w:p>
    <w:p w:rsidR="00814C1F" w:rsidRPr="00425406" w:rsidRDefault="00814C1F" w:rsidP="001225B3">
      <w:pPr>
        <w:widowControl w:val="0"/>
        <w:autoSpaceDE w:val="0"/>
        <w:autoSpaceDN w:val="0"/>
        <w:rPr>
          <w:bCs/>
        </w:rPr>
      </w:pPr>
    </w:p>
    <w:p w:rsidR="00814C1F" w:rsidRPr="00425406" w:rsidRDefault="00814C1F" w:rsidP="001F537B">
      <w:pPr>
        <w:widowControl w:val="0"/>
        <w:autoSpaceDE w:val="0"/>
        <w:autoSpaceDN w:val="0"/>
        <w:jc w:val="right"/>
        <w:rPr>
          <w:bCs/>
          <w:sz w:val="10"/>
          <w:szCs w:val="10"/>
        </w:rPr>
      </w:pPr>
      <w:r w:rsidRPr="00425406">
        <w:rPr>
          <w:bCs/>
        </w:rPr>
        <w:t>Таблица 1.1.4.1</w:t>
      </w:r>
    </w:p>
    <w:p w:rsidR="00814C1F" w:rsidRPr="00425406" w:rsidRDefault="00814C1F" w:rsidP="001F537B">
      <w:pPr>
        <w:widowControl w:val="0"/>
        <w:autoSpaceDE w:val="0"/>
        <w:autoSpaceDN w:val="0"/>
        <w:jc w:val="right"/>
        <w:rPr>
          <w:bCs/>
          <w:sz w:val="10"/>
          <w:szCs w:val="1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89" w:type="dxa"/>
          <w:right w:w="89" w:type="dxa"/>
        </w:tblCellMar>
        <w:tblLook w:val="0000"/>
      </w:tblPr>
      <w:tblGrid>
        <w:gridCol w:w="4366"/>
        <w:gridCol w:w="1147"/>
        <w:gridCol w:w="1147"/>
        <w:gridCol w:w="1147"/>
        <w:gridCol w:w="1485"/>
      </w:tblGrid>
      <w:tr w:rsidR="00814C1F" w:rsidRPr="00425406" w:rsidTr="00A7392F">
        <w:trPr>
          <w:trHeight w:val="86"/>
          <w:jc w:val="center"/>
        </w:trPr>
        <w:tc>
          <w:tcPr>
            <w:tcW w:w="4366" w:type="dxa"/>
            <w:vMerge w:val="restart"/>
            <w:vAlign w:val="center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/>
                <w:bCs/>
              </w:rPr>
            </w:pPr>
            <w:r w:rsidRPr="00425406">
              <w:rPr>
                <w:b/>
                <w:bCs/>
                <w:sz w:val="22"/>
                <w:szCs w:val="22"/>
              </w:rPr>
              <w:t xml:space="preserve">Площадь малоэтажного жилого </w:t>
            </w:r>
          </w:p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/>
                <w:bCs/>
              </w:rPr>
            </w:pPr>
            <w:r w:rsidRPr="00425406">
              <w:rPr>
                <w:b/>
                <w:bCs/>
                <w:sz w:val="22"/>
                <w:szCs w:val="22"/>
              </w:rPr>
              <w:t>одноквартирного здания, м</w:t>
            </w:r>
            <w:r w:rsidRPr="00425406">
              <w:rPr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4926" w:type="dxa"/>
            <w:gridSpan w:val="4"/>
            <w:vAlign w:val="center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/>
                <w:bCs/>
              </w:rPr>
            </w:pPr>
            <w:r w:rsidRPr="00425406">
              <w:rPr>
                <w:b/>
                <w:bCs/>
                <w:sz w:val="22"/>
                <w:szCs w:val="22"/>
              </w:rPr>
              <w:t>Предельные расчетные показатели нормируемой удельной характеристики расхода тепловой энергии при этажности здания</w:t>
            </w:r>
          </w:p>
        </w:tc>
      </w:tr>
      <w:tr w:rsidR="00814C1F" w:rsidRPr="00425406" w:rsidTr="00A7392F">
        <w:trPr>
          <w:jc w:val="center"/>
        </w:trPr>
        <w:tc>
          <w:tcPr>
            <w:tcW w:w="4366" w:type="dxa"/>
            <w:vMerge/>
            <w:vAlign w:val="center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</w:p>
        </w:tc>
        <w:tc>
          <w:tcPr>
            <w:tcW w:w="1147" w:type="dxa"/>
            <w:vAlign w:val="center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/>
                <w:bCs/>
              </w:rPr>
            </w:pPr>
            <w:r w:rsidRPr="004254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47" w:type="dxa"/>
            <w:vAlign w:val="center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/>
                <w:bCs/>
              </w:rPr>
            </w:pPr>
            <w:r w:rsidRPr="004254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47" w:type="dxa"/>
            <w:vAlign w:val="center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/>
                <w:bCs/>
              </w:rPr>
            </w:pPr>
            <w:r w:rsidRPr="0042540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85" w:type="dxa"/>
            <w:vAlign w:val="center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/>
                <w:bCs/>
              </w:rPr>
            </w:pPr>
            <w:r w:rsidRPr="00425406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814C1F" w:rsidRPr="00425406" w:rsidTr="00A7392F">
        <w:trPr>
          <w:jc w:val="center"/>
        </w:trPr>
        <w:tc>
          <w:tcPr>
            <w:tcW w:w="4366" w:type="dxa"/>
          </w:tcPr>
          <w:p w:rsidR="00814C1F" w:rsidRPr="00425406" w:rsidRDefault="00814C1F" w:rsidP="00FD0672">
            <w:pPr>
              <w:widowControl w:val="0"/>
              <w:spacing w:line="239" w:lineRule="auto"/>
              <w:ind w:left="113"/>
              <w:jc w:val="both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147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0,579</w:t>
            </w:r>
          </w:p>
        </w:tc>
        <w:tc>
          <w:tcPr>
            <w:tcW w:w="1147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85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-</w:t>
            </w:r>
          </w:p>
        </w:tc>
      </w:tr>
      <w:tr w:rsidR="00814C1F" w:rsidRPr="00425406" w:rsidTr="00A7392F">
        <w:trPr>
          <w:jc w:val="center"/>
        </w:trPr>
        <w:tc>
          <w:tcPr>
            <w:tcW w:w="4366" w:type="dxa"/>
          </w:tcPr>
          <w:p w:rsidR="00814C1F" w:rsidRPr="00425406" w:rsidRDefault="00814C1F" w:rsidP="00FD0672">
            <w:pPr>
              <w:widowControl w:val="0"/>
              <w:spacing w:line="239" w:lineRule="auto"/>
              <w:ind w:left="113"/>
              <w:jc w:val="both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147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0,517</w:t>
            </w:r>
          </w:p>
        </w:tc>
        <w:tc>
          <w:tcPr>
            <w:tcW w:w="1147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0,558</w:t>
            </w:r>
          </w:p>
        </w:tc>
        <w:tc>
          <w:tcPr>
            <w:tcW w:w="1147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85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-</w:t>
            </w:r>
          </w:p>
        </w:tc>
      </w:tr>
      <w:tr w:rsidR="00814C1F" w:rsidRPr="00425406" w:rsidTr="00A7392F">
        <w:trPr>
          <w:jc w:val="center"/>
        </w:trPr>
        <w:tc>
          <w:tcPr>
            <w:tcW w:w="4366" w:type="dxa"/>
          </w:tcPr>
          <w:p w:rsidR="00814C1F" w:rsidRPr="00425406" w:rsidRDefault="00814C1F" w:rsidP="00FD0672">
            <w:pPr>
              <w:widowControl w:val="0"/>
              <w:spacing w:line="239" w:lineRule="auto"/>
              <w:ind w:left="113"/>
              <w:jc w:val="both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1147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0,455</w:t>
            </w:r>
          </w:p>
        </w:tc>
        <w:tc>
          <w:tcPr>
            <w:tcW w:w="1147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0,496</w:t>
            </w:r>
          </w:p>
        </w:tc>
        <w:tc>
          <w:tcPr>
            <w:tcW w:w="1147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0,538</w:t>
            </w:r>
          </w:p>
        </w:tc>
        <w:tc>
          <w:tcPr>
            <w:tcW w:w="1485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-</w:t>
            </w:r>
          </w:p>
        </w:tc>
      </w:tr>
      <w:tr w:rsidR="00814C1F" w:rsidRPr="00425406" w:rsidTr="00A7392F">
        <w:trPr>
          <w:jc w:val="center"/>
        </w:trPr>
        <w:tc>
          <w:tcPr>
            <w:tcW w:w="4366" w:type="dxa"/>
          </w:tcPr>
          <w:p w:rsidR="00814C1F" w:rsidRPr="00425406" w:rsidRDefault="00814C1F" w:rsidP="00FD0672">
            <w:pPr>
              <w:widowControl w:val="0"/>
              <w:spacing w:line="239" w:lineRule="auto"/>
              <w:ind w:left="113"/>
              <w:jc w:val="both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250</w:t>
            </w:r>
          </w:p>
        </w:tc>
        <w:tc>
          <w:tcPr>
            <w:tcW w:w="1147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0,414</w:t>
            </w:r>
          </w:p>
        </w:tc>
        <w:tc>
          <w:tcPr>
            <w:tcW w:w="1147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0,434</w:t>
            </w:r>
          </w:p>
        </w:tc>
        <w:tc>
          <w:tcPr>
            <w:tcW w:w="1147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0,455</w:t>
            </w:r>
          </w:p>
        </w:tc>
        <w:tc>
          <w:tcPr>
            <w:tcW w:w="1485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0,476</w:t>
            </w:r>
          </w:p>
        </w:tc>
      </w:tr>
      <w:tr w:rsidR="00814C1F" w:rsidRPr="00425406" w:rsidTr="00A7392F">
        <w:trPr>
          <w:jc w:val="center"/>
        </w:trPr>
        <w:tc>
          <w:tcPr>
            <w:tcW w:w="4366" w:type="dxa"/>
          </w:tcPr>
          <w:p w:rsidR="00814C1F" w:rsidRPr="00425406" w:rsidRDefault="00814C1F" w:rsidP="00FD0672">
            <w:pPr>
              <w:widowControl w:val="0"/>
              <w:spacing w:line="239" w:lineRule="auto"/>
              <w:ind w:left="113"/>
              <w:jc w:val="both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400</w:t>
            </w:r>
          </w:p>
        </w:tc>
        <w:tc>
          <w:tcPr>
            <w:tcW w:w="1147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0,372</w:t>
            </w:r>
          </w:p>
        </w:tc>
        <w:tc>
          <w:tcPr>
            <w:tcW w:w="1147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0,372</w:t>
            </w:r>
          </w:p>
        </w:tc>
        <w:tc>
          <w:tcPr>
            <w:tcW w:w="1147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0,393</w:t>
            </w:r>
          </w:p>
        </w:tc>
        <w:tc>
          <w:tcPr>
            <w:tcW w:w="1485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0,414</w:t>
            </w:r>
          </w:p>
        </w:tc>
      </w:tr>
      <w:tr w:rsidR="00814C1F" w:rsidRPr="00425406" w:rsidTr="00A7392F">
        <w:trPr>
          <w:jc w:val="center"/>
        </w:trPr>
        <w:tc>
          <w:tcPr>
            <w:tcW w:w="4366" w:type="dxa"/>
          </w:tcPr>
          <w:p w:rsidR="00814C1F" w:rsidRPr="00425406" w:rsidRDefault="00814C1F" w:rsidP="00FD0672">
            <w:pPr>
              <w:widowControl w:val="0"/>
              <w:spacing w:line="239" w:lineRule="auto"/>
              <w:ind w:left="113"/>
              <w:jc w:val="both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600</w:t>
            </w:r>
          </w:p>
        </w:tc>
        <w:tc>
          <w:tcPr>
            <w:tcW w:w="1147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0,359</w:t>
            </w:r>
          </w:p>
        </w:tc>
        <w:tc>
          <w:tcPr>
            <w:tcW w:w="1147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0,359</w:t>
            </w:r>
          </w:p>
        </w:tc>
        <w:tc>
          <w:tcPr>
            <w:tcW w:w="1147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0,359</w:t>
            </w:r>
          </w:p>
        </w:tc>
        <w:tc>
          <w:tcPr>
            <w:tcW w:w="1485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0,372</w:t>
            </w:r>
          </w:p>
        </w:tc>
      </w:tr>
      <w:tr w:rsidR="00814C1F" w:rsidRPr="00425406" w:rsidTr="00A7392F">
        <w:trPr>
          <w:jc w:val="center"/>
        </w:trPr>
        <w:tc>
          <w:tcPr>
            <w:tcW w:w="4366" w:type="dxa"/>
          </w:tcPr>
          <w:p w:rsidR="00814C1F" w:rsidRPr="00425406" w:rsidRDefault="00814C1F" w:rsidP="00FD0672">
            <w:pPr>
              <w:widowControl w:val="0"/>
              <w:spacing w:line="239" w:lineRule="auto"/>
              <w:ind w:left="113"/>
              <w:jc w:val="both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1000 и более</w:t>
            </w:r>
          </w:p>
        </w:tc>
        <w:tc>
          <w:tcPr>
            <w:tcW w:w="1147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0,336</w:t>
            </w:r>
          </w:p>
        </w:tc>
        <w:tc>
          <w:tcPr>
            <w:tcW w:w="1147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0,336</w:t>
            </w:r>
          </w:p>
        </w:tc>
        <w:tc>
          <w:tcPr>
            <w:tcW w:w="1147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0,336</w:t>
            </w:r>
          </w:p>
        </w:tc>
        <w:tc>
          <w:tcPr>
            <w:tcW w:w="1485" w:type="dxa"/>
          </w:tcPr>
          <w:p w:rsidR="00814C1F" w:rsidRPr="00425406" w:rsidRDefault="00814C1F" w:rsidP="00FD0672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0,336</w:t>
            </w:r>
          </w:p>
        </w:tc>
      </w:tr>
    </w:tbl>
    <w:p w:rsidR="00814C1F" w:rsidRPr="00425406" w:rsidRDefault="00814C1F" w:rsidP="00F562A8">
      <w:pPr>
        <w:widowControl w:val="0"/>
        <w:autoSpaceDE w:val="0"/>
        <w:autoSpaceDN w:val="0"/>
        <w:rPr>
          <w:b/>
        </w:rPr>
      </w:pPr>
    </w:p>
    <w:p w:rsidR="00814C1F" w:rsidRPr="00425406" w:rsidRDefault="00814C1F" w:rsidP="00FD0672">
      <w:pPr>
        <w:widowControl w:val="0"/>
        <w:autoSpaceDE w:val="0"/>
        <w:autoSpaceDN w:val="0"/>
        <w:jc w:val="right"/>
        <w:rPr>
          <w:bCs/>
          <w:sz w:val="10"/>
          <w:szCs w:val="10"/>
        </w:rPr>
      </w:pPr>
      <w:r w:rsidRPr="00425406">
        <w:rPr>
          <w:bCs/>
        </w:rPr>
        <w:t>Таблица 1.1.4.2</w:t>
      </w:r>
    </w:p>
    <w:p w:rsidR="00814C1F" w:rsidRPr="00425406" w:rsidRDefault="00814C1F" w:rsidP="00FD0672">
      <w:pPr>
        <w:widowControl w:val="0"/>
        <w:autoSpaceDE w:val="0"/>
        <w:autoSpaceDN w:val="0"/>
        <w:jc w:val="right"/>
        <w:rPr>
          <w:b/>
          <w:sz w:val="10"/>
          <w:szCs w:val="1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89" w:type="dxa"/>
          <w:right w:w="89" w:type="dxa"/>
        </w:tblCellMar>
        <w:tblLook w:val="0000"/>
      </w:tblPr>
      <w:tblGrid>
        <w:gridCol w:w="422"/>
        <w:gridCol w:w="3777"/>
        <w:gridCol w:w="581"/>
        <w:gridCol w:w="581"/>
        <w:gridCol w:w="581"/>
        <w:gridCol w:w="581"/>
        <w:gridCol w:w="581"/>
        <w:gridCol w:w="581"/>
        <w:gridCol w:w="581"/>
        <w:gridCol w:w="1045"/>
      </w:tblGrid>
      <w:tr w:rsidR="00814C1F" w:rsidRPr="00425406" w:rsidTr="00D3590A">
        <w:trPr>
          <w:trHeight w:val="302"/>
          <w:jc w:val="center"/>
        </w:trPr>
        <w:tc>
          <w:tcPr>
            <w:tcW w:w="422" w:type="dxa"/>
            <w:vMerge w:val="restart"/>
            <w:vAlign w:val="center"/>
          </w:tcPr>
          <w:p w:rsidR="00814C1F" w:rsidRPr="00425406" w:rsidRDefault="00814C1F" w:rsidP="00AD0255">
            <w:pPr>
              <w:widowControl w:val="0"/>
              <w:jc w:val="center"/>
              <w:rPr>
                <w:b/>
                <w:bCs/>
              </w:rPr>
            </w:pPr>
            <w:r w:rsidRPr="00425406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777" w:type="dxa"/>
            <w:vMerge w:val="restart"/>
            <w:vAlign w:val="center"/>
          </w:tcPr>
          <w:p w:rsidR="00814C1F" w:rsidRPr="00425406" w:rsidRDefault="00814C1F" w:rsidP="00AD0255">
            <w:pPr>
              <w:widowControl w:val="0"/>
              <w:jc w:val="center"/>
              <w:rPr>
                <w:b/>
                <w:bCs/>
              </w:rPr>
            </w:pPr>
            <w:r w:rsidRPr="00425406">
              <w:rPr>
                <w:b/>
                <w:bCs/>
                <w:sz w:val="22"/>
                <w:szCs w:val="22"/>
              </w:rPr>
              <w:t>Типы зданий</w:t>
            </w:r>
          </w:p>
        </w:tc>
        <w:tc>
          <w:tcPr>
            <w:tcW w:w="5112" w:type="dxa"/>
            <w:gridSpan w:val="8"/>
            <w:vAlign w:val="center"/>
          </w:tcPr>
          <w:p w:rsidR="00814C1F" w:rsidRPr="00425406" w:rsidRDefault="00814C1F" w:rsidP="00AD0255">
            <w:pPr>
              <w:widowControl w:val="0"/>
              <w:suppressAutoHyphens/>
              <w:jc w:val="center"/>
              <w:rPr>
                <w:b/>
                <w:bCs/>
                <w:sz w:val="6"/>
                <w:szCs w:val="6"/>
              </w:rPr>
            </w:pPr>
            <w:r w:rsidRPr="00425406">
              <w:rPr>
                <w:b/>
                <w:bCs/>
                <w:sz w:val="22"/>
                <w:szCs w:val="22"/>
              </w:rPr>
              <w:t>Предельные расчетные показатели нормируемой удельной характеристики расхода тепловой энергии     при этажности здания</w:t>
            </w:r>
          </w:p>
          <w:p w:rsidR="00814C1F" w:rsidRPr="00425406" w:rsidRDefault="00814C1F" w:rsidP="00AD0255">
            <w:pPr>
              <w:widowControl w:val="0"/>
              <w:suppressAutoHyphens/>
              <w:jc w:val="center"/>
              <w:rPr>
                <w:b/>
                <w:bCs/>
                <w:sz w:val="6"/>
                <w:szCs w:val="6"/>
              </w:rPr>
            </w:pPr>
          </w:p>
        </w:tc>
      </w:tr>
      <w:tr w:rsidR="00814C1F" w:rsidRPr="00425406" w:rsidTr="00D3590A">
        <w:trPr>
          <w:trHeight w:val="49"/>
          <w:jc w:val="center"/>
        </w:trPr>
        <w:tc>
          <w:tcPr>
            <w:tcW w:w="422" w:type="dxa"/>
            <w:vMerge/>
          </w:tcPr>
          <w:p w:rsidR="00814C1F" w:rsidRPr="00425406" w:rsidRDefault="00814C1F" w:rsidP="00AD025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3777" w:type="dxa"/>
            <w:vMerge/>
            <w:vAlign w:val="center"/>
          </w:tcPr>
          <w:p w:rsidR="00814C1F" w:rsidRPr="00425406" w:rsidRDefault="00814C1F" w:rsidP="00AD025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42540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42540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42540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425406">
              <w:rPr>
                <w:b/>
                <w:bCs/>
                <w:sz w:val="20"/>
                <w:szCs w:val="20"/>
              </w:rPr>
              <w:t>4, 5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425406">
              <w:rPr>
                <w:b/>
                <w:bCs/>
                <w:sz w:val="20"/>
                <w:szCs w:val="20"/>
              </w:rPr>
              <w:t>6, 7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425406">
              <w:rPr>
                <w:b/>
                <w:bCs/>
                <w:sz w:val="20"/>
                <w:szCs w:val="20"/>
              </w:rPr>
              <w:t>8, 9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425406">
              <w:rPr>
                <w:b/>
                <w:bCs/>
                <w:sz w:val="20"/>
                <w:szCs w:val="20"/>
              </w:rPr>
              <w:t>10, 11</w:t>
            </w:r>
          </w:p>
        </w:tc>
        <w:tc>
          <w:tcPr>
            <w:tcW w:w="1045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425406">
              <w:rPr>
                <w:b/>
                <w:bCs/>
                <w:sz w:val="20"/>
                <w:szCs w:val="20"/>
              </w:rPr>
              <w:t>12 и выше</w:t>
            </w:r>
          </w:p>
        </w:tc>
      </w:tr>
      <w:tr w:rsidR="00814C1F" w:rsidRPr="00425406" w:rsidTr="00D3590A">
        <w:tblPrEx>
          <w:tblBorders>
            <w:bottom w:val="single" w:sz="2" w:space="0" w:color="auto"/>
          </w:tblBorders>
        </w:tblPrEx>
        <w:trPr>
          <w:jc w:val="center"/>
        </w:trPr>
        <w:tc>
          <w:tcPr>
            <w:tcW w:w="422" w:type="dxa"/>
          </w:tcPr>
          <w:p w:rsidR="00814C1F" w:rsidRPr="00425406" w:rsidRDefault="00814C1F" w:rsidP="00AD0255">
            <w:pPr>
              <w:widowControl w:val="0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77" w:type="dxa"/>
          </w:tcPr>
          <w:p w:rsidR="00814C1F" w:rsidRPr="00425406" w:rsidRDefault="00814C1F" w:rsidP="00AD0255">
            <w:pPr>
              <w:widowControl w:val="0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 xml:space="preserve">Жилые многоквартирные, </w:t>
            </w:r>
          </w:p>
          <w:p w:rsidR="00814C1F" w:rsidRPr="00425406" w:rsidRDefault="00814C1F" w:rsidP="00AD0255">
            <w:pPr>
              <w:widowControl w:val="0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гостиницы, общежития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0,455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0,414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0,372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0,359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0,336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0,319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0,301</w:t>
            </w:r>
          </w:p>
        </w:tc>
        <w:tc>
          <w:tcPr>
            <w:tcW w:w="1045" w:type="dxa"/>
            <w:vAlign w:val="center"/>
          </w:tcPr>
          <w:p w:rsidR="00814C1F" w:rsidRPr="00425406" w:rsidRDefault="00814C1F" w:rsidP="00AD0255">
            <w:pPr>
              <w:widowControl w:val="0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0,290</w:t>
            </w:r>
          </w:p>
        </w:tc>
      </w:tr>
      <w:tr w:rsidR="00814C1F" w:rsidRPr="00425406" w:rsidTr="00D3590A">
        <w:tblPrEx>
          <w:tblBorders>
            <w:bottom w:val="single" w:sz="2" w:space="0" w:color="auto"/>
          </w:tblBorders>
        </w:tblPrEx>
        <w:trPr>
          <w:jc w:val="center"/>
        </w:trPr>
        <w:tc>
          <w:tcPr>
            <w:tcW w:w="422" w:type="dxa"/>
          </w:tcPr>
          <w:p w:rsidR="00814C1F" w:rsidRPr="00425406" w:rsidRDefault="00814C1F" w:rsidP="00AD0255">
            <w:pPr>
              <w:widowControl w:val="0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777" w:type="dxa"/>
          </w:tcPr>
          <w:p w:rsidR="00814C1F" w:rsidRPr="00425406" w:rsidRDefault="00814C1F" w:rsidP="00AD0255">
            <w:pPr>
              <w:widowControl w:val="0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 xml:space="preserve">Общественные, </w:t>
            </w:r>
          </w:p>
          <w:p w:rsidR="00814C1F" w:rsidRPr="00425406" w:rsidRDefault="00814C1F" w:rsidP="00AD0255">
            <w:pPr>
              <w:widowControl w:val="0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кроме перечисленных в п/п 3-6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0,487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0,440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0,417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0,371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0,359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0,342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0,324</w:t>
            </w:r>
          </w:p>
        </w:tc>
        <w:tc>
          <w:tcPr>
            <w:tcW w:w="1045" w:type="dxa"/>
            <w:vAlign w:val="center"/>
          </w:tcPr>
          <w:p w:rsidR="00814C1F" w:rsidRPr="00425406" w:rsidRDefault="00814C1F" w:rsidP="00AD0255">
            <w:pPr>
              <w:widowControl w:val="0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0,311</w:t>
            </w:r>
          </w:p>
        </w:tc>
      </w:tr>
      <w:tr w:rsidR="00814C1F" w:rsidRPr="00425406" w:rsidTr="00D3590A">
        <w:tblPrEx>
          <w:tblBorders>
            <w:bottom w:val="single" w:sz="2" w:space="0" w:color="auto"/>
          </w:tblBorders>
        </w:tblPrEx>
        <w:trPr>
          <w:jc w:val="center"/>
        </w:trPr>
        <w:tc>
          <w:tcPr>
            <w:tcW w:w="422" w:type="dxa"/>
          </w:tcPr>
          <w:p w:rsidR="00814C1F" w:rsidRPr="00425406" w:rsidRDefault="00814C1F" w:rsidP="00AD0255">
            <w:pPr>
              <w:widowControl w:val="0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77" w:type="dxa"/>
          </w:tcPr>
          <w:p w:rsidR="00814C1F" w:rsidRPr="00425406" w:rsidRDefault="00814C1F" w:rsidP="00AD0255">
            <w:pPr>
              <w:widowControl w:val="0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 xml:space="preserve">Поликлиники и лечебные </w:t>
            </w:r>
          </w:p>
          <w:p w:rsidR="00814C1F" w:rsidRPr="00425406" w:rsidRDefault="00814C1F" w:rsidP="00AD0255">
            <w:pPr>
              <w:widowControl w:val="0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учреждения, дома-интернаты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0,394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0,382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0,371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0,359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0,348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0,336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0,324</w:t>
            </w:r>
          </w:p>
        </w:tc>
        <w:tc>
          <w:tcPr>
            <w:tcW w:w="1045" w:type="dxa"/>
            <w:vAlign w:val="center"/>
          </w:tcPr>
          <w:p w:rsidR="00814C1F" w:rsidRPr="00425406" w:rsidRDefault="00814C1F" w:rsidP="00AD0255">
            <w:pPr>
              <w:widowControl w:val="0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0,311</w:t>
            </w:r>
          </w:p>
        </w:tc>
      </w:tr>
      <w:tr w:rsidR="00814C1F" w:rsidRPr="00425406" w:rsidTr="00D3590A">
        <w:tblPrEx>
          <w:tblBorders>
            <w:bottom w:val="single" w:sz="2" w:space="0" w:color="auto"/>
          </w:tblBorders>
        </w:tblPrEx>
        <w:trPr>
          <w:jc w:val="center"/>
        </w:trPr>
        <w:tc>
          <w:tcPr>
            <w:tcW w:w="422" w:type="dxa"/>
          </w:tcPr>
          <w:p w:rsidR="00814C1F" w:rsidRPr="00425406" w:rsidRDefault="00814C1F" w:rsidP="00AD0255">
            <w:pPr>
              <w:widowControl w:val="0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77" w:type="dxa"/>
          </w:tcPr>
          <w:p w:rsidR="00814C1F" w:rsidRPr="00425406" w:rsidRDefault="00814C1F" w:rsidP="00AD0255">
            <w:pPr>
              <w:widowControl w:val="0"/>
              <w:ind w:right="-57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Дошкольные организации, хосписы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0,521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0,521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0,521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45" w:type="dxa"/>
            <w:vAlign w:val="center"/>
          </w:tcPr>
          <w:p w:rsidR="00814C1F" w:rsidRPr="00425406" w:rsidRDefault="00814C1F" w:rsidP="00AD0255">
            <w:pPr>
              <w:widowControl w:val="0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-</w:t>
            </w:r>
          </w:p>
        </w:tc>
      </w:tr>
      <w:tr w:rsidR="00814C1F" w:rsidRPr="00425406" w:rsidTr="00D3590A">
        <w:tblPrEx>
          <w:tblBorders>
            <w:bottom w:val="single" w:sz="2" w:space="0" w:color="auto"/>
          </w:tblBorders>
        </w:tblPrEx>
        <w:trPr>
          <w:jc w:val="center"/>
        </w:trPr>
        <w:tc>
          <w:tcPr>
            <w:tcW w:w="422" w:type="dxa"/>
          </w:tcPr>
          <w:p w:rsidR="00814C1F" w:rsidRPr="00425406" w:rsidRDefault="00814C1F" w:rsidP="00AD0255">
            <w:pPr>
              <w:widowControl w:val="0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77" w:type="dxa"/>
          </w:tcPr>
          <w:p w:rsidR="00814C1F" w:rsidRPr="00425406" w:rsidRDefault="00814C1F" w:rsidP="00AD0255">
            <w:pPr>
              <w:widowControl w:val="0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Сервисного обслуживания, культурно-досуговой деятельности, технопарки, склады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0,266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0,255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0,243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0,232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0,232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45" w:type="dxa"/>
            <w:vAlign w:val="center"/>
          </w:tcPr>
          <w:p w:rsidR="00814C1F" w:rsidRPr="00425406" w:rsidRDefault="00814C1F" w:rsidP="00AD0255">
            <w:pPr>
              <w:widowControl w:val="0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-</w:t>
            </w:r>
          </w:p>
        </w:tc>
      </w:tr>
      <w:tr w:rsidR="00814C1F" w:rsidRPr="00425406" w:rsidTr="00D3590A">
        <w:tblPrEx>
          <w:tblBorders>
            <w:bottom w:val="single" w:sz="2" w:space="0" w:color="auto"/>
          </w:tblBorders>
        </w:tblPrEx>
        <w:trPr>
          <w:jc w:val="center"/>
        </w:trPr>
        <w:tc>
          <w:tcPr>
            <w:tcW w:w="422" w:type="dxa"/>
          </w:tcPr>
          <w:p w:rsidR="00814C1F" w:rsidRPr="00425406" w:rsidRDefault="00814C1F" w:rsidP="00AD0255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777" w:type="dxa"/>
          </w:tcPr>
          <w:p w:rsidR="00814C1F" w:rsidRPr="00425406" w:rsidRDefault="00814C1F" w:rsidP="00AD0255">
            <w:pPr>
              <w:widowControl w:val="0"/>
              <w:spacing w:line="239" w:lineRule="auto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Административного назначения (офисы)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spacing w:line="239" w:lineRule="auto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0,417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spacing w:line="239" w:lineRule="auto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0,394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spacing w:line="239" w:lineRule="auto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0,382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spacing w:line="239" w:lineRule="auto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0,313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spacing w:line="239" w:lineRule="auto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0,278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spacing w:line="239" w:lineRule="auto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0,255</w:t>
            </w:r>
          </w:p>
        </w:tc>
        <w:tc>
          <w:tcPr>
            <w:tcW w:w="581" w:type="dxa"/>
            <w:vAlign w:val="center"/>
          </w:tcPr>
          <w:p w:rsidR="00814C1F" w:rsidRPr="00425406" w:rsidRDefault="00814C1F" w:rsidP="00AD0255">
            <w:pPr>
              <w:widowControl w:val="0"/>
              <w:spacing w:line="239" w:lineRule="auto"/>
              <w:ind w:left="-57" w:right="-57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0,232</w:t>
            </w:r>
          </w:p>
        </w:tc>
        <w:tc>
          <w:tcPr>
            <w:tcW w:w="1045" w:type="dxa"/>
            <w:vAlign w:val="center"/>
          </w:tcPr>
          <w:p w:rsidR="00814C1F" w:rsidRPr="00425406" w:rsidRDefault="00814C1F" w:rsidP="00AD0255">
            <w:pPr>
              <w:widowControl w:val="0"/>
              <w:spacing w:line="239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0,232</w:t>
            </w:r>
          </w:p>
        </w:tc>
      </w:tr>
    </w:tbl>
    <w:p w:rsidR="00814C1F" w:rsidRPr="00425406" w:rsidRDefault="00814C1F" w:rsidP="00F562A8">
      <w:pPr>
        <w:widowControl w:val="0"/>
        <w:autoSpaceDE w:val="0"/>
        <w:autoSpaceDN w:val="0"/>
        <w:rPr>
          <w:b/>
        </w:rPr>
      </w:pPr>
    </w:p>
    <w:p w:rsidR="00814C1F" w:rsidRPr="00425406" w:rsidRDefault="00814C1F" w:rsidP="00D5769C">
      <w:pPr>
        <w:widowControl w:val="0"/>
        <w:autoSpaceDE w:val="0"/>
        <w:autoSpaceDN w:val="0"/>
        <w:jc w:val="right"/>
      </w:pPr>
      <w:r w:rsidRPr="00425406">
        <w:t xml:space="preserve">Таблица 1.1.5.  Расчетные показатели объектов, относящихся </w:t>
      </w:r>
    </w:p>
    <w:p w:rsidR="00814C1F" w:rsidRPr="00425406" w:rsidRDefault="00814C1F" w:rsidP="00D5769C">
      <w:pPr>
        <w:widowControl w:val="0"/>
        <w:autoSpaceDE w:val="0"/>
        <w:autoSpaceDN w:val="0"/>
        <w:jc w:val="right"/>
        <w:rPr>
          <w:sz w:val="10"/>
          <w:szCs w:val="10"/>
        </w:rPr>
      </w:pPr>
      <w:r w:rsidRPr="00425406">
        <w:t>к области газоснабжения</w:t>
      </w:r>
    </w:p>
    <w:p w:rsidR="00814C1F" w:rsidRPr="00425406" w:rsidRDefault="00814C1F" w:rsidP="00D5769C">
      <w:pPr>
        <w:widowControl w:val="0"/>
        <w:autoSpaceDE w:val="0"/>
        <w:autoSpaceDN w:val="0"/>
        <w:jc w:val="right"/>
        <w:rPr>
          <w:sz w:val="10"/>
          <w:szCs w:val="10"/>
        </w:rPr>
      </w:pPr>
    </w:p>
    <w:tbl>
      <w:tblPr>
        <w:tblW w:w="4946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8"/>
        <w:gridCol w:w="3597"/>
        <w:gridCol w:w="3242"/>
      </w:tblGrid>
      <w:tr w:rsidR="00814C1F" w:rsidRPr="00425406" w:rsidTr="00A7392F">
        <w:trPr>
          <w:trHeight w:val="983"/>
          <w:tblHeader/>
        </w:trPr>
        <w:tc>
          <w:tcPr>
            <w:tcW w:w="1388" w:type="pct"/>
            <w:vAlign w:val="center"/>
          </w:tcPr>
          <w:p w:rsidR="00814C1F" w:rsidRPr="00425406" w:rsidRDefault="00814C1F" w:rsidP="00260D52">
            <w:pPr>
              <w:jc w:val="center"/>
              <w:rPr>
                <w:bCs/>
              </w:rPr>
            </w:pPr>
            <w:r w:rsidRPr="00425406">
              <w:rPr>
                <w:b/>
                <w:spacing w:val="-6"/>
                <w:sz w:val="22"/>
                <w:szCs w:val="22"/>
              </w:rPr>
              <w:t>Наименование вида объекта</w:t>
            </w:r>
          </w:p>
        </w:tc>
        <w:tc>
          <w:tcPr>
            <w:tcW w:w="1900" w:type="pct"/>
            <w:vAlign w:val="center"/>
          </w:tcPr>
          <w:p w:rsidR="00814C1F" w:rsidRPr="00425406" w:rsidRDefault="00814C1F" w:rsidP="00260D52">
            <w:pPr>
              <w:jc w:val="center"/>
              <w:rPr>
                <w:bCs/>
              </w:rPr>
            </w:pPr>
            <w:r w:rsidRPr="00425406">
              <w:rPr>
                <w:b/>
                <w:spacing w:val="-6"/>
                <w:sz w:val="22"/>
                <w:szCs w:val="22"/>
              </w:rPr>
              <w:t>Степень благоустройства застройки</w:t>
            </w:r>
          </w:p>
        </w:tc>
        <w:tc>
          <w:tcPr>
            <w:tcW w:w="1712" w:type="pct"/>
            <w:vAlign w:val="center"/>
          </w:tcPr>
          <w:p w:rsidR="00814C1F" w:rsidRPr="00425406" w:rsidRDefault="00814C1F" w:rsidP="00260D52">
            <w:pPr>
              <w:jc w:val="center"/>
              <w:rPr>
                <w:bCs/>
              </w:rPr>
            </w:pPr>
            <w:r w:rsidRPr="00425406">
              <w:rPr>
                <w:b/>
                <w:spacing w:val="-6"/>
                <w:sz w:val="22"/>
                <w:szCs w:val="22"/>
              </w:rPr>
              <w:t>Значение расчетного показателя</w:t>
            </w:r>
          </w:p>
        </w:tc>
      </w:tr>
      <w:tr w:rsidR="00814C1F" w:rsidRPr="00425406" w:rsidTr="00A7392F">
        <w:trPr>
          <w:trHeight w:val="220"/>
        </w:trPr>
        <w:tc>
          <w:tcPr>
            <w:tcW w:w="1388" w:type="pct"/>
            <w:vMerge w:val="restart"/>
            <w:vAlign w:val="center"/>
          </w:tcPr>
          <w:p w:rsidR="00814C1F" w:rsidRPr="00425406" w:rsidRDefault="00814C1F" w:rsidP="005E340B">
            <w:r w:rsidRPr="00425406">
              <w:rPr>
                <w:sz w:val="22"/>
                <w:szCs w:val="22"/>
              </w:rPr>
              <w:t>Комплекс сооружений газоснабжения</w:t>
            </w:r>
          </w:p>
        </w:tc>
        <w:tc>
          <w:tcPr>
            <w:tcW w:w="19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C1F" w:rsidRPr="00425406" w:rsidRDefault="00814C1F" w:rsidP="005E340B">
            <w:r w:rsidRPr="00425406">
              <w:rPr>
                <w:sz w:val="22"/>
                <w:szCs w:val="22"/>
              </w:rPr>
              <w:t>Централизованное горячее водоснабжение</w:t>
            </w:r>
          </w:p>
        </w:tc>
        <w:tc>
          <w:tcPr>
            <w:tcW w:w="1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C1F" w:rsidRPr="00425406" w:rsidRDefault="00814C1F" w:rsidP="005E340B">
            <w:pPr>
              <w:jc w:val="center"/>
            </w:pPr>
            <w:r w:rsidRPr="00425406">
              <w:rPr>
                <w:sz w:val="22"/>
                <w:szCs w:val="22"/>
              </w:rPr>
              <w:t>120 м</w:t>
            </w:r>
            <w:r w:rsidRPr="00425406">
              <w:rPr>
                <w:sz w:val="22"/>
                <w:szCs w:val="22"/>
                <w:vertAlign w:val="superscript"/>
              </w:rPr>
              <w:t>3</w:t>
            </w:r>
            <w:r w:rsidRPr="00425406">
              <w:rPr>
                <w:sz w:val="22"/>
                <w:szCs w:val="22"/>
              </w:rPr>
              <w:t>/год на 1 чел.</w:t>
            </w:r>
          </w:p>
        </w:tc>
      </w:tr>
      <w:tr w:rsidR="00814C1F" w:rsidRPr="00425406" w:rsidTr="00A7392F">
        <w:trPr>
          <w:trHeight w:val="209"/>
        </w:trPr>
        <w:tc>
          <w:tcPr>
            <w:tcW w:w="1388" w:type="pct"/>
            <w:vMerge/>
            <w:vAlign w:val="center"/>
          </w:tcPr>
          <w:p w:rsidR="00814C1F" w:rsidRPr="00425406" w:rsidRDefault="00814C1F" w:rsidP="005E340B"/>
        </w:tc>
        <w:tc>
          <w:tcPr>
            <w:tcW w:w="19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C1F" w:rsidRPr="00425406" w:rsidRDefault="00814C1F" w:rsidP="005E340B">
            <w:r w:rsidRPr="00425406">
              <w:rPr>
                <w:sz w:val="22"/>
                <w:szCs w:val="22"/>
              </w:rPr>
              <w:t>Горячее водоснабжение от газовых водонагревателей</w:t>
            </w:r>
          </w:p>
        </w:tc>
        <w:tc>
          <w:tcPr>
            <w:tcW w:w="1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C1F" w:rsidRPr="00425406" w:rsidRDefault="00814C1F" w:rsidP="005E340B">
            <w:pPr>
              <w:jc w:val="center"/>
            </w:pPr>
            <w:r w:rsidRPr="00425406">
              <w:rPr>
                <w:sz w:val="22"/>
                <w:szCs w:val="22"/>
              </w:rPr>
              <w:t>300 м</w:t>
            </w:r>
            <w:r w:rsidRPr="00425406">
              <w:rPr>
                <w:sz w:val="22"/>
                <w:szCs w:val="22"/>
                <w:vertAlign w:val="superscript"/>
              </w:rPr>
              <w:t>3</w:t>
            </w:r>
            <w:r w:rsidRPr="00425406">
              <w:rPr>
                <w:sz w:val="22"/>
                <w:szCs w:val="22"/>
              </w:rPr>
              <w:t>/год на 1 чел.</w:t>
            </w:r>
          </w:p>
        </w:tc>
      </w:tr>
      <w:tr w:rsidR="00814C1F" w:rsidRPr="00425406" w:rsidTr="00A7392F">
        <w:trPr>
          <w:trHeight w:val="90"/>
        </w:trPr>
        <w:tc>
          <w:tcPr>
            <w:tcW w:w="1388" w:type="pct"/>
            <w:vMerge/>
            <w:vAlign w:val="center"/>
          </w:tcPr>
          <w:p w:rsidR="00814C1F" w:rsidRPr="00425406" w:rsidRDefault="00814C1F" w:rsidP="005E340B"/>
        </w:tc>
        <w:tc>
          <w:tcPr>
            <w:tcW w:w="19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C1F" w:rsidRPr="00425406" w:rsidRDefault="00814C1F" w:rsidP="005E340B">
            <w:r w:rsidRPr="00425406">
              <w:rPr>
                <w:sz w:val="22"/>
                <w:szCs w:val="22"/>
              </w:rPr>
              <w:t>Отсутствие всяких видов горячего водоснабжения</w:t>
            </w:r>
          </w:p>
        </w:tc>
        <w:tc>
          <w:tcPr>
            <w:tcW w:w="1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4C1F" w:rsidRPr="00425406" w:rsidRDefault="00814C1F" w:rsidP="005E340B">
            <w:pPr>
              <w:jc w:val="center"/>
            </w:pPr>
            <w:r w:rsidRPr="00425406">
              <w:rPr>
                <w:sz w:val="22"/>
                <w:szCs w:val="22"/>
              </w:rPr>
              <w:t>180 м</w:t>
            </w:r>
            <w:r w:rsidRPr="00425406">
              <w:rPr>
                <w:sz w:val="22"/>
                <w:szCs w:val="22"/>
                <w:vertAlign w:val="superscript"/>
              </w:rPr>
              <w:t>3</w:t>
            </w:r>
            <w:r w:rsidRPr="00425406">
              <w:rPr>
                <w:sz w:val="22"/>
                <w:szCs w:val="22"/>
              </w:rPr>
              <w:t>/год на 1 чел.</w:t>
            </w:r>
          </w:p>
        </w:tc>
      </w:tr>
    </w:tbl>
    <w:p w:rsidR="00814C1F" w:rsidRPr="00425406" w:rsidRDefault="00814C1F" w:rsidP="00D5769C">
      <w:pPr>
        <w:spacing w:before="100" w:beforeAutospacing="1" w:line="23" w:lineRule="atLeast"/>
        <w:ind w:firstLine="851"/>
        <w:contextualSpacing/>
        <w:jc w:val="both"/>
      </w:pPr>
    </w:p>
    <w:p w:rsidR="00814C1F" w:rsidRPr="00425406" w:rsidRDefault="00814C1F" w:rsidP="00D5769C">
      <w:pPr>
        <w:spacing w:before="100" w:beforeAutospacing="1" w:line="23" w:lineRule="atLeast"/>
        <w:ind w:firstLine="851"/>
        <w:contextualSpacing/>
        <w:jc w:val="both"/>
      </w:pPr>
      <w:r w:rsidRPr="00425406">
        <w:t>Примечание: показатели максимально допустимого уровня территориальной доступности объектов не нормируется.</w:t>
      </w:r>
    </w:p>
    <w:p w:rsidR="00814C1F" w:rsidRPr="00425406" w:rsidRDefault="00814C1F" w:rsidP="00F562A8">
      <w:pPr>
        <w:widowControl w:val="0"/>
        <w:autoSpaceDE w:val="0"/>
        <w:autoSpaceDN w:val="0"/>
        <w:rPr>
          <w:b/>
        </w:rPr>
      </w:pPr>
    </w:p>
    <w:p w:rsidR="00814C1F" w:rsidRPr="00425406" w:rsidRDefault="00814C1F" w:rsidP="00F562A8">
      <w:pPr>
        <w:widowControl w:val="0"/>
        <w:autoSpaceDE w:val="0"/>
        <w:autoSpaceDN w:val="0"/>
        <w:rPr>
          <w:b/>
          <w:sz w:val="10"/>
          <w:szCs w:val="10"/>
        </w:rPr>
      </w:pPr>
    </w:p>
    <w:p w:rsidR="00814C1F" w:rsidRPr="00425406" w:rsidRDefault="00814C1F" w:rsidP="00F562A8">
      <w:pPr>
        <w:widowControl w:val="0"/>
        <w:autoSpaceDE w:val="0"/>
        <w:autoSpaceDN w:val="0"/>
        <w:rPr>
          <w:b/>
          <w:sz w:val="10"/>
          <w:szCs w:val="10"/>
        </w:rPr>
      </w:pPr>
    </w:p>
    <w:p w:rsidR="00814C1F" w:rsidRPr="00425406" w:rsidRDefault="00814C1F" w:rsidP="00F562A8">
      <w:pPr>
        <w:widowControl w:val="0"/>
        <w:autoSpaceDE w:val="0"/>
        <w:autoSpaceDN w:val="0"/>
        <w:rPr>
          <w:b/>
          <w:sz w:val="10"/>
          <w:szCs w:val="10"/>
        </w:rPr>
      </w:pPr>
    </w:p>
    <w:tbl>
      <w:tblPr>
        <w:tblW w:w="0" w:type="auto"/>
        <w:tblInd w:w="108" w:type="dxa"/>
        <w:tblLook w:val="00A0"/>
      </w:tblPr>
      <w:tblGrid>
        <w:gridCol w:w="567"/>
        <w:gridCol w:w="8789"/>
      </w:tblGrid>
      <w:tr w:rsidR="00814C1F" w:rsidRPr="00425406" w:rsidTr="005667EA">
        <w:tc>
          <w:tcPr>
            <w:tcW w:w="567" w:type="dxa"/>
          </w:tcPr>
          <w:p w:rsidR="00814C1F" w:rsidRPr="00425406" w:rsidRDefault="00814C1F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789" w:type="dxa"/>
          </w:tcPr>
          <w:p w:rsidR="00814C1F" w:rsidRPr="00425406" w:rsidRDefault="00814C1F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814C1F" w:rsidRPr="00425406" w:rsidTr="005667EA">
        <w:tc>
          <w:tcPr>
            <w:tcW w:w="9356" w:type="dxa"/>
            <w:gridSpan w:val="2"/>
          </w:tcPr>
          <w:p w:rsidR="00814C1F" w:rsidRPr="00425406" w:rsidRDefault="00814C1F" w:rsidP="005667EA">
            <w:pPr>
              <w:autoSpaceDE w:val="0"/>
              <w:jc w:val="both"/>
              <w:rPr>
                <w:b/>
              </w:rPr>
            </w:pPr>
            <w:r w:rsidRPr="00425406">
              <w:rPr>
                <w:b/>
              </w:rPr>
              <w:t xml:space="preserve">1.2 Расчётные показатели минимально допустимого уровня обеспеченности объектами местного значения в области автомобильных дорог и транспортного обслуживания и показатели максимально допустимого уровня территориальной доступности таких объектов для населения </w:t>
            </w:r>
            <w:r w:rsidRPr="00425406">
              <w:rPr>
                <w:b/>
                <w:szCs w:val="28"/>
                <w:lang w:eastAsia="en-US"/>
              </w:rPr>
              <w:t>Пионерского сельского поселения Елизовского района Камчатского края</w:t>
            </w:r>
          </w:p>
        </w:tc>
      </w:tr>
    </w:tbl>
    <w:p w:rsidR="00814C1F" w:rsidRPr="00425406" w:rsidRDefault="00814C1F" w:rsidP="007F0F9F">
      <w:pPr>
        <w:autoSpaceDE w:val="0"/>
        <w:ind w:firstLine="851"/>
        <w:jc w:val="both"/>
        <w:rPr>
          <w:rFonts w:eastAsia="TimesNewRomanPSMT"/>
          <w:sz w:val="10"/>
          <w:szCs w:val="10"/>
        </w:rPr>
      </w:pPr>
    </w:p>
    <w:p w:rsidR="00814C1F" w:rsidRPr="00425406" w:rsidRDefault="00814C1F" w:rsidP="007F0F9F">
      <w:pPr>
        <w:autoSpaceDE w:val="0"/>
        <w:ind w:firstLine="851"/>
        <w:jc w:val="both"/>
        <w:rPr>
          <w:rFonts w:eastAsia="TimesNewRomanPSMT"/>
        </w:rPr>
      </w:pPr>
      <w:r w:rsidRPr="00425406">
        <w:rPr>
          <w:rFonts w:eastAsia="TimesNewRomanPSMT"/>
        </w:rPr>
        <w:t xml:space="preserve">Расчетные показатели для объектов местного значения в области автомобильных дорог и транспортного обслуживания установлены в соответствии с индивидуальными особенностями пространственной организации МО. Расчетные показатели минимально допустимого уровня обеспеченности объектами местного значения представлены в таблицах 1.2.1- 1.2.4. </w:t>
      </w:r>
    </w:p>
    <w:p w:rsidR="00814C1F" w:rsidRPr="00425406" w:rsidRDefault="00814C1F" w:rsidP="00C128B3">
      <w:pPr>
        <w:autoSpaceDE w:val="0"/>
        <w:spacing w:line="276" w:lineRule="auto"/>
        <w:ind w:firstLine="851"/>
        <w:jc w:val="both"/>
        <w:rPr>
          <w:rFonts w:eastAsia="TimesNewRomanPSMT"/>
        </w:rPr>
      </w:pPr>
    </w:p>
    <w:p w:rsidR="00814C1F" w:rsidRPr="00425406" w:rsidRDefault="00814C1F" w:rsidP="00783CAD">
      <w:pPr>
        <w:autoSpaceDE w:val="0"/>
        <w:spacing w:line="276" w:lineRule="auto"/>
        <w:ind w:firstLine="851"/>
        <w:jc w:val="right"/>
        <w:rPr>
          <w:rFonts w:eastAsia="TimesNewRomanPSMT"/>
          <w:sz w:val="10"/>
          <w:szCs w:val="10"/>
        </w:rPr>
      </w:pPr>
      <w:r w:rsidRPr="00425406">
        <w:rPr>
          <w:rFonts w:eastAsia="TimesNewRomanPSMT"/>
        </w:rPr>
        <w:t>Таблица 1.2.1.Расчетные показатели для объектов в области автомобильных дорог местного значения в границах населенных пунктов</w:t>
      </w:r>
    </w:p>
    <w:p w:rsidR="00814C1F" w:rsidRPr="00425406" w:rsidRDefault="00814C1F" w:rsidP="00783CAD">
      <w:pPr>
        <w:autoSpaceDE w:val="0"/>
        <w:spacing w:line="276" w:lineRule="auto"/>
        <w:ind w:firstLine="851"/>
        <w:jc w:val="right"/>
        <w:rPr>
          <w:rFonts w:eastAsia="TimesNewRomanPSMT"/>
          <w:sz w:val="10"/>
          <w:szCs w:val="1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2"/>
        <w:gridCol w:w="3184"/>
        <w:gridCol w:w="4439"/>
        <w:gridCol w:w="1379"/>
      </w:tblGrid>
      <w:tr w:rsidR="00814C1F" w:rsidRPr="00425406" w:rsidTr="00DB5A98">
        <w:trPr>
          <w:cantSplit/>
          <w:trHeight w:val="342"/>
          <w:tblHeader/>
          <w:jc w:val="center"/>
        </w:trPr>
        <w:tc>
          <w:tcPr>
            <w:tcW w:w="259" w:type="pct"/>
            <w:vMerge w:val="restart"/>
            <w:shd w:val="clear" w:color="auto" w:fill="FFFFFF"/>
            <w:vAlign w:val="center"/>
          </w:tcPr>
          <w:p w:rsidR="00814C1F" w:rsidRPr="00425406" w:rsidRDefault="00814C1F" w:rsidP="00783CAD">
            <w:pPr>
              <w:jc w:val="center"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 xml:space="preserve">№   </w:t>
            </w:r>
            <w:r w:rsidRPr="00425406">
              <w:rPr>
                <w:b/>
                <w:sz w:val="22"/>
                <w:szCs w:val="22"/>
              </w:rPr>
              <w:br/>
            </w:r>
          </w:p>
        </w:tc>
        <w:tc>
          <w:tcPr>
            <w:tcW w:w="1677" w:type="pct"/>
            <w:vMerge w:val="restart"/>
            <w:shd w:val="clear" w:color="auto" w:fill="FFFFFF"/>
            <w:vAlign w:val="center"/>
          </w:tcPr>
          <w:p w:rsidR="00814C1F" w:rsidRPr="00425406" w:rsidRDefault="00814C1F" w:rsidP="00783CAD">
            <w:pPr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3064" w:type="pct"/>
            <w:gridSpan w:val="2"/>
            <w:shd w:val="clear" w:color="auto" w:fill="FFFFFF"/>
            <w:vAlign w:val="center"/>
          </w:tcPr>
          <w:p w:rsidR="00814C1F" w:rsidRPr="00425406" w:rsidRDefault="00814C1F" w:rsidP="00783CAD">
            <w:pPr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 xml:space="preserve">Показатель минимально допустимого уровня </w:t>
            </w:r>
          </w:p>
          <w:p w:rsidR="00814C1F" w:rsidRPr="00425406" w:rsidRDefault="00814C1F" w:rsidP="00783CAD">
            <w:pPr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обеспеченности</w:t>
            </w:r>
          </w:p>
        </w:tc>
      </w:tr>
      <w:tr w:rsidR="00814C1F" w:rsidRPr="00425406" w:rsidTr="00DB5A98">
        <w:trPr>
          <w:cantSplit/>
          <w:trHeight w:val="342"/>
          <w:tblHeader/>
          <w:jc w:val="center"/>
        </w:trPr>
        <w:tc>
          <w:tcPr>
            <w:tcW w:w="259" w:type="pct"/>
            <w:vMerge/>
            <w:shd w:val="clear" w:color="auto" w:fill="FFFFFF"/>
            <w:vAlign w:val="center"/>
          </w:tcPr>
          <w:p w:rsidR="00814C1F" w:rsidRPr="00425406" w:rsidRDefault="00814C1F" w:rsidP="00783CAD">
            <w:pPr>
              <w:jc w:val="center"/>
              <w:rPr>
                <w:b/>
              </w:rPr>
            </w:pPr>
          </w:p>
        </w:tc>
        <w:tc>
          <w:tcPr>
            <w:tcW w:w="1677" w:type="pct"/>
            <w:vMerge/>
            <w:shd w:val="clear" w:color="auto" w:fill="FFFFFF"/>
            <w:vAlign w:val="center"/>
          </w:tcPr>
          <w:p w:rsidR="00814C1F" w:rsidRPr="00425406" w:rsidRDefault="00814C1F" w:rsidP="00783C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38" w:type="pct"/>
            <w:shd w:val="clear" w:color="auto" w:fill="FFFFFF"/>
            <w:vAlign w:val="center"/>
          </w:tcPr>
          <w:p w:rsidR="00814C1F" w:rsidRPr="00425406" w:rsidRDefault="00814C1F" w:rsidP="00783CAD">
            <w:pPr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726" w:type="pct"/>
            <w:shd w:val="clear" w:color="auto" w:fill="FFFFFF"/>
            <w:vAlign w:val="center"/>
          </w:tcPr>
          <w:p w:rsidR="00814C1F" w:rsidRPr="00425406" w:rsidRDefault="00814C1F" w:rsidP="00783CAD">
            <w:pPr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Величина</w:t>
            </w:r>
          </w:p>
        </w:tc>
      </w:tr>
      <w:tr w:rsidR="00814C1F" w:rsidRPr="00425406" w:rsidTr="00DB5A98">
        <w:trPr>
          <w:cantSplit/>
          <w:trHeight w:val="649"/>
          <w:jc w:val="center"/>
        </w:trPr>
        <w:tc>
          <w:tcPr>
            <w:tcW w:w="259" w:type="pct"/>
            <w:vAlign w:val="center"/>
          </w:tcPr>
          <w:p w:rsidR="00814C1F" w:rsidRPr="00425406" w:rsidRDefault="00814C1F" w:rsidP="00783CAD">
            <w:pPr>
              <w:jc w:val="center"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677" w:type="pct"/>
            <w:vAlign w:val="center"/>
          </w:tcPr>
          <w:p w:rsidR="00814C1F" w:rsidRPr="00425406" w:rsidRDefault="00814C1F" w:rsidP="00783CAD">
            <w:r w:rsidRPr="00425406">
              <w:rPr>
                <w:sz w:val="22"/>
              </w:rPr>
              <w:t>Улично-дорожная сеть</w:t>
            </w:r>
          </w:p>
        </w:tc>
        <w:tc>
          <w:tcPr>
            <w:tcW w:w="2338" w:type="pct"/>
            <w:vAlign w:val="center"/>
          </w:tcPr>
          <w:p w:rsidR="00814C1F" w:rsidRPr="00425406" w:rsidRDefault="00814C1F" w:rsidP="0019308A">
            <w:pPr>
              <w:jc w:val="center"/>
            </w:pPr>
            <w:r w:rsidRPr="00425406">
              <w:rPr>
                <w:sz w:val="22"/>
                <w:szCs w:val="28"/>
              </w:rPr>
              <w:t>плотность сети, км/км</w:t>
            </w:r>
            <w:r w:rsidRPr="00425406">
              <w:rPr>
                <w:sz w:val="22"/>
                <w:szCs w:val="28"/>
                <w:vertAlign w:val="superscript"/>
              </w:rPr>
              <w:t>2</w:t>
            </w:r>
          </w:p>
        </w:tc>
        <w:tc>
          <w:tcPr>
            <w:tcW w:w="726" w:type="pct"/>
            <w:vAlign w:val="center"/>
          </w:tcPr>
          <w:p w:rsidR="00814C1F" w:rsidRPr="00425406" w:rsidRDefault="00814C1F" w:rsidP="00783CAD">
            <w:pPr>
              <w:jc w:val="center"/>
              <w:rPr>
                <w:highlight w:val="yellow"/>
              </w:rPr>
            </w:pPr>
            <w:r w:rsidRPr="00425406">
              <w:rPr>
                <w:sz w:val="22"/>
              </w:rPr>
              <w:t>0,25</w:t>
            </w:r>
          </w:p>
        </w:tc>
      </w:tr>
      <w:tr w:rsidR="00814C1F" w:rsidRPr="00425406" w:rsidTr="00DB5A98">
        <w:trPr>
          <w:cantSplit/>
          <w:trHeight w:val="877"/>
          <w:jc w:val="center"/>
        </w:trPr>
        <w:tc>
          <w:tcPr>
            <w:tcW w:w="259" w:type="pct"/>
            <w:vAlign w:val="center"/>
          </w:tcPr>
          <w:p w:rsidR="00814C1F" w:rsidRPr="00425406" w:rsidRDefault="00814C1F" w:rsidP="00783CAD">
            <w:pPr>
              <w:jc w:val="center"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677" w:type="pct"/>
            <w:vAlign w:val="center"/>
          </w:tcPr>
          <w:p w:rsidR="00814C1F" w:rsidRPr="00425406" w:rsidRDefault="00814C1F" w:rsidP="00783CAD">
            <w:r w:rsidRPr="00425406">
              <w:rPr>
                <w:sz w:val="22"/>
                <w:szCs w:val="22"/>
              </w:rPr>
              <w:t>Автозаправочные станции</w:t>
            </w:r>
          </w:p>
        </w:tc>
        <w:tc>
          <w:tcPr>
            <w:tcW w:w="2338" w:type="pct"/>
            <w:vAlign w:val="center"/>
          </w:tcPr>
          <w:p w:rsidR="00814C1F" w:rsidRPr="00425406" w:rsidRDefault="00814C1F" w:rsidP="0019308A">
            <w:pPr>
              <w:jc w:val="center"/>
            </w:pPr>
            <w:r w:rsidRPr="00425406">
              <w:rPr>
                <w:sz w:val="22"/>
                <w:szCs w:val="22"/>
              </w:rPr>
              <w:t>количество топливораздаточных колонок на 1200 автомобилей, зарегистрированных на территории муниципального образования</w:t>
            </w:r>
          </w:p>
        </w:tc>
        <w:tc>
          <w:tcPr>
            <w:tcW w:w="726" w:type="pct"/>
            <w:vAlign w:val="center"/>
          </w:tcPr>
          <w:p w:rsidR="00814C1F" w:rsidRPr="00425406" w:rsidRDefault="00814C1F" w:rsidP="00783CAD">
            <w:pPr>
              <w:jc w:val="center"/>
              <w:rPr>
                <w:highlight w:val="yellow"/>
              </w:rPr>
            </w:pPr>
            <w:r w:rsidRPr="00425406">
              <w:rPr>
                <w:sz w:val="22"/>
                <w:szCs w:val="22"/>
              </w:rPr>
              <w:t>1</w:t>
            </w:r>
          </w:p>
        </w:tc>
      </w:tr>
      <w:tr w:rsidR="00814C1F" w:rsidRPr="00425406" w:rsidTr="00DB5A98">
        <w:trPr>
          <w:cantSplit/>
          <w:trHeight w:val="450"/>
          <w:jc w:val="center"/>
        </w:trPr>
        <w:tc>
          <w:tcPr>
            <w:tcW w:w="259" w:type="pct"/>
            <w:vAlign w:val="center"/>
          </w:tcPr>
          <w:p w:rsidR="00814C1F" w:rsidRPr="00425406" w:rsidRDefault="00814C1F" w:rsidP="00783CAD">
            <w:pPr>
              <w:jc w:val="center"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677" w:type="pct"/>
            <w:vAlign w:val="center"/>
          </w:tcPr>
          <w:p w:rsidR="00814C1F" w:rsidRPr="00425406" w:rsidRDefault="00814C1F" w:rsidP="00783CAD">
            <w:r w:rsidRPr="00425406">
              <w:rPr>
                <w:sz w:val="22"/>
                <w:szCs w:val="22"/>
              </w:rPr>
              <w:t>Станции технического обслуживания автомобилей</w:t>
            </w:r>
          </w:p>
        </w:tc>
        <w:tc>
          <w:tcPr>
            <w:tcW w:w="2338" w:type="pct"/>
            <w:vAlign w:val="center"/>
          </w:tcPr>
          <w:p w:rsidR="00814C1F" w:rsidRPr="00425406" w:rsidRDefault="00814C1F" w:rsidP="00733881">
            <w:pPr>
              <w:jc w:val="center"/>
            </w:pPr>
            <w:r w:rsidRPr="00425406">
              <w:rPr>
                <w:sz w:val="22"/>
                <w:szCs w:val="22"/>
              </w:rPr>
              <w:t>количество постов на станции технического обслуживания на 200 автомобилей, зарегистрированных на территории муниципального образования</w:t>
            </w:r>
          </w:p>
        </w:tc>
        <w:tc>
          <w:tcPr>
            <w:tcW w:w="726" w:type="pct"/>
            <w:vAlign w:val="center"/>
          </w:tcPr>
          <w:p w:rsidR="00814C1F" w:rsidRPr="00425406" w:rsidRDefault="00814C1F" w:rsidP="00783CAD">
            <w:pPr>
              <w:jc w:val="center"/>
            </w:pPr>
            <w:r w:rsidRPr="00425406">
              <w:rPr>
                <w:sz w:val="22"/>
                <w:szCs w:val="22"/>
              </w:rPr>
              <w:t>1</w:t>
            </w:r>
          </w:p>
        </w:tc>
      </w:tr>
    </w:tbl>
    <w:p w:rsidR="00814C1F" w:rsidRPr="00425406" w:rsidRDefault="00814C1F" w:rsidP="00B4691B">
      <w:pPr>
        <w:spacing w:before="100" w:beforeAutospacing="1" w:line="23" w:lineRule="atLeast"/>
        <w:ind w:firstLine="851"/>
        <w:contextualSpacing/>
        <w:jc w:val="both"/>
        <w:rPr>
          <w:sz w:val="10"/>
          <w:szCs w:val="10"/>
        </w:rPr>
      </w:pPr>
    </w:p>
    <w:p w:rsidR="00814C1F" w:rsidRPr="00425406" w:rsidRDefault="00814C1F" w:rsidP="00B4691B">
      <w:pPr>
        <w:spacing w:before="100" w:beforeAutospacing="1" w:line="23" w:lineRule="atLeast"/>
        <w:ind w:firstLine="851"/>
        <w:contextualSpacing/>
        <w:jc w:val="both"/>
      </w:pPr>
      <w:r w:rsidRPr="00425406">
        <w:t xml:space="preserve">Примечание: </w:t>
      </w:r>
    </w:p>
    <w:p w:rsidR="00814C1F" w:rsidRPr="00425406" w:rsidRDefault="00814C1F" w:rsidP="00B4691B">
      <w:pPr>
        <w:spacing w:before="100" w:beforeAutospacing="1" w:line="23" w:lineRule="atLeast"/>
        <w:ind w:firstLine="851"/>
        <w:contextualSpacing/>
        <w:jc w:val="both"/>
      </w:pPr>
      <w:r w:rsidRPr="00425406">
        <w:t>1.Показатели максимально допустимого уровня территориальной доступности объектов не нормируется.</w:t>
      </w:r>
    </w:p>
    <w:p w:rsidR="00814C1F" w:rsidRPr="00425406" w:rsidRDefault="00814C1F" w:rsidP="00B4691B">
      <w:pPr>
        <w:spacing w:before="100" w:beforeAutospacing="1" w:line="23" w:lineRule="atLeast"/>
        <w:ind w:firstLine="851"/>
        <w:contextualSpacing/>
        <w:jc w:val="both"/>
      </w:pPr>
      <w:r w:rsidRPr="00425406">
        <w:t>2. Потребность в участках АЗС следует принимать в соответствии с п. 11.41. СП 42.13330.2016. «Градостроительство. Планировка и застройка городских и сельских поселений» Актуализированная редакция СНиП 2.07.01-89*(утв. Приказом Минрегиона РФ от 28.12.2010 N820).</w:t>
      </w:r>
    </w:p>
    <w:p w:rsidR="00814C1F" w:rsidRPr="00425406" w:rsidRDefault="00814C1F" w:rsidP="000D7909">
      <w:pPr>
        <w:spacing w:before="100" w:beforeAutospacing="1" w:line="23" w:lineRule="atLeast"/>
        <w:ind w:firstLine="851"/>
        <w:contextualSpacing/>
        <w:jc w:val="both"/>
      </w:pPr>
      <w:r w:rsidRPr="00425406">
        <w:t>3. Потребность в участках станций технического обслуживания автомобилей следует принимать в соответствии с п. 11.40. СП 42.13330.2016. «Градостроительство. Планировка и застройка городских и сельских поселений» Актуализированная редакция СниП 2.07.01-89*(утв. Приказом Минрегиона РФ от 28.12.2010 N820).</w:t>
      </w:r>
    </w:p>
    <w:p w:rsidR="00814C1F" w:rsidRPr="00425406" w:rsidRDefault="00814C1F" w:rsidP="000D7909">
      <w:pPr>
        <w:spacing w:before="100" w:beforeAutospacing="1" w:line="23" w:lineRule="atLeast"/>
        <w:ind w:firstLine="851"/>
        <w:contextualSpacing/>
        <w:jc w:val="both"/>
      </w:pPr>
    </w:p>
    <w:p w:rsidR="00814C1F" w:rsidRPr="00425406" w:rsidRDefault="00814C1F" w:rsidP="0008357D">
      <w:pPr>
        <w:spacing w:before="100" w:beforeAutospacing="1" w:line="23" w:lineRule="atLeast"/>
        <w:ind w:firstLine="851"/>
        <w:contextualSpacing/>
        <w:jc w:val="right"/>
      </w:pPr>
      <w:r w:rsidRPr="00425406">
        <w:t xml:space="preserve">Таблица 1.2.2. Расчетные показатели объектов местного значения поселения в области транспортного обслуживания населения </w:t>
      </w:r>
    </w:p>
    <w:p w:rsidR="00814C1F" w:rsidRPr="00425406" w:rsidRDefault="00814C1F" w:rsidP="00B4691B">
      <w:pPr>
        <w:spacing w:before="100" w:beforeAutospacing="1" w:line="23" w:lineRule="atLeast"/>
        <w:ind w:firstLine="851"/>
        <w:contextualSpacing/>
        <w:jc w:val="both"/>
        <w:rPr>
          <w:sz w:val="10"/>
          <w:szCs w:val="10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033"/>
        <w:gridCol w:w="1485"/>
        <w:gridCol w:w="1440"/>
        <w:gridCol w:w="1395"/>
        <w:gridCol w:w="1440"/>
      </w:tblGrid>
      <w:tr w:rsidR="00814C1F" w:rsidRPr="00425406" w:rsidTr="00A7392F">
        <w:trPr>
          <w:trHeight w:val="778"/>
          <w:tblHeader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25406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033" w:type="dxa"/>
            <w:vMerge w:val="restart"/>
            <w:shd w:val="clear" w:color="auto" w:fill="FFFFFF"/>
            <w:vAlign w:val="center"/>
          </w:tcPr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 xml:space="preserve">Наименование </w:t>
            </w:r>
          </w:p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объекта</w:t>
            </w:r>
          </w:p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925" w:type="dxa"/>
            <w:gridSpan w:val="2"/>
            <w:shd w:val="clear" w:color="auto" w:fill="FFFFFF"/>
            <w:vAlign w:val="center"/>
          </w:tcPr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 xml:space="preserve">Минимально допустимый </w:t>
            </w:r>
          </w:p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уровень обеспеченности</w:t>
            </w:r>
          </w:p>
        </w:tc>
        <w:tc>
          <w:tcPr>
            <w:tcW w:w="2835" w:type="dxa"/>
            <w:gridSpan w:val="2"/>
            <w:shd w:val="clear" w:color="auto" w:fill="FFFFFF"/>
            <w:vAlign w:val="center"/>
          </w:tcPr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Максимально допустимый уровень территориальной доступности</w:t>
            </w:r>
          </w:p>
        </w:tc>
      </w:tr>
      <w:tr w:rsidR="00814C1F" w:rsidRPr="00425406" w:rsidTr="00A7392F">
        <w:trPr>
          <w:trHeight w:val="505"/>
          <w:tblHeader/>
        </w:trPr>
        <w:tc>
          <w:tcPr>
            <w:tcW w:w="567" w:type="dxa"/>
            <w:vMerge/>
            <w:vAlign w:val="center"/>
          </w:tcPr>
          <w:p w:rsidR="00814C1F" w:rsidRPr="00425406" w:rsidRDefault="00814C1F" w:rsidP="00667428">
            <w:pPr>
              <w:rPr>
                <w:b/>
                <w:lang w:eastAsia="en-US"/>
              </w:rPr>
            </w:pPr>
          </w:p>
        </w:tc>
        <w:tc>
          <w:tcPr>
            <w:tcW w:w="3033" w:type="dxa"/>
            <w:vMerge/>
            <w:vAlign w:val="center"/>
          </w:tcPr>
          <w:p w:rsidR="00814C1F" w:rsidRPr="00425406" w:rsidRDefault="00814C1F" w:rsidP="0066742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85" w:type="dxa"/>
            <w:shd w:val="clear" w:color="auto" w:fill="FFFFFF"/>
            <w:vAlign w:val="center"/>
          </w:tcPr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 xml:space="preserve">Единица </w:t>
            </w:r>
          </w:p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измерения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Величина</w:t>
            </w:r>
          </w:p>
        </w:tc>
        <w:tc>
          <w:tcPr>
            <w:tcW w:w="1395" w:type="dxa"/>
            <w:shd w:val="clear" w:color="auto" w:fill="FFFFFF"/>
            <w:vAlign w:val="center"/>
          </w:tcPr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 xml:space="preserve">Единица </w:t>
            </w:r>
          </w:p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измерения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Величина</w:t>
            </w:r>
          </w:p>
        </w:tc>
      </w:tr>
      <w:tr w:rsidR="00814C1F" w:rsidRPr="00425406" w:rsidTr="00A7392F">
        <w:trPr>
          <w:trHeight w:val="345"/>
        </w:trPr>
        <w:tc>
          <w:tcPr>
            <w:tcW w:w="567" w:type="dxa"/>
          </w:tcPr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25406">
              <w:rPr>
                <w:b/>
                <w:sz w:val="22"/>
                <w:szCs w:val="22"/>
                <w:lang w:val="en-US" w:eastAsia="en-US"/>
              </w:rPr>
              <w:t>1</w:t>
            </w:r>
            <w:r w:rsidRPr="00425406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033" w:type="dxa"/>
          </w:tcPr>
          <w:p w:rsidR="00814C1F" w:rsidRPr="00425406" w:rsidRDefault="00814C1F" w:rsidP="009D7487">
            <w:pPr>
              <w:tabs>
                <w:tab w:val="left" w:pos="6780"/>
              </w:tabs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Остановка общественного пассажирского транспорта</w:t>
            </w:r>
          </w:p>
        </w:tc>
        <w:tc>
          <w:tcPr>
            <w:tcW w:w="1485" w:type="dxa"/>
            <w:vAlign w:val="center"/>
          </w:tcPr>
          <w:p w:rsidR="00814C1F" w:rsidRPr="00425406" w:rsidRDefault="00814C1F" w:rsidP="0048267D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объект</w:t>
            </w:r>
          </w:p>
        </w:tc>
        <w:tc>
          <w:tcPr>
            <w:tcW w:w="1440" w:type="dxa"/>
            <w:vAlign w:val="center"/>
          </w:tcPr>
          <w:p w:rsidR="00814C1F" w:rsidRPr="00425406" w:rsidRDefault="00814C1F" w:rsidP="00667428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95" w:type="dxa"/>
            <w:vAlign w:val="center"/>
          </w:tcPr>
          <w:p w:rsidR="00814C1F" w:rsidRPr="00425406" w:rsidRDefault="00814C1F" w:rsidP="00DA6D69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440" w:type="dxa"/>
            <w:vAlign w:val="center"/>
          </w:tcPr>
          <w:p w:rsidR="00814C1F" w:rsidRPr="00425406" w:rsidRDefault="00814C1F" w:rsidP="00667428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800</w:t>
            </w:r>
          </w:p>
        </w:tc>
      </w:tr>
    </w:tbl>
    <w:p w:rsidR="00814C1F" w:rsidRPr="00425406" w:rsidRDefault="00814C1F" w:rsidP="009676DA">
      <w:pPr>
        <w:spacing w:before="100" w:beforeAutospacing="1" w:line="23" w:lineRule="atLeast"/>
        <w:ind w:firstLine="851"/>
        <w:contextualSpacing/>
        <w:jc w:val="both"/>
        <w:rPr>
          <w:sz w:val="10"/>
          <w:szCs w:val="10"/>
        </w:rPr>
      </w:pPr>
    </w:p>
    <w:p w:rsidR="00814C1F" w:rsidRPr="00425406" w:rsidRDefault="00814C1F" w:rsidP="009676DA">
      <w:pPr>
        <w:spacing w:before="100" w:beforeAutospacing="1" w:line="23" w:lineRule="atLeast"/>
        <w:ind w:firstLine="851"/>
        <w:contextualSpacing/>
        <w:jc w:val="both"/>
      </w:pPr>
      <w:r w:rsidRPr="00425406">
        <w:t xml:space="preserve">Примечание: </w:t>
      </w:r>
    </w:p>
    <w:p w:rsidR="00814C1F" w:rsidRPr="00425406" w:rsidRDefault="00814C1F" w:rsidP="009676DA">
      <w:pPr>
        <w:spacing w:before="100" w:beforeAutospacing="1" w:line="23" w:lineRule="atLeast"/>
        <w:ind w:firstLine="851"/>
        <w:contextualSpacing/>
        <w:jc w:val="both"/>
      </w:pPr>
      <w:r w:rsidRPr="00425406">
        <w:t>1. Остановки общественного транспорта рекомендовано размещать вблизи объектов социальной инфраструктуры.</w:t>
      </w:r>
    </w:p>
    <w:p w:rsidR="00814C1F" w:rsidRPr="00425406" w:rsidRDefault="00814C1F" w:rsidP="00F52787">
      <w:pPr>
        <w:spacing w:before="100" w:beforeAutospacing="1" w:line="23" w:lineRule="atLeast"/>
        <w:ind w:firstLine="851"/>
        <w:contextualSpacing/>
        <w:jc w:val="both"/>
        <w:rPr>
          <w:b/>
        </w:rPr>
      </w:pPr>
      <w:r w:rsidRPr="00425406">
        <w:rPr>
          <w:b/>
        </w:rPr>
        <w:t>Расчетные показатели для проектирования велосипедных дорожек</w:t>
      </w:r>
    </w:p>
    <w:p w:rsidR="00814C1F" w:rsidRPr="00425406" w:rsidRDefault="00814C1F" w:rsidP="00F52787">
      <w:pPr>
        <w:autoSpaceDE w:val="0"/>
        <w:spacing w:line="276" w:lineRule="auto"/>
        <w:ind w:firstLine="851"/>
        <w:jc w:val="both"/>
        <w:rPr>
          <w:rFonts w:eastAsia="TimesNewRomanPSMT"/>
        </w:rPr>
      </w:pPr>
    </w:p>
    <w:p w:rsidR="00814C1F" w:rsidRPr="00425406" w:rsidRDefault="00814C1F" w:rsidP="00F52787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425406">
        <w:rPr>
          <w:rFonts w:eastAsia="TimesNewRomanPSMT"/>
        </w:rPr>
        <w:t>В целях выполнения пункта 2 «А» части 6 Перечня поручений Президента Российской федерации от 22 ноября 2019 года № Пр-2397, обеспечить население велосипедными дорожками и полосами для велосипедистов.</w:t>
      </w:r>
    </w:p>
    <w:p w:rsidR="00814C1F" w:rsidRPr="00425406" w:rsidRDefault="00814C1F" w:rsidP="00F52787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425406">
        <w:rPr>
          <w:rFonts w:eastAsia="TimesNewRomanPSMT"/>
        </w:rPr>
        <w:t xml:space="preserve">Велосипедные и велопешеходные дорожки следует, как правило, устраивать </w:t>
      </w:r>
      <w:r w:rsidRPr="00425406">
        <w:rPr>
          <w:rFonts w:eastAsia="TimesNewRomanPSMT"/>
        </w:rPr>
        <w:br/>
        <w:t xml:space="preserve">за пределами проезжей части дорог при соотношениях интенсивностей движения автомобилей и велосипедистов, указанных в таблице 1.2.3. Полосы для велосипедистов на проезжей части допускается устраивать на обычных автомобильных дорогах </w:t>
      </w:r>
      <w:r w:rsidRPr="00425406">
        <w:rPr>
          <w:rFonts w:eastAsia="TimesNewRomanPSMT"/>
        </w:rPr>
        <w:br/>
        <w:t>с интенсивностью движения менее 2000 авт./сут (до 150 авт./ч); основные геометрические параметры велосипедной дорожки указаны в таблице 1.2.4</w:t>
      </w:r>
    </w:p>
    <w:p w:rsidR="00814C1F" w:rsidRPr="00425406" w:rsidRDefault="00814C1F" w:rsidP="00F52787">
      <w:pPr>
        <w:autoSpaceDE w:val="0"/>
        <w:spacing w:line="276" w:lineRule="auto"/>
        <w:ind w:firstLine="851"/>
        <w:jc w:val="both"/>
        <w:rPr>
          <w:rFonts w:eastAsia="TimesNewRomanPSMT"/>
        </w:rPr>
      </w:pPr>
    </w:p>
    <w:p w:rsidR="00814C1F" w:rsidRPr="00425406" w:rsidRDefault="00814C1F" w:rsidP="00F52787">
      <w:pPr>
        <w:autoSpaceDE w:val="0"/>
        <w:spacing w:line="276" w:lineRule="auto"/>
        <w:ind w:firstLine="851"/>
        <w:jc w:val="right"/>
        <w:rPr>
          <w:rFonts w:eastAsia="TimesNewRomanPSMT"/>
        </w:rPr>
      </w:pPr>
      <w:r w:rsidRPr="00425406">
        <w:t>Таблица 1.2.3.</w:t>
      </w: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20"/>
        <w:gridCol w:w="900"/>
        <w:gridCol w:w="900"/>
        <w:gridCol w:w="720"/>
        <w:gridCol w:w="720"/>
        <w:gridCol w:w="900"/>
      </w:tblGrid>
      <w:tr w:rsidR="00814C1F" w:rsidRPr="00425406" w:rsidTr="00F0530D">
        <w:trPr>
          <w:trHeight w:val="345"/>
        </w:trPr>
        <w:tc>
          <w:tcPr>
            <w:tcW w:w="5220" w:type="dxa"/>
            <w:vAlign w:val="center"/>
          </w:tcPr>
          <w:p w:rsidR="00814C1F" w:rsidRPr="00425406" w:rsidRDefault="00814C1F" w:rsidP="00F52787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Фактическая интенсивность движения автомобилей (суммарная в двух направлениях), авт./ч</w:t>
            </w:r>
          </w:p>
        </w:tc>
        <w:tc>
          <w:tcPr>
            <w:tcW w:w="900" w:type="dxa"/>
            <w:vAlign w:val="center"/>
          </w:tcPr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до 400</w:t>
            </w:r>
          </w:p>
        </w:tc>
        <w:tc>
          <w:tcPr>
            <w:tcW w:w="900" w:type="dxa"/>
            <w:vAlign w:val="center"/>
          </w:tcPr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720" w:type="dxa"/>
            <w:vAlign w:val="center"/>
          </w:tcPr>
          <w:p w:rsidR="00814C1F" w:rsidRPr="00425406" w:rsidRDefault="00814C1F" w:rsidP="00F52787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720" w:type="dxa"/>
            <w:vAlign w:val="center"/>
          </w:tcPr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900" w:type="dxa"/>
            <w:vAlign w:val="center"/>
          </w:tcPr>
          <w:p w:rsidR="00814C1F" w:rsidRPr="00425406" w:rsidRDefault="00814C1F" w:rsidP="00F52787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1200</w:t>
            </w:r>
          </w:p>
        </w:tc>
      </w:tr>
      <w:tr w:rsidR="00814C1F" w:rsidRPr="00425406" w:rsidTr="00F0530D">
        <w:trPr>
          <w:trHeight w:val="345"/>
        </w:trPr>
        <w:tc>
          <w:tcPr>
            <w:tcW w:w="5220" w:type="dxa"/>
            <w:vAlign w:val="center"/>
          </w:tcPr>
          <w:p w:rsidR="00814C1F" w:rsidRPr="00425406" w:rsidRDefault="00814C1F" w:rsidP="00F52787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Расчетная интенсивность движения велосипедистов, вел./ч</w:t>
            </w:r>
          </w:p>
        </w:tc>
        <w:tc>
          <w:tcPr>
            <w:tcW w:w="900" w:type="dxa"/>
            <w:vAlign w:val="center"/>
          </w:tcPr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70</w:t>
            </w:r>
          </w:p>
        </w:tc>
        <w:tc>
          <w:tcPr>
            <w:tcW w:w="900" w:type="dxa"/>
            <w:vAlign w:val="center"/>
          </w:tcPr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50</w:t>
            </w:r>
          </w:p>
        </w:tc>
        <w:tc>
          <w:tcPr>
            <w:tcW w:w="720" w:type="dxa"/>
            <w:vAlign w:val="center"/>
          </w:tcPr>
          <w:p w:rsidR="00814C1F" w:rsidRPr="00425406" w:rsidRDefault="00814C1F" w:rsidP="00F52787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30</w:t>
            </w:r>
          </w:p>
        </w:tc>
        <w:tc>
          <w:tcPr>
            <w:tcW w:w="720" w:type="dxa"/>
            <w:vAlign w:val="center"/>
          </w:tcPr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20</w:t>
            </w:r>
          </w:p>
        </w:tc>
        <w:tc>
          <w:tcPr>
            <w:tcW w:w="900" w:type="dxa"/>
            <w:vAlign w:val="center"/>
          </w:tcPr>
          <w:p w:rsidR="00814C1F" w:rsidRPr="00425406" w:rsidRDefault="00814C1F" w:rsidP="00F52787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15</w:t>
            </w:r>
          </w:p>
        </w:tc>
      </w:tr>
    </w:tbl>
    <w:p w:rsidR="00814C1F" w:rsidRPr="00425406" w:rsidRDefault="00814C1F" w:rsidP="00F52787">
      <w:pPr>
        <w:autoSpaceDE w:val="0"/>
        <w:spacing w:line="276" w:lineRule="auto"/>
        <w:ind w:firstLine="851"/>
        <w:jc w:val="both"/>
        <w:rPr>
          <w:rFonts w:eastAsia="TimesNewRomanPSMT"/>
        </w:rPr>
      </w:pPr>
    </w:p>
    <w:p w:rsidR="00814C1F" w:rsidRPr="00425406" w:rsidRDefault="00814C1F" w:rsidP="00F52787">
      <w:pPr>
        <w:autoSpaceDE w:val="0"/>
        <w:spacing w:line="276" w:lineRule="auto"/>
        <w:ind w:firstLine="851"/>
        <w:jc w:val="both"/>
        <w:rPr>
          <w:rFonts w:eastAsia="TimesNewRomanPSMT"/>
        </w:rPr>
      </w:pPr>
    </w:p>
    <w:p w:rsidR="00814C1F" w:rsidRPr="00425406" w:rsidRDefault="00814C1F" w:rsidP="00F52787">
      <w:pPr>
        <w:autoSpaceDE w:val="0"/>
        <w:spacing w:line="276" w:lineRule="auto"/>
        <w:ind w:firstLine="851"/>
        <w:jc w:val="right"/>
        <w:rPr>
          <w:rFonts w:eastAsia="TimesNewRomanPSMT"/>
        </w:rPr>
      </w:pPr>
      <w:r w:rsidRPr="00425406">
        <w:rPr>
          <w:rFonts w:eastAsia="TimesNewRomanPSMT"/>
        </w:rPr>
        <w:t>Таблица 1.2.4.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67"/>
        <w:gridCol w:w="4678"/>
        <w:gridCol w:w="2126"/>
        <w:gridCol w:w="1986"/>
      </w:tblGrid>
      <w:tr w:rsidR="00814C1F" w:rsidRPr="00425406" w:rsidTr="000525CA">
        <w:trPr>
          <w:trHeight w:val="4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14C1F" w:rsidRPr="00425406" w:rsidRDefault="00814C1F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25406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14C1F" w:rsidRPr="00425406" w:rsidRDefault="00814C1F" w:rsidP="00F52787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Нормируемый параметр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14C1F" w:rsidRPr="00425406" w:rsidRDefault="00814C1F" w:rsidP="00F52787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Минимальные значения</w:t>
            </w:r>
          </w:p>
        </w:tc>
      </w:tr>
      <w:tr w:rsidR="00814C1F" w:rsidRPr="00425406" w:rsidTr="0065643A">
        <w:trPr>
          <w:trHeight w:val="505"/>
          <w:tblHeader/>
        </w:trPr>
        <w:tc>
          <w:tcPr>
            <w:tcW w:w="567" w:type="dxa"/>
            <w:vMerge/>
            <w:vAlign w:val="center"/>
          </w:tcPr>
          <w:p w:rsidR="00814C1F" w:rsidRPr="00425406" w:rsidRDefault="00814C1F" w:rsidP="00F52787">
            <w:pPr>
              <w:rPr>
                <w:b/>
                <w:lang w:eastAsia="en-US"/>
              </w:rPr>
            </w:pPr>
          </w:p>
        </w:tc>
        <w:tc>
          <w:tcPr>
            <w:tcW w:w="4678" w:type="dxa"/>
            <w:vMerge/>
            <w:vAlign w:val="center"/>
          </w:tcPr>
          <w:p w:rsidR="00814C1F" w:rsidRPr="00425406" w:rsidRDefault="00814C1F" w:rsidP="00F52787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814C1F" w:rsidRPr="00425406" w:rsidRDefault="00814C1F" w:rsidP="00F52787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при новом строительстве</w:t>
            </w:r>
          </w:p>
        </w:tc>
        <w:tc>
          <w:tcPr>
            <w:tcW w:w="1986" w:type="dxa"/>
            <w:shd w:val="clear" w:color="auto" w:fill="FFFFFF"/>
            <w:vAlign w:val="center"/>
          </w:tcPr>
          <w:p w:rsidR="00814C1F" w:rsidRPr="00425406" w:rsidRDefault="00814C1F" w:rsidP="00F52787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в стесненных условиях</w:t>
            </w:r>
          </w:p>
        </w:tc>
      </w:tr>
      <w:tr w:rsidR="00814C1F" w:rsidRPr="00425406" w:rsidTr="0065643A">
        <w:trPr>
          <w:trHeight w:val="345"/>
        </w:trPr>
        <w:tc>
          <w:tcPr>
            <w:tcW w:w="567" w:type="dxa"/>
          </w:tcPr>
          <w:p w:rsidR="00814C1F" w:rsidRPr="00425406" w:rsidRDefault="00814C1F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25406">
              <w:rPr>
                <w:b/>
                <w:sz w:val="22"/>
                <w:szCs w:val="22"/>
                <w:lang w:val="en-US" w:eastAsia="en-US"/>
              </w:rPr>
              <w:t>1</w:t>
            </w:r>
            <w:r w:rsidRPr="00425406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678" w:type="dxa"/>
          </w:tcPr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Расчетная скорость движения, км/ч</w:t>
            </w:r>
          </w:p>
        </w:tc>
        <w:tc>
          <w:tcPr>
            <w:tcW w:w="2126" w:type="dxa"/>
          </w:tcPr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25</w:t>
            </w:r>
          </w:p>
        </w:tc>
        <w:tc>
          <w:tcPr>
            <w:tcW w:w="1986" w:type="dxa"/>
            <w:vAlign w:val="center"/>
          </w:tcPr>
          <w:p w:rsidR="00814C1F" w:rsidRPr="00425406" w:rsidRDefault="00814C1F" w:rsidP="00F52787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15</w:t>
            </w:r>
          </w:p>
        </w:tc>
      </w:tr>
      <w:tr w:rsidR="00814C1F" w:rsidRPr="00425406" w:rsidTr="0065643A">
        <w:trPr>
          <w:trHeight w:val="345"/>
        </w:trPr>
        <w:tc>
          <w:tcPr>
            <w:tcW w:w="567" w:type="dxa"/>
          </w:tcPr>
          <w:p w:rsidR="00814C1F" w:rsidRPr="00425406" w:rsidRDefault="00814C1F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25406">
              <w:rPr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678" w:type="dxa"/>
          </w:tcPr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Ширина проезжей части для движения, м, не менее:</w:t>
            </w:r>
          </w:p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однополосного одностороннего</w:t>
            </w:r>
          </w:p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двухполосного одностороннего</w:t>
            </w:r>
          </w:p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двухполосного со встречным движением</w:t>
            </w:r>
          </w:p>
        </w:tc>
        <w:tc>
          <w:tcPr>
            <w:tcW w:w="2126" w:type="dxa"/>
          </w:tcPr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1,0-1,5</w:t>
            </w:r>
          </w:p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1,75-2,5</w:t>
            </w:r>
          </w:p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2,50-3,6</w:t>
            </w:r>
          </w:p>
        </w:tc>
        <w:tc>
          <w:tcPr>
            <w:tcW w:w="1986" w:type="dxa"/>
            <w:vAlign w:val="center"/>
          </w:tcPr>
          <w:p w:rsidR="00814C1F" w:rsidRPr="00425406" w:rsidRDefault="00814C1F" w:rsidP="00F52787">
            <w:pPr>
              <w:spacing w:line="276" w:lineRule="auto"/>
              <w:jc w:val="center"/>
              <w:rPr>
                <w:lang w:eastAsia="en-US"/>
              </w:rPr>
            </w:pPr>
          </w:p>
          <w:p w:rsidR="00814C1F" w:rsidRPr="00425406" w:rsidRDefault="00814C1F" w:rsidP="00F52787">
            <w:pPr>
              <w:spacing w:line="276" w:lineRule="auto"/>
              <w:jc w:val="center"/>
              <w:rPr>
                <w:lang w:eastAsia="en-US"/>
              </w:rPr>
            </w:pPr>
          </w:p>
          <w:p w:rsidR="00814C1F" w:rsidRPr="00425406" w:rsidRDefault="00814C1F" w:rsidP="00F52787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0,75-1,0</w:t>
            </w:r>
          </w:p>
          <w:p w:rsidR="00814C1F" w:rsidRPr="00425406" w:rsidRDefault="00814C1F" w:rsidP="00F52787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1,50</w:t>
            </w:r>
          </w:p>
          <w:p w:rsidR="00814C1F" w:rsidRPr="00425406" w:rsidRDefault="00814C1F" w:rsidP="00F52787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2,00</w:t>
            </w:r>
          </w:p>
        </w:tc>
      </w:tr>
      <w:tr w:rsidR="00814C1F" w:rsidRPr="00425406" w:rsidTr="0065643A">
        <w:trPr>
          <w:trHeight w:val="345"/>
        </w:trPr>
        <w:tc>
          <w:tcPr>
            <w:tcW w:w="567" w:type="dxa"/>
          </w:tcPr>
          <w:p w:rsidR="00814C1F" w:rsidRPr="00425406" w:rsidRDefault="00814C1F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25406">
              <w:rPr>
                <w:b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678" w:type="dxa"/>
          </w:tcPr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Ширина велосипедной и пешеходной дорожки с разделением движения дорожной разметкой, м</w:t>
            </w:r>
          </w:p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Ширина велопешеходной дорожки, м</w:t>
            </w:r>
          </w:p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Ширина полосы для велосипедистов, м</w:t>
            </w:r>
          </w:p>
        </w:tc>
        <w:tc>
          <w:tcPr>
            <w:tcW w:w="2126" w:type="dxa"/>
          </w:tcPr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1,5-6,0</w:t>
            </w:r>
          </w:p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1,5-3,0</w:t>
            </w:r>
          </w:p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1,20</w:t>
            </w:r>
          </w:p>
        </w:tc>
        <w:tc>
          <w:tcPr>
            <w:tcW w:w="1986" w:type="dxa"/>
            <w:vAlign w:val="center"/>
          </w:tcPr>
          <w:p w:rsidR="00814C1F" w:rsidRPr="00425406" w:rsidRDefault="00814C1F" w:rsidP="00F52787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1,5-3,25</w:t>
            </w:r>
          </w:p>
          <w:p w:rsidR="00814C1F" w:rsidRPr="00425406" w:rsidRDefault="00814C1F" w:rsidP="00F52787">
            <w:pPr>
              <w:spacing w:line="276" w:lineRule="auto"/>
              <w:jc w:val="center"/>
              <w:rPr>
                <w:lang w:eastAsia="en-US"/>
              </w:rPr>
            </w:pPr>
          </w:p>
          <w:p w:rsidR="00814C1F" w:rsidRPr="00425406" w:rsidRDefault="00814C1F" w:rsidP="00F52787">
            <w:pPr>
              <w:spacing w:line="276" w:lineRule="auto"/>
              <w:jc w:val="center"/>
              <w:rPr>
                <w:lang w:eastAsia="en-US"/>
              </w:rPr>
            </w:pPr>
          </w:p>
          <w:p w:rsidR="00814C1F" w:rsidRPr="00425406" w:rsidRDefault="00814C1F" w:rsidP="00F52787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1,5-2,0</w:t>
            </w:r>
          </w:p>
          <w:p w:rsidR="00814C1F" w:rsidRPr="00425406" w:rsidRDefault="00814C1F" w:rsidP="00F52787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0,90</w:t>
            </w:r>
          </w:p>
        </w:tc>
      </w:tr>
      <w:tr w:rsidR="00814C1F" w:rsidRPr="00425406" w:rsidTr="0065643A">
        <w:trPr>
          <w:trHeight w:val="345"/>
        </w:trPr>
        <w:tc>
          <w:tcPr>
            <w:tcW w:w="567" w:type="dxa"/>
          </w:tcPr>
          <w:p w:rsidR="00814C1F" w:rsidRPr="00425406" w:rsidRDefault="00814C1F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25406">
              <w:rPr>
                <w:b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678" w:type="dxa"/>
          </w:tcPr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Ширина обочин велосипедной дорожки, м</w:t>
            </w:r>
          </w:p>
        </w:tc>
        <w:tc>
          <w:tcPr>
            <w:tcW w:w="2126" w:type="dxa"/>
          </w:tcPr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0,5</w:t>
            </w:r>
          </w:p>
        </w:tc>
        <w:tc>
          <w:tcPr>
            <w:tcW w:w="1986" w:type="dxa"/>
            <w:vAlign w:val="center"/>
          </w:tcPr>
          <w:p w:rsidR="00814C1F" w:rsidRPr="00425406" w:rsidRDefault="00814C1F" w:rsidP="00F52787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0,5</w:t>
            </w:r>
          </w:p>
        </w:tc>
      </w:tr>
      <w:tr w:rsidR="00814C1F" w:rsidRPr="00425406" w:rsidTr="0065643A">
        <w:trPr>
          <w:trHeight w:val="345"/>
        </w:trPr>
        <w:tc>
          <w:tcPr>
            <w:tcW w:w="567" w:type="dxa"/>
            <w:tcBorders>
              <w:bottom w:val="single" w:sz="4" w:space="0" w:color="auto"/>
            </w:tcBorders>
          </w:tcPr>
          <w:p w:rsidR="00814C1F" w:rsidRPr="00425406" w:rsidRDefault="00814C1F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25406">
              <w:rPr>
                <w:b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Наименьший радиус кривых в плане, м:</w:t>
            </w:r>
          </w:p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при отсутствии виража</w:t>
            </w:r>
          </w:p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при устройстве виража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30-50</w:t>
            </w:r>
          </w:p>
          <w:p w:rsidR="00814C1F" w:rsidRPr="00425406" w:rsidRDefault="00814C1F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20</w:t>
            </w:r>
          </w:p>
        </w:tc>
        <w:tc>
          <w:tcPr>
            <w:tcW w:w="1986" w:type="dxa"/>
            <w:tcBorders>
              <w:bottom w:val="single" w:sz="4" w:space="0" w:color="auto"/>
            </w:tcBorders>
            <w:vAlign w:val="center"/>
          </w:tcPr>
          <w:p w:rsidR="00814C1F" w:rsidRPr="00425406" w:rsidRDefault="00814C1F" w:rsidP="00F52787">
            <w:pPr>
              <w:spacing w:line="276" w:lineRule="auto"/>
              <w:jc w:val="center"/>
              <w:rPr>
                <w:lang w:eastAsia="en-US"/>
              </w:rPr>
            </w:pPr>
          </w:p>
          <w:p w:rsidR="00814C1F" w:rsidRPr="00425406" w:rsidRDefault="00814C1F" w:rsidP="00F52787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15</w:t>
            </w:r>
          </w:p>
          <w:p w:rsidR="00814C1F" w:rsidRPr="00425406" w:rsidRDefault="00814C1F" w:rsidP="00F52787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10</w:t>
            </w:r>
          </w:p>
        </w:tc>
      </w:tr>
    </w:tbl>
    <w:p w:rsidR="00814C1F" w:rsidRPr="00425406" w:rsidRDefault="00814C1F" w:rsidP="00F52787">
      <w:pPr>
        <w:autoSpaceDE w:val="0"/>
        <w:spacing w:line="276" w:lineRule="auto"/>
        <w:ind w:firstLine="851"/>
        <w:jc w:val="center"/>
        <w:rPr>
          <w:rFonts w:eastAsia="TimesNewRomanPSMT"/>
        </w:rPr>
      </w:pPr>
    </w:p>
    <w:p w:rsidR="00814C1F" w:rsidRPr="00425406" w:rsidRDefault="00814C1F" w:rsidP="00F52787">
      <w:pPr>
        <w:autoSpaceDE w:val="0"/>
        <w:spacing w:line="276" w:lineRule="auto"/>
        <w:ind w:firstLine="851"/>
        <w:jc w:val="center"/>
        <w:rPr>
          <w:rFonts w:eastAsia="TimesNewRomanPSMT"/>
        </w:rPr>
      </w:pPr>
    </w:p>
    <w:p w:rsidR="00814C1F" w:rsidRPr="00425406" w:rsidRDefault="00814C1F" w:rsidP="00F52787">
      <w:pPr>
        <w:autoSpaceDE w:val="0"/>
        <w:spacing w:line="276" w:lineRule="auto"/>
        <w:ind w:firstLine="851"/>
        <w:jc w:val="center"/>
        <w:rPr>
          <w:rFonts w:eastAsia="TimesNewRomanPSMT"/>
        </w:rPr>
      </w:pPr>
    </w:p>
    <w:p w:rsidR="00814C1F" w:rsidRPr="00425406" w:rsidRDefault="00814C1F" w:rsidP="00F52787">
      <w:pPr>
        <w:autoSpaceDE w:val="0"/>
        <w:spacing w:line="276" w:lineRule="auto"/>
        <w:ind w:firstLine="851"/>
        <w:jc w:val="center"/>
        <w:rPr>
          <w:rFonts w:eastAsia="TimesNewRomanPSMT"/>
        </w:rPr>
      </w:pPr>
    </w:p>
    <w:p w:rsidR="00814C1F" w:rsidRPr="00425406" w:rsidRDefault="00814C1F" w:rsidP="00F52787">
      <w:pPr>
        <w:autoSpaceDE w:val="0"/>
        <w:spacing w:line="276" w:lineRule="auto"/>
        <w:ind w:firstLine="851"/>
        <w:jc w:val="center"/>
        <w:rPr>
          <w:rFonts w:eastAsia="TimesNewRomanPSMT"/>
        </w:rPr>
      </w:pPr>
    </w:p>
    <w:p w:rsidR="00814C1F" w:rsidRPr="00425406" w:rsidRDefault="00814C1F" w:rsidP="00F52787">
      <w:pPr>
        <w:autoSpaceDE w:val="0"/>
        <w:spacing w:line="276" w:lineRule="auto"/>
        <w:ind w:firstLine="851"/>
        <w:jc w:val="center"/>
        <w:rPr>
          <w:rFonts w:eastAsia="TimesNewRomanPSMT"/>
        </w:rPr>
      </w:pPr>
    </w:p>
    <w:p w:rsidR="00814C1F" w:rsidRPr="00425406" w:rsidRDefault="00814C1F" w:rsidP="00F52787">
      <w:pPr>
        <w:autoSpaceDE w:val="0"/>
        <w:spacing w:line="276" w:lineRule="auto"/>
        <w:ind w:firstLine="851"/>
        <w:jc w:val="center"/>
        <w:rPr>
          <w:rFonts w:eastAsia="TimesNewRomanPSMT"/>
        </w:rPr>
      </w:pPr>
    </w:p>
    <w:p w:rsidR="00814C1F" w:rsidRPr="00425406" w:rsidRDefault="00814C1F" w:rsidP="00666B8B">
      <w:pPr>
        <w:spacing w:before="100" w:beforeAutospacing="1" w:line="23" w:lineRule="atLeast"/>
        <w:contextualSpacing/>
        <w:jc w:val="right"/>
      </w:pPr>
      <w:r w:rsidRPr="00425406">
        <w:t xml:space="preserve">Таблица 1.2.5. Расчетные показатели уровня обеспеченности объектами </w:t>
      </w:r>
    </w:p>
    <w:p w:rsidR="00814C1F" w:rsidRPr="00425406" w:rsidRDefault="00814C1F" w:rsidP="00666B8B">
      <w:pPr>
        <w:spacing w:before="100" w:beforeAutospacing="1" w:line="23" w:lineRule="atLeast"/>
        <w:contextualSpacing/>
        <w:jc w:val="right"/>
        <w:rPr>
          <w:sz w:val="10"/>
          <w:szCs w:val="10"/>
        </w:rPr>
      </w:pPr>
      <w:r w:rsidRPr="00425406">
        <w:t>для паркования легковых автомобилей</w:t>
      </w:r>
    </w:p>
    <w:p w:rsidR="00814C1F" w:rsidRPr="00425406" w:rsidRDefault="00814C1F" w:rsidP="00666B8B">
      <w:pPr>
        <w:spacing w:before="100" w:beforeAutospacing="1" w:line="23" w:lineRule="atLeast"/>
        <w:contextualSpacing/>
        <w:jc w:val="right"/>
        <w:rPr>
          <w:sz w:val="10"/>
          <w:szCs w:val="1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97"/>
        <w:gridCol w:w="3260"/>
        <w:gridCol w:w="2865"/>
        <w:gridCol w:w="830"/>
        <w:gridCol w:w="1284"/>
        <w:gridCol w:w="858"/>
      </w:tblGrid>
      <w:tr w:rsidR="00814C1F" w:rsidRPr="00425406" w:rsidTr="000525CA">
        <w:trPr>
          <w:cantSplit/>
          <w:trHeight w:val="342"/>
          <w:tblHeader/>
          <w:jc w:val="center"/>
        </w:trPr>
        <w:tc>
          <w:tcPr>
            <w:tcW w:w="209" w:type="pct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center"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 xml:space="preserve">№   </w:t>
            </w:r>
            <w:r w:rsidRPr="00425406">
              <w:rPr>
                <w:b/>
                <w:sz w:val="22"/>
                <w:szCs w:val="22"/>
              </w:rPr>
              <w:br/>
            </w:r>
          </w:p>
        </w:tc>
        <w:tc>
          <w:tcPr>
            <w:tcW w:w="1717" w:type="pct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814C1F" w:rsidRPr="00425406" w:rsidRDefault="00814C1F" w:rsidP="000525C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945" w:type="pct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814C1F" w:rsidRPr="00425406" w:rsidRDefault="00814C1F" w:rsidP="000525C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Минимально допустимый уровень обеспеченности</w:t>
            </w:r>
          </w:p>
        </w:tc>
        <w:tc>
          <w:tcPr>
            <w:tcW w:w="1129" w:type="pct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814C1F" w:rsidRPr="00425406" w:rsidRDefault="00814C1F" w:rsidP="000525C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Максимально</w:t>
            </w:r>
          </w:p>
          <w:p w:rsidR="00814C1F" w:rsidRPr="00425406" w:rsidRDefault="00814C1F" w:rsidP="000525C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допустимый уровень</w:t>
            </w:r>
          </w:p>
          <w:p w:rsidR="00814C1F" w:rsidRPr="00425406" w:rsidRDefault="00814C1F" w:rsidP="000525C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территориальной</w:t>
            </w:r>
          </w:p>
          <w:p w:rsidR="00814C1F" w:rsidRPr="00425406" w:rsidRDefault="00814C1F" w:rsidP="000525C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доступности</w:t>
            </w:r>
          </w:p>
        </w:tc>
      </w:tr>
      <w:tr w:rsidR="00814C1F" w:rsidRPr="00425406" w:rsidTr="000525CA">
        <w:trPr>
          <w:cantSplit/>
          <w:trHeight w:val="342"/>
          <w:tblHeader/>
          <w:jc w:val="center"/>
        </w:trPr>
        <w:tc>
          <w:tcPr>
            <w:tcW w:w="209" w:type="pct"/>
            <w:vMerge/>
            <w:shd w:val="clear" w:color="auto" w:fill="FFFFFF"/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both"/>
              <w:rPr>
                <w:b/>
              </w:rPr>
            </w:pPr>
          </w:p>
        </w:tc>
        <w:tc>
          <w:tcPr>
            <w:tcW w:w="1717" w:type="pct"/>
            <w:vMerge/>
            <w:shd w:val="clear" w:color="auto" w:fill="FFFFFF"/>
            <w:vAlign w:val="center"/>
          </w:tcPr>
          <w:p w:rsidR="00814C1F" w:rsidRPr="00425406" w:rsidRDefault="00814C1F" w:rsidP="000525CA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09" w:type="pct"/>
            <w:shd w:val="clear" w:color="auto" w:fill="FFFFFF"/>
            <w:vAlign w:val="center"/>
          </w:tcPr>
          <w:p w:rsidR="00814C1F" w:rsidRPr="00425406" w:rsidRDefault="00814C1F" w:rsidP="000525C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Единица</w:t>
            </w:r>
          </w:p>
          <w:p w:rsidR="00814C1F" w:rsidRPr="00425406" w:rsidRDefault="00814C1F" w:rsidP="000525C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измерения</w:t>
            </w:r>
          </w:p>
        </w:tc>
        <w:tc>
          <w:tcPr>
            <w:tcW w:w="437" w:type="pct"/>
            <w:shd w:val="clear" w:color="auto" w:fill="FFFFFF"/>
            <w:vAlign w:val="center"/>
          </w:tcPr>
          <w:p w:rsidR="00814C1F" w:rsidRPr="00425406" w:rsidRDefault="00814C1F" w:rsidP="000525C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Величина</w:t>
            </w:r>
          </w:p>
        </w:tc>
        <w:tc>
          <w:tcPr>
            <w:tcW w:w="676" w:type="pct"/>
            <w:shd w:val="clear" w:color="auto" w:fill="FFFFFF"/>
            <w:vAlign w:val="center"/>
          </w:tcPr>
          <w:p w:rsidR="00814C1F" w:rsidRPr="00425406" w:rsidRDefault="00814C1F" w:rsidP="000525C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Единица</w:t>
            </w:r>
          </w:p>
          <w:p w:rsidR="00814C1F" w:rsidRPr="00425406" w:rsidRDefault="00814C1F" w:rsidP="000525C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измерения</w:t>
            </w:r>
          </w:p>
        </w:tc>
        <w:tc>
          <w:tcPr>
            <w:tcW w:w="453" w:type="pct"/>
            <w:shd w:val="clear" w:color="auto" w:fill="FFFFFF"/>
            <w:vAlign w:val="center"/>
          </w:tcPr>
          <w:p w:rsidR="00814C1F" w:rsidRPr="00425406" w:rsidRDefault="00814C1F" w:rsidP="000525CA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Величина</w:t>
            </w:r>
          </w:p>
        </w:tc>
      </w:tr>
      <w:tr w:rsidR="00814C1F" w:rsidRPr="00425406" w:rsidTr="000525CA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:rsidR="00814C1F" w:rsidRPr="00425406" w:rsidRDefault="00814C1F" w:rsidP="000525CA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 xml:space="preserve">Места для хранения легковых автомобилей постоянного населения, расположенные вблизи от мест проживания </w:t>
            </w:r>
            <w:r w:rsidRPr="00425406">
              <w:rPr>
                <w:b/>
                <w:sz w:val="20"/>
                <w:szCs w:val="20"/>
                <w:vertAlign w:val="superscript"/>
              </w:rPr>
              <w:t>[1]</w:t>
            </w:r>
          </w:p>
        </w:tc>
      </w:tr>
      <w:tr w:rsidR="00814C1F" w:rsidRPr="00425406" w:rsidTr="000525CA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:rsidR="00814C1F" w:rsidRPr="00425406" w:rsidRDefault="00814C1F" w:rsidP="000525CA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Места для паркования легковых автомобилей постоянного и дневного населения поселения при поездках с различными целями у следующих объектов:</w:t>
            </w:r>
          </w:p>
        </w:tc>
      </w:tr>
      <w:tr w:rsidR="00814C1F" w:rsidRPr="00425406" w:rsidTr="000525CA">
        <w:trPr>
          <w:cantSplit/>
          <w:trHeight w:val="330"/>
          <w:jc w:val="center"/>
        </w:trPr>
        <w:tc>
          <w:tcPr>
            <w:tcW w:w="209" w:type="pct"/>
            <w:tcBorders>
              <w:bottom w:val="single" w:sz="4" w:space="0" w:color="auto"/>
            </w:tcBorders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both"/>
              <w:rPr>
                <w:b/>
              </w:rPr>
            </w:pPr>
          </w:p>
        </w:tc>
        <w:tc>
          <w:tcPr>
            <w:tcW w:w="1717" w:type="pct"/>
            <w:tcBorders>
              <w:bottom w:val="single" w:sz="4" w:space="0" w:color="auto"/>
            </w:tcBorders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both"/>
            </w:pPr>
            <w:r w:rsidRPr="00425406">
              <w:rPr>
                <w:sz w:val="22"/>
                <w:szCs w:val="22"/>
              </w:rPr>
              <w:t>Учреждения органов местного самоуправления</w:t>
            </w:r>
          </w:p>
        </w:tc>
        <w:tc>
          <w:tcPr>
            <w:tcW w:w="1509" w:type="pct"/>
            <w:tcBorders>
              <w:bottom w:val="single" w:sz="4" w:space="0" w:color="auto"/>
            </w:tcBorders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both"/>
            </w:pPr>
            <w:r w:rsidRPr="00425406">
              <w:rPr>
                <w:sz w:val="22"/>
                <w:szCs w:val="22"/>
              </w:rPr>
              <w:t>машино-место на 100 кв.м общей площадь административных (офисных) помещений объекта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center"/>
            </w:pPr>
            <w:r w:rsidRPr="00425406">
              <w:rPr>
                <w:sz w:val="22"/>
                <w:szCs w:val="22"/>
              </w:rPr>
              <w:t>1</w:t>
            </w:r>
          </w:p>
        </w:tc>
        <w:tc>
          <w:tcPr>
            <w:tcW w:w="676" w:type="pct"/>
            <w:vMerge w:val="restart"/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center"/>
            </w:pPr>
            <w:r w:rsidRPr="00425406">
              <w:rPr>
                <w:sz w:val="22"/>
                <w:szCs w:val="22"/>
              </w:rPr>
              <w:t>радиус</w:t>
            </w:r>
          </w:p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center"/>
            </w:pPr>
            <w:r w:rsidRPr="00425406">
              <w:rPr>
                <w:sz w:val="22"/>
                <w:szCs w:val="22"/>
              </w:rPr>
              <w:t>доступности, м.</w:t>
            </w:r>
          </w:p>
        </w:tc>
        <w:tc>
          <w:tcPr>
            <w:tcW w:w="453" w:type="pct"/>
            <w:vMerge w:val="restart"/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center"/>
            </w:pPr>
            <w:r w:rsidRPr="00425406">
              <w:rPr>
                <w:sz w:val="22"/>
                <w:szCs w:val="22"/>
              </w:rPr>
              <w:t>250</w:t>
            </w:r>
          </w:p>
        </w:tc>
      </w:tr>
      <w:tr w:rsidR="00814C1F" w:rsidRPr="00425406" w:rsidTr="000525CA">
        <w:trPr>
          <w:cantSplit/>
          <w:trHeight w:val="971"/>
          <w:jc w:val="center"/>
        </w:trPr>
        <w:tc>
          <w:tcPr>
            <w:tcW w:w="209" w:type="pct"/>
            <w:tcBorders>
              <w:top w:val="single" w:sz="4" w:space="0" w:color="auto"/>
            </w:tcBorders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both"/>
              <w:rPr>
                <w:b/>
              </w:rPr>
            </w:pPr>
          </w:p>
        </w:tc>
        <w:tc>
          <w:tcPr>
            <w:tcW w:w="1717" w:type="pct"/>
            <w:tcBorders>
              <w:top w:val="single" w:sz="4" w:space="0" w:color="auto"/>
            </w:tcBorders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both"/>
            </w:pPr>
            <w:r w:rsidRPr="00425406">
              <w:rPr>
                <w:sz w:val="22"/>
                <w:szCs w:val="22"/>
              </w:rPr>
              <w:t>Центры обучения, самодеятельного творчества, клубы по интересам для взрослых</w:t>
            </w:r>
          </w:p>
        </w:tc>
        <w:tc>
          <w:tcPr>
            <w:tcW w:w="1509" w:type="pct"/>
            <w:tcBorders>
              <w:top w:val="single" w:sz="4" w:space="0" w:color="auto"/>
            </w:tcBorders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both"/>
            </w:pPr>
            <w:r w:rsidRPr="00425406">
              <w:rPr>
                <w:sz w:val="22"/>
                <w:szCs w:val="22"/>
              </w:rPr>
              <w:t>машино-место на 20 кв.м общей площади клубных помещений объекта</w:t>
            </w:r>
          </w:p>
        </w:tc>
        <w:tc>
          <w:tcPr>
            <w:tcW w:w="437" w:type="pct"/>
            <w:tcBorders>
              <w:top w:val="single" w:sz="4" w:space="0" w:color="auto"/>
            </w:tcBorders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center"/>
            </w:pPr>
            <w:r w:rsidRPr="00425406">
              <w:rPr>
                <w:sz w:val="22"/>
                <w:szCs w:val="22"/>
              </w:rPr>
              <w:t>1</w:t>
            </w:r>
          </w:p>
        </w:tc>
        <w:tc>
          <w:tcPr>
            <w:tcW w:w="676" w:type="pct"/>
            <w:vMerge/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both"/>
            </w:pPr>
          </w:p>
        </w:tc>
        <w:tc>
          <w:tcPr>
            <w:tcW w:w="453" w:type="pct"/>
            <w:vMerge/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center"/>
            </w:pPr>
          </w:p>
        </w:tc>
      </w:tr>
      <w:tr w:rsidR="00814C1F" w:rsidRPr="00425406" w:rsidTr="000525CA">
        <w:trPr>
          <w:cantSplit/>
          <w:trHeight w:val="925"/>
          <w:jc w:val="center"/>
        </w:trPr>
        <w:tc>
          <w:tcPr>
            <w:tcW w:w="209" w:type="pct"/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both"/>
              <w:rPr>
                <w:b/>
              </w:rPr>
            </w:pPr>
          </w:p>
        </w:tc>
        <w:tc>
          <w:tcPr>
            <w:tcW w:w="1717" w:type="pct"/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both"/>
            </w:pPr>
            <w:r w:rsidRPr="00425406">
              <w:rPr>
                <w:sz w:val="22"/>
                <w:szCs w:val="22"/>
              </w:rPr>
              <w:t>Магазины-склады (мелкооптовой и розничной торговли, гипермаркеты)</w:t>
            </w:r>
          </w:p>
        </w:tc>
        <w:tc>
          <w:tcPr>
            <w:tcW w:w="1509" w:type="pct"/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both"/>
            </w:pPr>
            <w:r w:rsidRPr="00425406">
              <w:rPr>
                <w:sz w:val="22"/>
                <w:szCs w:val="22"/>
              </w:rPr>
              <w:t>машино-место на 30 кв.м общей площади помещений объекта</w:t>
            </w:r>
          </w:p>
        </w:tc>
        <w:tc>
          <w:tcPr>
            <w:tcW w:w="437" w:type="pct"/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center"/>
            </w:pPr>
            <w:r w:rsidRPr="00425406">
              <w:rPr>
                <w:sz w:val="22"/>
                <w:szCs w:val="22"/>
              </w:rPr>
              <w:t>1</w:t>
            </w:r>
          </w:p>
        </w:tc>
        <w:tc>
          <w:tcPr>
            <w:tcW w:w="676" w:type="pct"/>
            <w:vMerge/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both"/>
            </w:pPr>
          </w:p>
        </w:tc>
        <w:tc>
          <w:tcPr>
            <w:tcW w:w="453" w:type="pct"/>
            <w:tcBorders>
              <w:bottom w:val="single" w:sz="4" w:space="0" w:color="auto"/>
            </w:tcBorders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center"/>
            </w:pPr>
            <w:r w:rsidRPr="00425406">
              <w:rPr>
                <w:sz w:val="22"/>
                <w:szCs w:val="22"/>
              </w:rPr>
              <w:t>150</w:t>
            </w:r>
          </w:p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center"/>
            </w:pPr>
          </w:p>
        </w:tc>
      </w:tr>
      <w:tr w:rsidR="00814C1F" w:rsidRPr="00425406" w:rsidTr="000525CA">
        <w:trPr>
          <w:cantSplit/>
          <w:trHeight w:val="786"/>
          <w:jc w:val="center"/>
        </w:trPr>
        <w:tc>
          <w:tcPr>
            <w:tcW w:w="209" w:type="pct"/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both"/>
              <w:rPr>
                <w:b/>
              </w:rPr>
            </w:pPr>
          </w:p>
        </w:tc>
        <w:tc>
          <w:tcPr>
            <w:tcW w:w="1717" w:type="pct"/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both"/>
            </w:pPr>
            <w:r w:rsidRPr="00425406">
              <w:rPr>
                <w:sz w:val="22"/>
                <w:szCs w:val="22"/>
              </w:rPr>
              <w:t>Предприятия общественного питания периодического спроса (кафе)</w:t>
            </w:r>
          </w:p>
        </w:tc>
        <w:tc>
          <w:tcPr>
            <w:tcW w:w="1509" w:type="pct"/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both"/>
            </w:pPr>
            <w:r w:rsidRPr="00425406">
              <w:rPr>
                <w:sz w:val="22"/>
                <w:szCs w:val="22"/>
              </w:rPr>
              <w:t>машино-место на 4 ед. посадочных мест</w:t>
            </w:r>
          </w:p>
        </w:tc>
        <w:tc>
          <w:tcPr>
            <w:tcW w:w="437" w:type="pct"/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center"/>
            </w:pPr>
            <w:r w:rsidRPr="00425406">
              <w:rPr>
                <w:sz w:val="22"/>
                <w:szCs w:val="22"/>
              </w:rPr>
              <w:t>1</w:t>
            </w:r>
          </w:p>
        </w:tc>
        <w:tc>
          <w:tcPr>
            <w:tcW w:w="676" w:type="pct"/>
            <w:vMerge/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both"/>
            </w:pPr>
          </w:p>
        </w:tc>
        <w:tc>
          <w:tcPr>
            <w:tcW w:w="453" w:type="pct"/>
            <w:vMerge w:val="restart"/>
            <w:tcBorders>
              <w:top w:val="single" w:sz="4" w:space="0" w:color="auto"/>
            </w:tcBorders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center"/>
            </w:pPr>
            <w:r w:rsidRPr="00425406">
              <w:rPr>
                <w:sz w:val="22"/>
                <w:szCs w:val="22"/>
              </w:rPr>
              <w:t>250</w:t>
            </w:r>
          </w:p>
        </w:tc>
      </w:tr>
      <w:tr w:rsidR="00814C1F" w:rsidRPr="00425406" w:rsidTr="000525CA">
        <w:trPr>
          <w:cantSplit/>
          <w:trHeight w:val="1465"/>
          <w:jc w:val="center"/>
        </w:trPr>
        <w:tc>
          <w:tcPr>
            <w:tcW w:w="209" w:type="pct"/>
            <w:tcBorders>
              <w:bottom w:val="single" w:sz="4" w:space="0" w:color="000000"/>
            </w:tcBorders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both"/>
              <w:rPr>
                <w:b/>
              </w:rPr>
            </w:pPr>
          </w:p>
        </w:tc>
        <w:tc>
          <w:tcPr>
            <w:tcW w:w="1717" w:type="pct"/>
            <w:tcBorders>
              <w:bottom w:val="single" w:sz="4" w:space="0" w:color="000000"/>
            </w:tcBorders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both"/>
            </w:pPr>
            <w:r w:rsidRPr="00425406">
              <w:rPr>
                <w:sz w:val="22"/>
                <w:szCs w:val="22"/>
              </w:rPr>
              <w:t>Химчистки, прачечные, ремонтные мастерские, специализированные центры по обслуживанию сложной бытовой техники и др.</w:t>
            </w:r>
          </w:p>
        </w:tc>
        <w:tc>
          <w:tcPr>
            <w:tcW w:w="1509" w:type="pct"/>
            <w:tcBorders>
              <w:bottom w:val="single" w:sz="4" w:space="0" w:color="000000"/>
            </w:tcBorders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both"/>
            </w:pPr>
            <w:r w:rsidRPr="00425406">
              <w:rPr>
                <w:sz w:val="22"/>
                <w:szCs w:val="22"/>
              </w:rPr>
              <w:t>машино-место на количество рабочих мест приёмщиков – 1 чел.</w:t>
            </w:r>
          </w:p>
        </w:tc>
        <w:tc>
          <w:tcPr>
            <w:tcW w:w="437" w:type="pct"/>
            <w:tcBorders>
              <w:bottom w:val="single" w:sz="4" w:space="0" w:color="000000"/>
            </w:tcBorders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center"/>
            </w:pPr>
            <w:r w:rsidRPr="00425406">
              <w:rPr>
                <w:sz w:val="22"/>
                <w:szCs w:val="22"/>
              </w:rPr>
              <w:t>1</w:t>
            </w:r>
          </w:p>
        </w:tc>
        <w:tc>
          <w:tcPr>
            <w:tcW w:w="676" w:type="pct"/>
            <w:vMerge/>
            <w:tcBorders>
              <w:bottom w:val="single" w:sz="4" w:space="0" w:color="000000"/>
            </w:tcBorders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both"/>
            </w:pPr>
          </w:p>
        </w:tc>
        <w:tc>
          <w:tcPr>
            <w:tcW w:w="453" w:type="pct"/>
            <w:vMerge/>
            <w:tcBorders>
              <w:bottom w:val="single" w:sz="4" w:space="0" w:color="000000"/>
            </w:tcBorders>
            <w:vAlign w:val="center"/>
          </w:tcPr>
          <w:p w:rsidR="00814C1F" w:rsidRPr="00425406" w:rsidRDefault="00814C1F" w:rsidP="000473B1">
            <w:pPr>
              <w:spacing w:before="100" w:beforeAutospacing="1" w:line="23" w:lineRule="atLeast"/>
              <w:contextualSpacing/>
              <w:jc w:val="both"/>
            </w:pPr>
          </w:p>
        </w:tc>
      </w:tr>
    </w:tbl>
    <w:p w:rsidR="00814C1F" w:rsidRPr="00425406" w:rsidRDefault="00814C1F" w:rsidP="00666B8B">
      <w:pPr>
        <w:spacing w:before="100" w:beforeAutospacing="1" w:line="23" w:lineRule="atLeast"/>
        <w:ind w:firstLine="851"/>
        <w:contextualSpacing/>
        <w:jc w:val="both"/>
        <w:rPr>
          <w:sz w:val="10"/>
          <w:szCs w:val="10"/>
        </w:rPr>
      </w:pPr>
    </w:p>
    <w:p w:rsidR="00814C1F" w:rsidRPr="00425406" w:rsidRDefault="00814C1F" w:rsidP="00666B8B">
      <w:pPr>
        <w:spacing w:before="100" w:beforeAutospacing="1" w:line="23" w:lineRule="atLeast"/>
        <w:ind w:firstLine="851"/>
        <w:contextualSpacing/>
        <w:jc w:val="both"/>
      </w:pPr>
      <w:r w:rsidRPr="00425406">
        <w:t xml:space="preserve">Примечание: </w:t>
      </w:r>
    </w:p>
    <w:p w:rsidR="00814C1F" w:rsidRPr="00425406" w:rsidRDefault="00814C1F" w:rsidP="00666B8B">
      <w:pPr>
        <w:spacing w:before="100" w:beforeAutospacing="1" w:line="23" w:lineRule="atLeast"/>
        <w:ind w:firstLine="851"/>
        <w:contextualSpacing/>
        <w:jc w:val="both"/>
      </w:pPr>
      <w:r w:rsidRPr="00425406">
        <w:t>1. Хранение транспортных средств осуществляется на придомовых территориях и гаражах, принадлежащих собственникам.</w:t>
      </w:r>
    </w:p>
    <w:p w:rsidR="00814C1F" w:rsidRPr="00425406" w:rsidRDefault="00814C1F" w:rsidP="00B8570D">
      <w:pPr>
        <w:autoSpaceDE w:val="0"/>
        <w:spacing w:line="276" w:lineRule="auto"/>
        <w:jc w:val="both"/>
        <w:rPr>
          <w:rFonts w:eastAsia="TimesNewRomanPSMT"/>
        </w:rPr>
      </w:pPr>
    </w:p>
    <w:p w:rsidR="00814C1F" w:rsidRPr="00425406" w:rsidRDefault="00814C1F" w:rsidP="00B8570D">
      <w:pPr>
        <w:autoSpaceDE w:val="0"/>
        <w:spacing w:line="276" w:lineRule="auto"/>
        <w:jc w:val="both"/>
        <w:rPr>
          <w:rFonts w:eastAsia="TimesNewRomanPSMT"/>
          <w:sz w:val="10"/>
          <w:szCs w:val="10"/>
        </w:rPr>
      </w:pPr>
    </w:p>
    <w:tbl>
      <w:tblPr>
        <w:tblpPr w:leftFromText="180" w:rightFromText="180" w:vertAnchor="text" w:horzAnchor="margin" w:tblpX="108" w:tblpY="37"/>
        <w:tblW w:w="9468" w:type="dxa"/>
        <w:tblLook w:val="00A0"/>
      </w:tblPr>
      <w:tblGrid>
        <w:gridCol w:w="567"/>
        <w:gridCol w:w="8901"/>
      </w:tblGrid>
      <w:tr w:rsidR="00814C1F" w:rsidRPr="00425406" w:rsidTr="000525CA">
        <w:tc>
          <w:tcPr>
            <w:tcW w:w="567" w:type="dxa"/>
          </w:tcPr>
          <w:p w:rsidR="00814C1F" w:rsidRPr="00425406" w:rsidRDefault="00814C1F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901" w:type="dxa"/>
          </w:tcPr>
          <w:p w:rsidR="00814C1F" w:rsidRPr="00425406" w:rsidRDefault="00814C1F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814C1F" w:rsidRPr="00425406" w:rsidTr="000525CA">
        <w:tc>
          <w:tcPr>
            <w:tcW w:w="9468" w:type="dxa"/>
            <w:gridSpan w:val="2"/>
          </w:tcPr>
          <w:p w:rsidR="00814C1F" w:rsidRPr="00425406" w:rsidRDefault="00814C1F" w:rsidP="005667EA">
            <w:pPr>
              <w:autoSpaceDE w:val="0"/>
              <w:jc w:val="both"/>
              <w:rPr>
                <w:rFonts w:eastAsia="TimesNewRomanPSMT"/>
                <w:b/>
              </w:rPr>
            </w:pPr>
            <w:r w:rsidRPr="00425406">
              <w:rPr>
                <w:b/>
              </w:rPr>
              <w:t>1.3 Расчётные показатели минимально допустимого уровня обеспеченности объектами местного значения в области культуры и показатели максимально допустимого уровня территориальной доступности таких объектов для населения Пионерского сельского поселения Елизовского района Камчатского края</w:t>
            </w:r>
          </w:p>
        </w:tc>
      </w:tr>
    </w:tbl>
    <w:p w:rsidR="00814C1F" w:rsidRPr="00425406" w:rsidRDefault="00814C1F" w:rsidP="00B8570D">
      <w:pPr>
        <w:autoSpaceDE w:val="0"/>
        <w:spacing w:line="276" w:lineRule="auto"/>
        <w:ind w:firstLine="851"/>
        <w:jc w:val="both"/>
        <w:rPr>
          <w:rFonts w:eastAsia="TimesNewRomanPSMT"/>
          <w:sz w:val="10"/>
          <w:szCs w:val="10"/>
        </w:rPr>
      </w:pPr>
    </w:p>
    <w:p w:rsidR="00814C1F" w:rsidRPr="00425406" w:rsidRDefault="00814C1F" w:rsidP="00B8570D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425406">
        <w:rPr>
          <w:rFonts w:eastAsia="TimesNewRomanPSMT"/>
        </w:rPr>
        <w:t>Расчетные показатели для объектов местного значения в области культуры  установлены в соответствии с полномочиями сельского поселения в указанной сфере в соответствии с условиями текущей обеспеченности населения муниципального образования, с учетом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культуры, утвержденных распоряжением Министерства культуры Российской Федерации от 2.08.2017 г. № Р-965.</w:t>
      </w:r>
    </w:p>
    <w:p w:rsidR="00814C1F" w:rsidRPr="00425406" w:rsidRDefault="00814C1F" w:rsidP="00B8570D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425406">
        <w:rPr>
          <w:rFonts w:eastAsia="TimesNewRomanPSMT"/>
        </w:rPr>
        <w:t>Расчетные показатели минимально допустимого уровня обеспеченности объектами местного значения в указанной области и показатели максимально допустимого уровня территориальной доступности таких объектов представлены в таблице 1.3.1.</w:t>
      </w:r>
    </w:p>
    <w:p w:rsidR="00814C1F" w:rsidRPr="00425406" w:rsidRDefault="00814C1F" w:rsidP="00730303">
      <w:pPr>
        <w:rPr>
          <w:sz w:val="22"/>
          <w:szCs w:val="22"/>
        </w:rPr>
      </w:pPr>
    </w:p>
    <w:p w:rsidR="00814C1F" w:rsidRPr="00425406" w:rsidRDefault="00814C1F" w:rsidP="00730303">
      <w:pPr>
        <w:autoSpaceDE w:val="0"/>
        <w:ind w:firstLine="851"/>
        <w:jc w:val="right"/>
        <w:rPr>
          <w:sz w:val="10"/>
          <w:szCs w:val="10"/>
        </w:rPr>
      </w:pPr>
      <w:r w:rsidRPr="00425406">
        <w:rPr>
          <w:rFonts w:eastAsia="TimesNewRomanPSMT"/>
        </w:rPr>
        <w:t>Таблица 1.3.1.</w:t>
      </w:r>
      <w:r w:rsidRPr="00425406">
        <w:rPr>
          <w:szCs w:val="22"/>
        </w:rPr>
        <w:t>Расчетные показатели объектов, относящихся к области культуры</w:t>
      </w:r>
    </w:p>
    <w:p w:rsidR="00814C1F" w:rsidRPr="00425406" w:rsidRDefault="00814C1F" w:rsidP="00730303">
      <w:pPr>
        <w:autoSpaceDE w:val="0"/>
        <w:ind w:firstLine="851"/>
        <w:jc w:val="right"/>
        <w:rPr>
          <w:rFonts w:eastAsia="TimesNewRomanPSMT"/>
          <w:sz w:val="10"/>
          <w:szCs w:val="10"/>
        </w:rPr>
      </w:pPr>
    </w:p>
    <w:tbl>
      <w:tblPr>
        <w:tblW w:w="94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853"/>
        <w:gridCol w:w="1485"/>
        <w:gridCol w:w="1276"/>
        <w:gridCol w:w="2099"/>
        <w:gridCol w:w="1125"/>
      </w:tblGrid>
      <w:tr w:rsidR="00814C1F" w:rsidRPr="00425406" w:rsidTr="000525CA">
        <w:trPr>
          <w:trHeight w:val="778"/>
          <w:tblHeader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25406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853" w:type="dxa"/>
            <w:vMerge w:val="restart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 xml:space="preserve">Наименование </w:t>
            </w:r>
          </w:p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объекта</w:t>
            </w:r>
          </w:p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61" w:type="dxa"/>
            <w:gridSpan w:val="2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 xml:space="preserve">Минимально допустимый уровень </w:t>
            </w:r>
          </w:p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обеспеченности</w:t>
            </w:r>
          </w:p>
        </w:tc>
        <w:tc>
          <w:tcPr>
            <w:tcW w:w="3224" w:type="dxa"/>
            <w:gridSpan w:val="2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Максимально допустимый уровень территориальной доступности</w:t>
            </w:r>
          </w:p>
        </w:tc>
      </w:tr>
      <w:tr w:rsidR="00814C1F" w:rsidRPr="00425406" w:rsidTr="000525CA">
        <w:trPr>
          <w:trHeight w:val="505"/>
          <w:tblHeader/>
        </w:trPr>
        <w:tc>
          <w:tcPr>
            <w:tcW w:w="567" w:type="dxa"/>
            <w:vMerge/>
            <w:vAlign w:val="center"/>
          </w:tcPr>
          <w:p w:rsidR="00814C1F" w:rsidRPr="00425406" w:rsidRDefault="00814C1F" w:rsidP="000D4A74">
            <w:pPr>
              <w:rPr>
                <w:b/>
                <w:lang w:eastAsia="en-US"/>
              </w:rPr>
            </w:pPr>
          </w:p>
        </w:tc>
        <w:tc>
          <w:tcPr>
            <w:tcW w:w="2853" w:type="dxa"/>
            <w:vMerge/>
            <w:vAlign w:val="center"/>
          </w:tcPr>
          <w:p w:rsidR="00814C1F" w:rsidRPr="00425406" w:rsidRDefault="00814C1F" w:rsidP="000D4A7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85" w:type="dxa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 xml:space="preserve">Единица </w:t>
            </w:r>
          </w:p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измерения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Величина</w:t>
            </w:r>
          </w:p>
        </w:tc>
        <w:tc>
          <w:tcPr>
            <w:tcW w:w="2099" w:type="dxa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 xml:space="preserve">Единица </w:t>
            </w:r>
          </w:p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измерения</w:t>
            </w:r>
          </w:p>
        </w:tc>
        <w:tc>
          <w:tcPr>
            <w:tcW w:w="1125" w:type="dxa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Величина</w:t>
            </w:r>
          </w:p>
        </w:tc>
      </w:tr>
      <w:tr w:rsidR="00814C1F" w:rsidRPr="00425406" w:rsidTr="000525CA">
        <w:trPr>
          <w:trHeight w:val="345"/>
        </w:trPr>
        <w:tc>
          <w:tcPr>
            <w:tcW w:w="567" w:type="dxa"/>
            <w:vAlign w:val="center"/>
          </w:tcPr>
          <w:p w:rsidR="00814C1F" w:rsidRPr="00425406" w:rsidRDefault="00814C1F" w:rsidP="004630E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25406">
              <w:rPr>
                <w:b/>
                <w:sz w:val="22"/>
                <w:szCs w:val="22"/>
                <w:lang w:val="en-US" w:eastAsia="en-US"/>
              </w:rPr>
              <w:t>1</w:t>
            </w:r>
            <w:r w:rsidRPr="00425406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853" w:type="dxa"/>
            <w:vAlign w:val="center"/>
          </w:tcPr>
          <w:p w:rsidR="00814C1F" w:rsidRPr="00425406" w:rsidRDefault="00814C1F" w:rsidP="009D7487">
            <w:pPr>
              <w:tabs>
                <w:tab w:val="left" w:pos="6780"/>
              </w:tabs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Общедоступная библиотека с детским отделением</w:t>
            </w:r>
          </w:p>
        </w:tc>
        <w:tc>
          <w:tcPr>
            <w:tcW w:w="1485" w:type="dxa"/>
            <w:vAlign w:val="center"/>
          </w:tcPr>
          <w:p w:rsidR="00814C1F" w:rsidRPr="00425406" w:rsidRDefault="00814C1F" w:rsidP="009D7487">
            <w:pPr>
              <w:tabs>
                <w:tab w:val="left" w:pos="6780"/>
              </w:tabs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объект</w:t>
            </w:r>
          </w:p>
        </w:tc>
        <w:tc>
          <w:tcPr>
            <w:tcW w:w="1276" w:type="dxa"/>
            <w:vAlign w:val="center"/>
          </w:tcPr>
          <w:p w:rsidR="00814C1F" w:rsidRPr="00425406" w:rsidRDefault="00814C1F" w:rsidP="009D7487">
            <w:pPr>
              <w:jc w:val="center"/>
              <w:rPr>
                <w:lang w:val="en-US"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99" w:type="dxa"/>
            <w:vAlign w:val="center"/>
          </w:tcPr>
          <w:p w:rsidR="00814C1F" w:rsidRPr="00425406" w:rsidRDefault="00814C1F" w:rsidP="009D7487">
            <w:pPr>
              <w:tabs>
                <w:tab w:val="left" w:pos="6780"/>
              </w:tabs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Транспортная доступность, мин.</w:t>
            </w:r>
          </w:p>
        </w:tc>
        <w:tc>
          <w:tcPr>
            <w:tcW w:w="1125" w:type="dxa"/>
            <w:vAlign w:val="center"/>
          </w:tcPr>
          <w:p w:rsidR="00814C1F" w:rsidRPr="00425406" w:rsidRDefault="00814C1F" w:rsidP="009D7487">
            <w:pPr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30</w:t>
            </w:r>
          </w:p>
        </w:tc>
      </w:tr>
      <w:tr w:rsidR="00814C1F" w:rsidRPr="00425406" w:rsidTr="000525CA">
        <w:trPr>
          <w:trHeight w:val="345"/>
        </w:trPr>
        <w:tc>
          <w:tcPr>
            <w:tcW w:w="567" w:type="dxa"/>
            <w:vAlign w:val="center"/>
          </w:tcPr>
          <w:p w:rsidR="00814C1F" w:rsidRPr="00425406" w:rsidRDefault="00814C1F" w:rsidP="004630E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25406">
              <w:rPr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853" w:type="dxa"/>
            <w:vAlign w:val="center"/>
          </w:tcPr>
          <w:p w:rsidR="00814C1F" w:rsidRPr="00425406" w:rsidRDefault="00814C1F" w:rsidP="009D7487">
            <w:pPr>
              <w:tabs>
                <w:tab w:val="left" w:pos="6780"/>
              </w:tabs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Точка доступа к полнотекстовым информационным ресурсам</w:t>
            </w:r>
          </w:p>
        </w:tc>
        <w:tc>
          <w:tcPr>
            <w:tcW w:w="1485" w:type="dxa"/>
            <w:vAlign w:val="center"/>
          </w:tcPr>
          <w:p w:rsidR="00814C1F" w:rsidRPr="00425406" w:rsidRDefault="00814C1F" w:rsidP="009D7487">
            <w:pPr>
              <w:tabs>
                <w:tab w:val="left" w:pos="6780"/>
              </w:tabs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объект</w:t>
            </w:r>
          </w:p>
        </w:tc>
        <w:tc>
          <w:tcPr>
            <w:tcW w:w="1276" w:type="dxa"/>
            <w:vAlign w:val="center"/>
          </w:tcPr>
          <w:p w:rsidR="00814C1F" w:rsidRPr="00425406" w:rsidRDefault="00814C1F" w:rsidP="009D7487">
            <w:pPr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99" w:type="dxa"/>
            <w:vAlign w:val="center"/>
          </w:tcPr>
          <w:p w:rsidR="00814C1F" w:rsidRPr="00425406" w:rsidRDefault="00814C1F" w:rsidP="009D7487">
            <w:pPr>
              <w:tabs>
                <w:tab w:val="left" w:pos="6780"/>
              </w:tabs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Транспортная доступность, мин.</w:t>
            </w:r>
          </w:p>
        </w:tc>
        <w:tc>
          <w:tcPr>
            <w:tcW w:w="1125" w:type="dxa"/>
            <w:vAlign w:val="center"/>
          </w:tcPr>
          <w:p w:rsidR="00814C1F" w:rsidRPr="00425406" w:rsidRDefault="00814C1F" w:rsidP="009D7487">
            <w:pPr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30</w:t>
            </w:r>
          </w:p>
        </w:tc>
      </w:tr>
      <w:tr w:rsidR="00814C1F" w:rsidRPr="00425406" w:rsidTr="000525CA">
        <w:trPr>
          <w:trHeight w:val="345"/>
        </w:trPr>
        <w:tc>
          <w:tcPr>
            <w:tcW w:w="567" w:type="dxa"/>
            <w:vAlign w:val="center"/>
          </w:tcPr>
          <w:p w:rsidR="00814C1F" w:rsidRPr="00425406" w:rsidRDefault="00814C1F" w:rsidP="004630E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25406">
              <w:rPr>
                <w:b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853" w:type="dxa"/>
            <w:vAlign w:val="center"/>
          </w:tcPr>
          <w:p w:rsidR="00814C1F" w:rsidRPr="00425406" w:rsidRDefault="00814C1F" w:rsidP="009D7487">
            <w:pPr>
              <w:tabs>
                <w:tab w:val="left" w:pos="6780"/>
              </w:tabs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Дом культуры (Клуб)</w:t>
            </w:r>
          </w:p>
        </w:tc>
        <w:tc>
          <w:tcPr>
            <w:tcW w:w="1485" w:type="dxa"/>
            <w:vAlign w:val="center"/>
          </w:tcPr>
          <w:p w:rsidR="00814C1F" w:rsidRPr="00425406" w:rsidRDefault="00814C1F" w:rsidP="009D7487">
            <w:pPr>
              <w:tabs>
                <w:tab w:val="left" w:pos="6780"/>
              </w:tabs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объект</w:t>
            </w:r>
          </w:p>
        </w:tc>
        <w:tc>
          <w:tcPr>
            <w:tcW w:w="1276" w:type="dxa"/>
            <w:vAlign w:val="center"/>
          </w:tcPr>
          <w:p w:rsidR="00814C1F" w:rsidRPr="00425406" w:rsidRDefault="00814C1F" w:rsidP="009D7487">
            <w:pPr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99" w:type="dxa"/>
            <w:vAlign w:val="center"/>
          </w:tcPr>
          <w:p w:rsidR="00814C1F" w:rsidRPr="00425406" w:rsidRDefault="00814C1F" w:rsidP="009D7487">
            <w:pPr>
              <w:tabs>
                <w:tab w:val="left" w:pos="6780"/>
              </w:tabs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Транспортная доступность, мин.</w:t>
            </w:r>
          </w:p>
        </w:tc>
        <w:tc>
          <w:tcPr>
            <w:tcW w:w="1125" w:type="dxa"/>
            <w:vAlign w:val="center"/>
          </w:tcPr>
          <w:p w:rsidR="00814C1F" w:rsidRPr="00425406" w:rsidRDefault="00814C1F" w:rsidP="009D7487">
            <w:pPr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30</w:t>
            </w:r>
          </w:p>
        </w:tc>
      </w:tr>
    </w:tbl>
    <w:p w:rsidR="00814C1F" w:rsidRPr="00425406" w:rsidRDefault="00814C1F" w:rsidP="0076109F">
      <w:pPr>
        <w:jc w:val="both"/>
      </w:pPr>
    </w:p>
    <w:p w:rsidR="00814C1F" w:rsidRPr="00425406" w:rsidRDefault="00814C1F" w:rsidP="0076109F">
      <w:pPr>
        <w:jc w:val="both"/>
      </w:pPr>
    </w:p>
    <w:tbl>
      <w:tblPr>
        <w:tblW w:w="9540" w:type="dxa"/>
        <w:tblInd w:w="108" w:type="dxa"/>
        <w:tblLook w:val="00A0"/>
      </w:tblPr>
      <w:tblGrid>
        <w:gridCol w:w="516"/>
        <w:gridCol w:w="9024"/>
      </w:tblGrid>
      <w:tr w:rsidR="00814C1F" w:rsidRPr="00425406" w:rsidTr="000525CA">
        <w:tc>
          <w:tcPr>
            <w:tcW w:w="516" w:type="dxa"/>
          </w:tcPr>
          <w:p w:rsidR="00814C1F" w:rsidRPr="00425406" w:rsidRDefault="00814C1F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  <w:p w:rsidR="00814C1F" w:rsidRPr="00425406" w:rsidRDefault="00814C1F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9024" w:type="dxa"/>
          </w:tcPr>
          <w:p w:rsidR="00814C1F" w:rsidRPr="00425406" w:rsidRDefault="00814C1F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814C1F" w:rsidRPr="00425406" w:rsidTr="000525CA">
        <w:tc>
          <w:tcPr>
            <w:tcW w:w="9540" w:type="dxa"/>
            <w:gridSpan w:val="2"/>
          </w:tcPr>
          <w:p w:rsidR="00814C1F" w:rsidRPr="00425406" w:rsidRDefault="00814C1F" w:rsidP="005667EA">
            <w:pPr>
              <w:autoSpaceDE w:val="0"/>
              <w:jc w:val="both"/>
              <w:rPr>
                <w:rFonts w:eastAsia="TimesNewRomanPSMT"/>
                <w:b/>
              </w:rPr>
            </w:pPr>
            <w:r w:rsidRPr="00425406">
              <w:rPr>
                <w:b/>
              </w:rPr>
              <w:t xml:space="preserve">1.4 Расчётные показатели минимально допустимого уровня обеспеченности объектами местного значения в области физической культуры и массового спорта и показатели максимально допустимого уровня территориальной доступности таких объектов для населения </w:t>
            </w:r>
            <w:r w:rsidRPr="00425406">
              <w:rPr>
                <w:b/>
                <w:spacing w:val="-6"/>
                <w:lang w:eastAsia="en-US"/>
              </w:rPr>
              <w:t xml:space="preserve">Пионерского сельского поселения Елизовского района </w:t>
            </w:r>
            <w:r w:rsidRPr="00425406">
              <w:rPr>
                <w:b/>
              </w:rPr>
              <w:t>Камчатского края</w:t>
            </w:r>
          </w:p>
        </w:tc>
      </w:tr>
    </w:tbl>
    <w:p w:rsidR="00814C1F" w:rsidRPr="00425406" w:rsidRDefault="00814C1F" w:rsidP="000525CA">
      <w:pPr>
        <w:autoSpaceDE w:val="0"/>
        <w:ind w:firstLine="851"/>
        <w:jc w:val="both"/>
        <w:rPr>
          <w:rFonts w:eastAsia="TimesNewRomanPSMT"/>
          <w:sz w:val="10"/>
          <w:szCs w:val="10"/>
        </w:rPr>
      </w:pPr>
    </w:p>
    <w:p w:rsidR="00814C1F" w:rsidRPr="00425406" w:rsidRDefault="00814C1F" w:rsidP="000525CA">
      <w:pPr>
        <w:autoSpaceDE w:val="0"/>
        <w:ind w:firstLine="851"/>
        <w:jc w:val="both"/>
        <w:rPr>
          <w:rFonts w:eastAsia="TimesNewRomanPSMT"/>
        </w:rPr>
      </w:pPr>
      <w:r w:rsidRPr="00425406">
        <w:rPr>
          <w:rFonts w:eastAsia="TimesNewRomanPSMT"/>
        </w:rPr>
        <w:t xml:space="preserve">Расчетные показатели для объектов местного значения в области физической культуры и спорта установлены в соответствии с условиями текущей обеспеченности населения сельского поселения, а также с учетом Методических рекомендаций </w:t>
      </w:r>
      <w:r w:rsidRPr="00425406">
        <w:rPr>
          <w:rFonts w:eastAsia="TimesNewRomanPSMT"/>
        </w:rPr>
        <w:br/>
        <w:t>о применении нормативов и норм при определении потребности субъектов Российской Федерации в объектах физической культуры и спорта, утвержденных Приказом Министерства спорта Российской Федерации от 21 марта 2018 года N 244. 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объектов, представлены в таблице 1.4.1.</w:t>
      </w:r>
    </w:p>
    <w:p w:rsidR="00814C1F" w:rsidRPr="00425406" w:rsidRDefault="00814C1F" w:rsidP="000525CA">
      <w:pPr>
        <w:autoSpaceDE w:val="0"/>
        <w:ind w:firstLine="851"/>
        <w:jc w:val="both"/>
        <w:rPr>
          <w:rFonts w:eastAsia="TimesNewRomanPSMT"/>
        </w:rPr>
      </w:pPr>
    </w:p>
    <w:p w:rsidR="00814C1F" w:rsidRPr="00425406" w:rsidRDefault="00814C1F" w:rsidP="000525CA">
      <w:pPr>
        <w:ind w:right="-142"/>
        <w:contextualSpacing/>
        <w:jc w:val="right"/>
        <w:rPr>
          <w:sz w:val="10"/>
          <w:szCs w:val="10"/>
        </w:rPr>
      </w:pPr>
      <w:r w:rsidRPr="00425406">
        <w:rPr>
          <w:szCs w:val="22"/>
        </w:rPr>
        <w:t>Таблица 1.4.1.Расчетные показатели для плоскостных спортивных сооружений</w:t>
      </w:r>
    </w:p>
    <w:p w:rsidR="00814C1F" w:rsidRPr="00425406" w:rsidRDefault="00814C1F" w:rsidP="000525CA">
      <w:pPr>
        <w:ind w:right="-142"/>
        <w:contextualSpacing/>
        <w:jc w:val="right"/>
        <w:rPr>
          <w:sz w:val="10"/>
          <w:szCs w:val="10"/>
        </w:rPr>
      </w:pPr>
    </w:p>
    <w:p w:rsidR="00814C1F" w:rsidRPr="00425406" w:rsidRDefault="00814C1F" w:rsidP="000525CA">
      <w:pPr>
        <w:ind w:right="-142"/>
        <w:contextualSpacing/>
        <w:jc w:val="right"/>
        <w:rPr>
          <w:rFonts w:eastAsia="TimesNewRomanPSMT"/>
          <w:sz w:val="6"/>
          <w:szCs w:val="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2715"/>
        <w:gridCol w:w="2208"/>
        <w:gridCol w:w="1153"/>
        <w:gridCol w:w="1682"/>
        <w:gridCol w:w="1099"/>
      </w:tblGrid>
      <w:tr w:rsidR="00814C1F" w:rsidRPr="00425406" w:rsidTr="000525CA">
        <w:trPr>
          <w:cantSplit/>
          <w:trHeight w:val="20"/>
          <w:tblHeader/>
          <w:jc w:val="center"/>
        </w:trPr>
        <w:tc>
          <w:tcPr>
            <w:tcW w:w="335" w:type="pct"/>
            <w:vMerge w:val="restart"/>
            <w:shd w:val="clear" w:color="auto" w:fill="FFFFFF"/>
            <w:vAlign w:val="center"/>
          </w:tcPr>
          <w:p w:rsidR="00814C1F" w:rsidRPr="00425406" w:rsidRDefault="00814C1F" w:rsidP="000D4A74">
            <w:pPr>
              <w:jc w:val="center"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430" w:type="pct"/>
            <w:vMerge w:val="restart"/>
            <w:shd w:val="clear" w:color="auto" w:fill="FFFFFF"/>
            <w:vAlign w:val="center"/>
          </w:tcPr>
          <w:p w:rsidR="00814C1F" w:rsidRPr="00425406" w:rsidRDefault="00814C1F" w:rsidP="000D4A74">
            <w:pPr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769" w:type="pct"/>
            <w:gridSpan w:val="2"/>
            <w:shd w:val="clear" w:color="auto" w:fill="FFFFFF"/>
            <w:vAlign w:val="center"/>
          </w:tcPr>
          <w:p w:rsidR="00814C1F" w:rsidRPr="00425406" w:rsidRDefault="00814C1F" w:rsidP="000D4A74">
            <w:pPr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Показатель минимально допустимого уровня обеспеченности</w:t>
            </w:r>
          </w:p>
        </w:tc>
        <w:tc>
          <w:tcPr>
            <w:tcW w:w="1466" w:type="pct"/>
            <w:gridSpan w:val="2"/>
            <w:shd w:val="clear" w:color="auto" w:fill="FFFFFF"/>
            <w:vAlign w:val="center"/>
          </w:tcPr>
          <w:p w:rsidR="00814C1F" w:rsidRPr="00425406" w:rsidRDefault="00814C1F" w:rsidP="000D4A74">
            <w:pPr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Показатель максимально допустимого уровня территориальной доступности</w:t>
            </w:r>
          </w:p>
        </w:tc>
      </w:tr>
      <w:tr w:rsidR="00814C1F" w:rsidRPr="00425406" w:rsidTr="000525CA">
        <w:trPr>
          <w:cantSplit/>
          <w:trHeight w:val="20"/>
          <w:tblHeader/>
          <w:jc w:val="center"/>
        </w:trPr>
        <w:tc>
          <w:tcPr>
            <w:tcW w:w="335" w:type="pct"/>
            <w:vMerge/>
            <w:shd w:val="clear" w:color="auto" w:fill="FFFFFF"/>
            <w:vAlign w:val="center"/>
          </w:tcPr>
          <w:p w:rsidR="00814C1F" w:rsidRPr="00425406" w:rsidRDefault="00814C1F" w:rsidP="000D4A74">
            <w:pPr>
              <w:jc w:val="center"/>
              <w:rPr>
                <w:b/>
              </w:rPr>
            </w:pPr>
          </w:p>
        </w:tc>
        <w:tc>
          <w:tcPr>
            <w:tcW w:w="1430" w:type="pct"/>
            <w:vMerge/>
            <w:shd w:val="clear" w:color="auto" w:fill="FFFFFF"/>
            <w:vAlign w:val="center"/>
          </w:tcPr>
          <w:p w:rsidR="00814C1F" w:rsidRPr="00425406" w:rsidRDefault="00814C1F" w:rsidP="000D4A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pct"/>
            <w:shd w:val="clear" w:color="auto" w:fill="FFFFFF"/>
            <w:vAlign w:val="center"/>
          </w:tcPr>
          <w:p w:rsidR="00814C1F" w:rsidRPr="00425406" w:rsidRDefault="00814C1F" w:rsidP="000D4A74">
            <w:pPr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 xml:space="preserve">Единица </w:t>
            </w:r>
          </w:p>
          <w:p w:rsidR="00814C1F" w:rsidRPr="00425406" w:rsidRDefault="00814C1F" w:rsidP="000D4A74">
            <w:pPr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измерения</w:t>
            </w:r>
          </w:p>
        </w:tc>
        <w:tc>
          <w:tcPr>
            <w:tcW w:w="607" w:type="pct"/>
            <w:shd w:val="clear" w:color="auto" w:fill="FFFFFF"/>
            <w:vAlign w:val="center"/>
          </w:tcPr>
          <w:p w:rsidR="00814C1F" w:rsidRPr="00425406" w:rsidRDefault="00814C1F" w:rsidP="000D4A74">
            <w:pPr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Величина</w:t>
            </w:r>
          </w:p>
        </w:tc>
        <w:tc>
          <w:tcPr>
            <w:tcW w:w="886" w:type="pct"/>
            <w:shd w:val="clear" w:color="auto" w:fill="FFFFFF"/>
            <w:vAlign w:val="center"/>
          </w:tcPr>
          <w:p w:rsidR="00814C1F" w:rsidRPr="00425406" w:rsidRDefault="00814C1F" w:rsidP="000D4A74">
            <w:pPr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Единица</w:t>
            </w:r>
          </w:p>
          <w:p w:rsidR="00814C1F" w:rsidRPr="00425406" w:rsidRDefault="00814C1F" w:rsidP="000D4A74">
            <w:pPr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 xml:space="preserve"> измерения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814C1F" w:rsidRPr="00425406" w:rsidRDefault="00814C1F" w:rsidP="000D4A74">
            <w:pPr>
              <w:jc w:val="center"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Величина</w:t>
            </w:r>
          </w:p>
        </w:tc>
      </w:tr>
      <w:tr w:rsidR="00814C1F" w:rsidRPr="00425406" w:rsidTr="000525CA">
        <w:trPr>
          <w:cantSplit/>
          <w:trHeight w:val="1012"/>
          <w:jc w:val="center"/>
        </w:trPr>
        <w:tc>
          <w:tcPr>
            <w:tcW w:w="335" w:type="pct"/>
            <w:vAlign w:val="center"/>
          </w:tcPr>
          <w:p w:rsidR="00814C1F" w:rsidRPr="00425406" w:rsidRDefault="00814C1F" w:rsidP="000D4A74">
            <w:pPr>
              <w:jc w:val="center"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430" w:type="pct"/>
            <w:vAlign w:val="center"/>
          </w:tcPr>
          <w:p w:rsidR="00814C1F" w:rsidRPr="00425406" w:rsidRDefault="00814C1F" w:rsidP="000D4A74">
            <w:r w:rsidRPr="00425406">
              <w:rPr>
                <w:sz w:val="22"/>
                <w:szCs w:val="22"/>
              </w:rPr>
              <w:t>Спортивные залы общего пользования</w:t>
            </w:r>
          </w:p>
        </w:tc>
        <w:tc>
          <w:tcPr>
            <w:tcW w:w="1163" w:type="pct"/>
            <w:vAlign w:val="center"/>
          </w:tcPr>
          <w:p w:rsidR="00814C1F" w:rsidRPr="00425406" w:rsidRDefault="00814C1F" w:rsidP="000D4A74">
            <w:pPr>
              <w:jc w:val="center"/>
            </w:pPr>
            <w:r w:rsidRPr="00425406">
              <w:rPr>
                <w:sz w:val="22"/>
                <w:szCs w:val="22"/>
              </w:rPr>
              <w:t>удельная площадь пола спортивных залов на 1000 жит., кв.м.</w:t>
            </w:r>
          </w:p>
        </w:tc>
        <w:tc>
          <w:tcPr>
            <w:tcW w:w="607" w:type="pct"/>
            <w:vAlign w:val="center"/>
          </w:tcPr>
          <w:p w:rsidR="00814C1F" w:rsidRPr="00425406" w:rsidRDefault="00814C1F" w:rsidP="000D4A74">
            <w:pPr>
              <w:jc w:val="center"/>
            </w:pPr>
            <w:r w:rsidRPr="00425406">
              <w:rPr>
                <w:sz w:val="22"/>
                <w:szCs w:val="22"/>
              </w:rPr>
              <w:t>80</w:t>
            </w:r>
          </w:p>
        </w:tc>
        <w:tc>
          <w:tcPr>
            <w:tcW w:w="886" w:type="pct"/>
            <w:vAlign w:val="center"/>
          </w:tcPr>
          <w:p w:rsidR="00814C1F" w:rsidRPr="00425406" w:rsidRDefault="00814C1F" w:rsidP="000D4A74">
            <w:pPr>
              <w:ind w:left="136" w:firstLine="1"/>
              <w:jc w:val="center"/>
            </w:pPr>
            <w:r w:rsidRPr="00425406">
              <w:rPr>
                <w:sz w:val="22"/>
                <w:szCs w:val="22"/>
              </w:rPr>
              <w:t>-</w:t>
            </w:r>
          </w:p>
        </w:tc>
        <w:tc>
          <w:tcPr>
            <w:tcW w:w="580" w:type="pct"/>
            <w:vAlign w:val="center"/>
          </w:tcPr>
          <w:p w:rsidR="00814C1F" w:rsidRPr="00425406" w:rsidRDefault="00814C1F" w:rsidP="000525CA">
            <w:pPr>
              <w:ind w:left="136" w:right="140" w:firstLine="1"/>
              <w:jc w:val="center"/>
            </w:pPr>
            <w:r w:rsidRPr="00425406">
              <w:rPr>
                <w:sz w:val="22"/>
                <w:szCs w:val="22"/>
              </w:rPr>
              <w:t>-</w:t>
            </w:r>
          </w:p>
        </w:tc>
      </w:tr>
      <w:tr w:rsidR="00814C1F" w:rsidRPr="00425406" w:rsidTr="000525CA">
        <w:trPr>
          <w:cantSplit/>
          <w:trHeight w:val="1012"/>
          <w:jc w:val="center"/>
        </w:trPr>
        <w:tc>
          <w:tcPr>
            <w:tcW w:w="335" w:type="pct"/>
            <w:vAlign w:val="center"/>
          </w:tcPr>
          <w:p w:rsidR="00814C1F" w:rsidRPr="00425406" w:rsidRDefault="00814C1F" w:rsidP="000D4A74">
            <w:pPr>
              <w:jc w:val="center"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430" w:type="pct"/>
            <w:vAlign w:val="center"/>
          </w:tcPr>
          <w:p w:rsidR="00814C1F" w:rsidRPr="00425406" w:rsidRDefault="00814C1F" w:rsidP="000D4A74">
            <w:r w:rsidRPr="00425406">
              <w:rPr>
                <w:sz w:val="22"/>
                <w:szCs w:val="28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1163" w:type="pct"/>
            <w:vAlign w:val="center"/>
          </w:tcPr>
          <w:p w:rsidR="00814C1F" w:rsidRPr="00425406" w:rsidRDefault="00814C1F" w:rsidP="00DD65C2">
            <w:pPr>
              <w:jc w:val="center"/>
            </w:pPr>
            <w:r w:rsidRPr="00425406">
              <w:rPr>
                <w:sz w:val="22"/>
                <w:szCs w:val="22"/>
              </w:rPr>
              <w:t xml:space="preserve">уровень обеспеченности, объект </w:t>
            </w:r>
          </w:p>
        </w:tc>
        <w:tc>
          <w:tcPr>
            <w:tcW w:w="607" w:type="pct"/>
            <w:vAlign w:val="center"/>
          </w:tcPr>
          <w:p w:rsidR="00814C1F" w:rsidRPr="00425406" w:rsidRDefault="00814C1F" w:rsidP="000D4A74">
            <w:pPr>
              <w:jc w:val="center"/>
            </w:pPr>
            <w:r w:rsidRPr="00425406">
              <w:rPr>
                <w:sz w:val="22"/>
                <w:szCs w:val="22"/>
              </w:rPr>
              <w:t>1</w:t>
            </w:r>
          </w:p>
        </w:tc>
        <w:tc>
          <w:tcPr>
            <w:tcW w:w="886" w:type="pct"/>
            <w:vAlign w:val="center"/>
          </w:tcPr>
          <w:p w:rsidR="00814C1F" w:rsidRPr="00425406" w:rsidRDefault="00814C1F" w:rsidP="000D4A74">
            <w:pPr>
              <w:ind w:left="136" w:firstLine="1"/>
              <w:jc w:val="center"/>
            </w:pPr>
            <w:r w:rsidRPr="00425406">
              <w:rPr>
                <w:sz w:val="22"/>
                <w:szCs w:val="22"/>
              </w:rPr>
              <w:t>радиус доступности, км</w:t>
            </w:r>
          </w:p>
        </w:tc>
        <w:tc>
          <w:tcPr>
            <w:tcW w:w="580" w:type="pct"/>
            <w:vAlign w:val="center"/>
          </w:tcPr>
          <w:p w:rsidR="00814C1F" w:rsidRPr="00425406" w:rsidRDefault="00814C1F" w:rsidP="000D4A74">
            <w:pPr>
              <w:ind w:left="136" w:firstLine="1"/>
              <w:jc w:val="center"/>
            </w:pPr>
            <w:r w:rsidRPr="00425406">
              <w:rPr>
                <w:sz w:val="22"/>
                <w:szCs w:val="22"/>
              </w:rPr>
              <w:t>0,5</w:t>
            </w:r>
          </w:p>
        </w:tc>
      </w:tr>
      <w:tr w:rsidR="00814C1F" w:rsidRPr="00425406" w:rsidTr="000525CA">
        <w:trPr>
          <w:cantSplit/>
          <w:trHeight w:val="1012"/>
          <w:jc w:val="center"/>
        </w:trPr>
        <w:tc>
          <w:tcPr>
            <w:tcW w:w="335" w:type="pct"/>
            <w:vAlign w:val="center"/>
          </w:tcPr>
          <w:p w:rsidR="00814C1F" w:rsidRPr="00425406" w:rsidRDefault="00814C1F" w:rsidP="003A725A">
            <w:pPr>
              <w:jc w:val="center"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430" w:type="pct"/>
            <w:vAlign w:val="center"/>
          </w:tcPr>
          <w:p w:rsidR="00814C1F" w:rsidRPr="00425406" w:rsidRDefault="00814C1F" w:rsidP="003A725A">
            <w:r w:rsidRPr="00425406">
              <w:rPr>
                <w:sz w:val="22"/>
              </w:rPr>
              <w:t>Плавательный бассейн</w:t>
            </w:r>
          </w:p>
        </w:tc>
        <w:tc>
          <w:tcPr>
            <w:tcW w:w="1163" w:type="pct"/>
            <w:vAlign w:val="center"/>
          </w:tcPr>
          <w:p w:rsidR="00814C1F" w:rsidRPr="00425406" w:rsidRDefault="00814C1F" w:rsidP="003A725A">
            <w:pPr>
              <w:jc w:val="center"/>
            </w:pPr>
            <w:r w:rsidRPr="00425406">
              <w:rPr>
                <w:sz w:val="22"/>
                <w:szCs w:val="22"/>
              </w:rPr>
              <w:t>уровень обеспеченности, кв. м. зеркала воды на 1 тыс. чел.</w:t>
            </w:r>
          </w:p>
        </w:tc>
        <w:tc>
          <w:tcPr>
            <w:tcW w:w="607" w:type="pct"/>
            <w:vAlign w:val="center"/>
          </w:tcPr>
          <w:p w:rsidR="00814C1F" w:rsidRPr="00425406" w:rsidRDefault="00814C1F" w:rsidP="003A725A">
            <w:pPr>
              <w:jc w:val="center"/>
            </w:pPr>
            <w:r w:rsidRPr="00425406">
              <w:rPr>
                <w:sz w:val="22"/>
                <w:szCs w:val="22"/>
              </w:rPr>
              <w:t>25</w:t>
            </w:r>
          </w:p>
        </w:tc>
        <w:tc>
          <w:tcPr>
            <w:tcW w:w="886" w:type="pct"/>
            <w:vAlign w:val="center"/>
          </w:tcPr>
          <w:p w:rsidR="00814C1F" w:rsidRPr="00425406" w:rsidRDefault="00814C1F" w:rsidP="003A725A">
            <w:pPr>
              <w:ind w:left="136" w:firstLine="1"/>
              <w:jc w:val="center"/>
            </w:pPr>
            <w:r w:rsidRPr="00425406">
              <w:rPr>
                <w:sz w:val="22"/>
                <w:szCs w:val="22"/>
              </w:rPr>
              <w:t>-</w:t>
            </w:r>
          </w:p>
        </w:tc>
        <w:tc>
          <w:tcPr>
            <w:tcW w:w="580" w:type="pct"/>
            <w:vAlign w:val="center"/>
          </w:tcPr>
          <w:p w:rsidR="00814C1F" w:rsidRPr="00425406" w:rsidRDefault="00814C1F" w:rsidP="003A725A">
            <w:pPr>
              <w:ind w:left="136" w:firstLine="1"/>
              <w:jc w:val="center"/>
            </w:pPr>
            <w:r w:rsidRPr="00425406">
              <w:rPr>
                <w:sz w:val="22"/>
                <w:szCs w:val="22"/>
              </w:rPr>
              <w:t>-</w:t>
            </w:r>
          </w:p>
        </w:tc>
      </w:tr>
    </w:tbl>
    <w:p w:rsidR="00814C1F" w:rsidRPr="00425406" w:rsidRDefault="00814C1F" w:rsidP="00507A72">
      <w:pPr>
        <w:jc w:val="both"/>
      </w:pPr>
    </w:p>
    <w:p w:rsidR="00814C1F" w:rsidRPr="00425406" w:rsidRDefault="00814C1F" w:rsidP="00507A72">
      <w:pPr>
        <w:jc w:val="both"/>
      </w:pPr>
    </w:p>
    <w:p w:rsidR="00814C1F" w:rsidRPr="00425406" w:rsidRDefault="00814C1F" w:rsidP="00507A72">
      <w:pPr>
        <w:jc w:val="both"/>
        <w:rPr>
          <w:sz w:val="10"/>
          <w:szCs w:val="10"/>
        </w:rPr>
      </w:pPr>
    </w:p>
    <w:tbl>
      <w:tblPr>
        <w:tblW w:w="9540" w:type="dxa"/>
        <w:tblInd w:w="108" w:type="dxa"/>
        <w:tblLook w:val="00A0"/>
      </w:tblPr>
      <w:tblGrid>
        <w:gridCol w:w="516"/>
        <w:gridCol w:w="9024"/>
      </w:tblGrid>
      <w:tr w:rsidR="00814C1F" w:rsidRPr="00425406" w:rsidTr="00EC6AC4">
        <w:tc>
          <w:tcPr>
            <w:tcW w:w="516" w:type="dxa"/>
          </w:tcPr>
          <w:p w:rsidR="00814C1F" w:rsidRPr="00425406" w:rsidRDefault="00814C1F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9024" w:type="dxa"/>
          </w:tcPr>
          <w:p w:rsidR="00814C1F" w:rsidRPr="00425406" w:rsidRDefault="00814C1F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814C1F" w:rsidRPr="00425406" w:rsidTr="00EC6AC4">
        <w:tc>
          <w:tcPr>
            <w:tcW w:w="9540" w:type="dxa"/>
            <w:gridSpan w:val="2"/>
          </w:tcPr>
          <w:p w:rsidR="00814C1F" w:rsidRPr="00425406" w:rsidRDefault="00814C1F" w:rsidP="005667EA">
            <w:pPr>
              <w:autoSpaceDE w:val="0"/>
              <w:jc w:val="both"/>
              <w:rPr>
                <w:rFonts w:eastAsia="TimesNewRomanPSMT"/>
                <w:b/>
              </w:rPr>
            </w:pPr>
            <w:r w:rsidRPr="00425406">
              <w:rPr>
                <w:b/>
              </w:rPr>
              <w:t>1.5 Расчётные показатели минимально допустимого уровня обеспеченности объектами местного значения в области благоустройства территории и показатели максимально допустимого уровня территориальной доступности таких объектов для населения Пионерского сельского поселения Елизовского района Камчатского края</w:t>
            </w:r>
          </w:p>
        </w:tc>
      </w:tr>
    </w:tbl>
    <w:p w:rsidR="00814C1F" w:rsidRPr="00425406" w:rsidRDefault="00814C1F" w:rsidP="007B720F">
      <w:pPr>
        <w:spacing w:before="120" w:line="276" w:lineRule="auto"/>
        <w:ind w:firstLine="851"/>
        <w:jc w:val="both"/>
        <w:rPr>
          <w:rFonts w:eastAsia="TimesNewRomanPSMT"/>
          <w:sz w:val="10"/>
          <w:szCs w:val="10"/>
        </w:rPr>
      </w:pPr>
    </w:p>
    <w:p w:rsidR="00814C1F" w:rsidRPr="00425406" w:rsidRDefault="00814C1F" w:rsidP="007B720F">
      <w:pPr>
        <w:spacing w:before="120" w:line="276" w:lineRule="auto"/>
        <w:ind w:firstLine="851"/>
        <w:jc w:val="both"/>
        <w:rPr>
          <w:rFonts w:eastAsia="TimesNewRomanPSMT"/>
        </w:rPr>
      </w:pPr>
      <w:r w:rsidRPr="00425406">
        <w:rPr>
          <w:rFonts w:eastAsia="TimesNewRomanPSMT"/>
        </w:rPr>
        <w:t xml:space="preserve">Расчетные показатели для объектов местного значения в области благоустройства территории установлены в соответствии с полномочиями сельского поселения в указанной сфере в соответствии с условиями текущей обеспеченности населения муниципального образования, с учетом </w:t>
      </w:r>
      <w:r w:rsidRPr="00425406">
        <w:rPr>
          <w:bCs/>
        </w:rPr>
        <w:t>Методических рекомендаций по подготовке правил благоустройства территорий поселений(включая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среды) от 19.01.2017 (подготовлен Минстроем России, Приказ подписан 13.04.2017 N 711/пр).</w:t>
      </w:r>
    </w:p>
    <w:p w:rsidR="00814C1F" w:rsidRPr="00425406" w:rsidRDefault="00814C1F" w:rsidP="000D4A74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425406">
        <w:rPr>
          <w:rFonts w:eastAsia="TimesNewRomanPSMT"/>
        </w:rPr>
        <w:t>Расчетные показатели минимально допустимого уровня обеспеченности объектами местного значения в указанной области и показатели максимально допустимого уровня территориальной доступности таких объектов представлены в таблице 1.5.1.</w:t>
      </w:r>
    </w:p>
    <w:p w:rsidR="00814C1F" w:rsidRPr="00425406" w:rsidRDefault="00814C1F" w:rsidP="007B720F">
      <w:pPr>
        <w:ind w:firstLine="851"/>
        <w:jc w:val="right"/>
      </w:pPr>
    </w:p>
    <w:p w:rsidR="00814C1F" w:rsidRPr="00425406" w:rsidRDefault="00814C1F" w:rsidP="007B720F">
      <w:pPr>
        <w:ind w:firstLine="851"/>
        <w:jc w:val="right"/>
        <w:rPr>
          <w:sz w:val="10"/>
          <w:szCs w:val="10"/>
        </w:rPr>
      </w:pPr>
      <w:r w:rsidRPr="00425406">
        <w:t>Таблица 1.5.1. Расчетные показатели объектов, относящихся к области благоустройства территории</w:t>
      </w:r>
    </w:p>
    <w:p w:rsidR="00814C1F" w:rsidRPr="00425406" w:rsidRDefault="00814C1F" w:rsidP="007B720F">
      <w:pPr>
        <w:ind w:firstLine="851"/>
        <w:jc w:val="right"/>
        <w:rPr>
          <w:sz w:val="10"/>
          <w:szCs w:val="10"/>
        </w:rPr>
      </w:pPr>
    </w:p>
    <w:p w:rsidR="00814C1F" w:rsidRPr="00425406" w:rsidRDefault="00814C1F" w:rsidP="007B720F">
      <w:pPr>
        <w:ind w:firstLine="851"/>
        <w:jc w:val="right"/>
        <w:rPr>
          <w:sz w:val="6"/>
          <w:szCs w:val="6"/>
        </w:rPr>
      </w:pPr>
    </w:p>
    <w:tbl>
      <w:tblPr>
        <w:tblW w:w="93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313"/>
        <w:gridCol w:w="2080"/>
        <w:gridCol w:w="1148"/>
        <w:gridCol w:w="2024"/>
        <w:gridCol w:w="1199"/>
      </w:tblGrid>
      <w:tr w:rsidR="00814C1F" w:rsidRPr="00425406" w:rsidTr="00730303">
        <w:trPr>
          <w:trHeight w:val="20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25406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313" w:type="dxa"/>
            <w:vMerge w:val="restart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Наименование объекта</w:t>
            </w:r>
          </w:p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228" w:type="dxa"/>
            <w:gridSpan w:val="2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Минимально допустимый уровень обеспеченности</w:t>
            </w:r>
          </w:p>
        </w:tc>
        <w:tc>
          <w:tcPr>
            <w:tcW w:w="3223" w:type="dxa"/>
            <w:gridSpan w:val="2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Максимально допустимый уровень территориальной доступности</w:t>
            </w:r>
          </w:p>
        </w:tc>
      </w:tr>
      <w:tr w:rsidR="00814C1F" w:rsidRPr="00425406" w:rsidTr="00730303">
        <w:trPr>
          <w:trHeight w:val="20"/>
        </w:trPr>
        <w:tc>
          <w:tcPr>
            <w:tcW w:w="567" w:type="dxa"/>
            <w:vMerge/>
            <w:vAlign w:val="center"/>
          </w:tcPr>
          <w:p w:rsidR="00814C1F" w:rsidRPr="00425406" w:rsidRDefault="00814C1F" w:rsidP="000D4A74">
            <w:pPr>
              <w:rPr>
                <w:b/>
                <w:lang w:eastAsia="en-US"/>
              </w:rPr>
            </w:pPr>
          </w:p>
        </w:tc>
        <w:tc>
          <w:tcPr>
            <w:tcW w:w="2313" w:type="dxa"/>
            <w:vMerge/>
            <w:vAlign w:val="center"/>
          </w:tcPr>
          <w:p w:rsidR="00814C1F" w:rsidRPr="00425406" w:rsidRDefault="00814C1F" w:rsidP="000D4A7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080" w:type="dxa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 xml:space="preserve">Единица </w:t>
            </w:r>
          </w:p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измерения</w:t>
            </w:r>
          </w:p>
        </w:tc>
        <w:tc>
          <w:tcPr>
            <w:tcW w:w="1148" w:type="dxa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Величина</w:t>
            </w:r>
          </w:p>
        </w:tc>
        <w:tc>
          <w:tcPr>
            <w:tcW w:w="2024" w:type="dxa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 xml:space="preserve">Единица </w:t>
            </w:r>
          </w:p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измерения</w:t>
            </w:r>
          </w:p>
        </w:tc>
        <w:tc>
          <w:tcPr>
            <w:tcW w:w="1199" w:type="dxa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Величина</w:t>
            </w:r>
          </w:p>
        </w:tc>
      </w:tr>
      <w:tr w:rsidR="00814C1F" w:rsidRPr="00425406" w:rsidTr="00730303">
        <w:trPr>
          <w:trHeight w:val="20"/>
        </w:trPr>
        <w:tc>
          <w:tcPr>
            <w:tcW w:w="567" w:type="dxa"/>
            <w:vAlign w:val="center"/>
          </w:tcPr>
          <w:p w:rsidR="00814C1F" w:rsidRPr="00425406" w:rsidRDefault="00814C1F" w:rsidP="008C406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25406">
              <w:rPr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313" w:type="dxa"/>
            <w:vAlign w:val="center"/>
          </w:tcPr>
          <w:p w:rsidR="00814C1F" w:rsidRPr="00425406" w:rsidRDefault="00814C1F" w:rsidP="008C40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Территория рекреационного назначения</w:t>
            </w:r>
          </w:p>
        </w:tc>
        <w:tc>
          <w:tcPr>
            <w:tcW w:w="2080" w:type="dxa"/>
            <w:vAlign w:val="center"/>
          </w:tcPr>
          <w:p w:rsidR="00814C1F" w:rsidRPr="00425406" w:rsidRDefault="00814C1F" w:rsidP="008C40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Площадь озеленения, кв.м. на 1 жит.</w:t>
            </w:r>
          </w:p>
        </w:tc>
        <w:tc>
          <w:tcPr>
            <w:tcW w:w="1148" w:type="dxa"/>
            <w:vAlign w:val="center"/>
          </w:tcPr>
          <w:p w:rsidR="00814C1F" w:rsidRPr="00425406" w:rsidRDefault="00814C1F" w:rsidP="008C406C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024" w:type="dxa"/>
            <w:vAlign w:val="center"/>
          </w:tcPr>
          <w:p w:rsidR="00814C1F" w:rsidRPr="00425406" w:rsidRDefault="00814C1F" w:rsidP="008C40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Транспортная доступность, мин.</w:t>
            </w:r>
          </w:p>
        </w:tc>
        <w:tc>
          <w:tcPr>
            <w:tcW w:w="1199" w:type="dxa"/>
            <w:vAlign w:val="center"/>
          </w:tcPr>
          <w:p w:rsidR="00814C1F" w:rsidRPr="00425406" w:rsidRDefault="00814C1F" w:rsidP="008C406C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20</w:t>
            </w:r>
          </w:p>
        </w:tc>
      </w:tr>
      <w:tr w:rsidR="00814C1F" w:rsidRPr="00425406" w:rsidTr="00730303">
        <w:trPr>
          <w:trHeight w:val="20"/>
        </w:trPr>
        <w:tc>
          <w:tcPr>
            <w:tcW w:w="567" w:type="dxa"/>
            <w:vAlign w:val="center"/>
          </w:tcPr>
          <w:p w:rsidR="00814C1F" w:rsidRPr="00425406" w:rsidRDefault="00814C1F" w:rsidP="008C406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25406">
              <w:rPr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313" w:type="dxa"/>
            <w:vAlign w:val="center"/>
          </w:tcPr>
          <w:p w:rsidR="00814C1F" w:rsidRPr="00425406" w:rsidRDefault="00814C1F" w:rsidP="008C40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Детские площадки</w:t>
            </w:r>
          </w:p>
        </w:tc>
        <w:tc>
          <w:tcPr>
            <w:tcW w:w="2080" w:type="dxa"/>
            <w:vAlign w:val="center"/>
          </w:tcPr>
          <w:p w:rsidR="00814C1F" w:rsidRPr="00425406" w:rsidRDefault="00814C1F" w:rsidP="008C40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 xml:space="preserve">площадь территории, </w:t>
            </w:r>
            <w:r w:rsidRPr="00425406">
              <w:rPr>
                <w:sz w:val="22"/>
                <w:szCs w:val="22"/>
              </w:rPr>
              <w:t>м</w:t>
            </w:r>
            <w:r w:rsidRPr="00425406">
              <w:rPr>
                <w:sz w:val="22"/>
                <w:szCs w:val="22"/>
                <w:vertAlign w:val="superscript"/>
              </w:rPr>
              <w:t xml:space="preserve">2 </w:t>
            </w:r>
            <w:r w:rsidRPr="00425406">
              <w:rPr>
                <w:sz w:val="22"/>
                <w:szCs w:val="22"/>
              </w:rPr>
              <w:t>на чел.</w:t>
            </w:r>
          </w:p>
        </w:tc>
        <w:tc>
          <w:tcPr>
            <w:tcW w:w="1148" w:type="dxa"/>
            <w:vAlign w:val="center"/>
          </w:tcPr>
          <w:p w:rsidR="00814C1F" w:rsidRPr="00425406" w:rsidRDefault="00814C1F" w:rsidP="008C406C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2024" w:type="dxa"/>
            <w:vAlign w:val="center"/>
          </w:tcPr>
          <w:p w:rsidR="00814C1F" w:rsidRPr="00425406" w:rsidRDefault="00814C1F" w:rsidP="008C40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bCs/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1199" w:type="dxa"/>
            <w:vAlign w:val="center"/>
          </w:tcPr>
          <w:p w:rsidR="00814C1F" w:rsidRPr="00425406" w:rsidRDefault="00814C1F" w:rsidP="008C406C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500</w:t>
            </w:r>
          </w:p>
        </w:tc>
      </w:tr>
      <w:tr w:rsidR="00814C1F" w:rsidRPr="00425406" w:rsidTr="00730303">
        <w:trPr>
          <w:trHeight w:val="20"/>
        </w:trPr>
        <w:tc>
          <w:tcPr>
            <w:tcW w:w="567" w:type="dxa"/>
            <w:vAlign w:val="center"/>
          </w:tcPr>
          <w:p w:rsidR="00814C1F" w:rsidRPr="00425406" w:rsidRDefault="00814C1F" w:rsidP="008C406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25406">
              <w:rPr>
                <w:b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313" w:type="dxa"/>
            <w:vAlign w:val="center"/>
          </w:tcPr>
          <w:p w:rsidR="00814C1F" w:rsidRPr="00425406" w:rsidRDefault="00814C1F" w:rsidP="008C40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</w:rPr>
              <w:t>Площадка отдыха и досуга</w:t>
            </w:r>
          </w:p>
        </w:tc>
        <w:tc>
          <w:tcPr>
            <w:tcW w:w="2080" w:type="dxa"/>
            <w:vAlign w:val="center"/>
          </w:tcPr>
          <w:p w:rsidR="00814C1F" w:rsidRPr="00425406" w:rsidRDefault="00814C1F" w:rsidP="008C40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 xml:space="preserve">площадь территории, </w:t>
            </w:r>
            <w:r w:rsidRPr="00425406">
              <w:rPr>
                <w:sz w:val="22"/>
                <w:szCs w:val="22"/>
              </w:rPr>
              <w:t>м</w:t>
            </w:r>
            <w:r w:rsidRPr="00425406">
              <w:rPr>
                <w:sz w:val="22"/>
                <w:szCs w:val="22"/>
                <w:vertAlign w:val="superscript"/>
              </w:rPr>
              <w:t xml:space="preserve">2 </w:t>
            </w:r>
            <w:r w:rsidRPr="00425406">
              <w:rPr>
                <w:sz w:val="22"/>
                <w:szCs w:val="22"/>
              </w:rPr>
              <w:t>на чел.</w:t>
            </w:r>
          </w:p>
        </w:tc>
        <w:tc>
          <w:tcPr>
            <w:tcW w:w="1148" w:type="dxa"/>
            <w:vAlign w:val="center"/>
          </w:tcPr>
          <w:p w:rsidR="00814C1F" w:rsidRPr="00425406" w:rsidRDefault="00814C1F" w:rsidP="008C406C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2024" w:type="dxa"/>
            <w:vAlign w:val="center"/>
          </w:tcPr>
          <w:p w:rsidR="00814C1F" w:rsidRPr="00425406" w:rsidRDefault="00814C1F" w:rsidP="008C406C">
            <w:pPr>
              <w:tabs>
                <w:tab w:val="left" w:pos="6780"/>
              </w:tabs>
              <w:spacing w:line="276" w:lineRule="auto"/>
              <w:jc w:val="center"/>
              <w:rPr>
                <w:bCs/>
              </w:rPr>
            </w:pPr>
            <w:r w:rsidRPr="00425406">
              <w:rPr>
                <w:bCs/>
                <w:sz w:val="22"/>
                <w:szCs w:val="22"/>
              </w:rPr>
              <w:t>Пешеходная доступность, м</w:t>
            </w:r>
          </w:p>
        </w:tc>
        <w:tc>
          <w:tcPr>
            <w:tcW w:w="1199" w:type="dxa"/>
            <w:vAlign w:val="center"/>
          </w:tcPr>
          <w:p w:rsidR="00814C1F" w:rsidRPr="00425406" w:rsidRDefault="00814C1F" w:rsidP="008C406C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600</w:t>
            </w:r>
          </w:p>
        </w:tc>
      </w:tr>
    </w:tbl>
    <w:p w:rsidR="00814C1F" w:rsidRPr="00425406" w:rsidRDefault="00814C1F" w:rsidP="0043084B">
      <w:pPr>
        <w:pStyle w:val="Default"/>
        <w:ind w:firstLine="851"/>
        <w:jc w:val="both"/>
        <w:rPr>
          <w:color w:val="auto"/>
          <w:sz w:val="6"/>
          <w:szCs w:val="6"/>
        </w:rPr>
      </w:pPr>
    </w:p>
    <w:p w:rsidR="00814C1F" w:rsidRPr="00425406" w:rsidRDefault="00814C1F" w:rsidP="0043084B">
      <w:pPr>
        <w:pStyle w:val="Default"/>
        <w:ind w:firstLine="851"/>
        <w:jc w:val="both"/>
        <w:rPr>
          <w:color w:val="auto"/>
        </w:rPr>
      </w:pPr>
      <w:r w:rsidRPr="00425406">
        <w:rPr>
          <w:color w:val="auto"/>
        </w:rPr>
        <w:t xml:space="preserve">Примечания: </w:t>
      </w:r>
    </w:p>
    <w:p w:rsidR="00814C1F" w:rsidRPr="00425406" w:rsidRDefault="00814C1F" w:rsidP="000402E4">
      <w:pPr>
        <w:pStyle w:val="Default"/>
        <w:ind w:firstLine="851"/>
        <w:jc w:val="both"/>
        <w:rPr>
          <w:color w:val="auto"/>
        </w:rPr>
      </w:pPr>
      <w:r w:rsidRPr="00425406">
        <w:rPr>
          <w:color w:val="auto"/>
        </w:rPr>
        <w:t>1. Количество посетителей, одновременно находящихся на территории рекреационных объектов общего пользования, рекомендуется принимать 10 - 15% от численности населения, проживающего в радиусе доступности объекта рекреации.</w:t>
      </w:r>
    </w:p>
    <w:p w:rsidR="00814C1F" w:rsidRPr="00425406" w:rsidRDefault="00814C1F" w:rsidP="00752B62">
      <w:pPr>
        <w:autoSpaceDE w:val="0"/>
        <w:spacing w:line="276" w:lineRule="auto"/>
        <w:jc w:val="both"/>
      </w:pPr>
    </w:p>
    <w:p w:rsidR="00814C1F" w:rsidRPr="00425406" w:rsidRDefault="00814C1F" w:rsidP="00752B62">
      <w:pPr>
        <w:autoSpaceDE w:val="0"/>
        <w:spacing w:line="276" w:lineRule="auto"/>
        <w:jc w:val="both"/>
      </w:pPr>
    </w:p>
    <w:tbl>
      <w:tblPr>
        <w:tblW w:w="0" w:type="auto"/>
        <w:tblInd w:w="108" w:type="dxa"/>
        <w:tblLook w:val="00A0"/>
      </w:tblPr>
      <w:tblGrid>
        <w:gridCol w:w="516"/>
        <w:gridCol w:w="51"/>
        <w:gridCol w:w="8505"/>
        <w:gridCol w:w="284"/>
      </w:tblGrid>
      <w:tr w:rsidR="00814C1F" w:rsidRPr="00425406" w:rsidTr="00B24DF5">
        <w:tc>
          <w:tcPr>
            <w:tcW w:w="516" w:type="dxa"/>
          </w:tcPr>
          <w:p w:rsidR="00814C1F" w:rsidRPr="00425406" w:rsidRDefault="00814C1F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840" w:type="dxa"/>
            <w:gridSpan w:val="3"/>
          </w:tcPr>
          <w:p w:rsidR="00814C1F" w:rsidRPr="00425406" w:rsidRDefault="00814C1F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814C1F" w:rsidRPr="00425406" w:rsidTr="00B24DF5">
        <w:tc>
          <w:tcPr>
            <w:tcW w:w="567" w:type="dxa"/>
            <w:gridSpan w:val="2"/>
          </w:tcPr>
          <w:p w:rsidR="00814C1F" w:rsidRPr="00425406" w:rsidRDefault="00814C1F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789" w:type="dxa"/>
            <w:gridSpan w:val="2"/>
          </w:tcPr>
          <w:p w:rsidR="00814C1F" w:rsidRPr="00425406" w:rsidRDefault="00814C1F" w:rsidP="005667EA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814C1F" w:rsidRPr="00425406" w:rsidTr="00B24DF5">
        <w:trPr>
          <w:trHeight w:val="1439"/>
        </w:trPr>
        <w:tc>
          <w:tcPr>
            <w:tcW w:w="9356" w:type="dxa"/>
            <w:gridSpan w:val="4"/>
          </w:tcPr>
          <w:p w:rsidR="00814C1F" w:rsidRPr="00425406" w:rsidRDefault="00814C1F" w:rsidP="005667EA">
            <w:pPr>
              <w:autoSpaceDE w:val="0"/>
              <w:jc w:val="both"/>
              <w:rPr>
                <w:rFonts w:eastAsia="TimesNewRomanPSMT"/>
                <w:b/>
              </w:rPr>
            </w:pPr>
            <w:r w:rsidRPr="00425406">
              <w:rPr>
                <w:b/>
              </w:rPr>
              <w:t xml:space="preserve">1.6 Расчётные показатели минимально допустимого уровня обеспеченности объектами местного значения в </w:t>
            </w:r>
            <w:r w:rsidRPr="00425406">
              <w:rPr>
                <w:b/>
                <w:spacing w:val="-4"/>
              </w:rPr>
              <w:t xml:space="preserve">области ритуального обслуживания населения </w:t>
            </w:r>
            <w:r w:rsidRPr="00425406">
              <w:rPr>
                <w:b/>
              </w:rPr>
              <w:t>и показатели максимально допустимого уровня территориальной доступности таких объектов для населения Пионерского сельского поселения Елизовского района Камчатского края</w:t>
            </w:r>
          </w:p>
        </w:tc>
      </w:tr>
      <w:tr w:rsidR="00814C1F" w:rsidRPr="00425406" w:rsidTr="00B24DF5">
        <w:trPr>
          <w:trHeight w:val="80"/>
        </w:trPr>
        <w:tc>
          <w:tcPr>
            <w:tcW w:w="567" w:type="dxa"/>
            <w:gridSpan w:val="2"/>
          </w:tcPr>
          <w:p w:rsidR="00814C1F" w:rsidRPr="00425406" w:rsidRDefault="00814C1F" w:rsidP="005667EA">
            <w:pPr>
              <w:autoSpaceDE w:val="0"/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8505" w:type="dxa"/>
          </w:tcPr>
          <w:p w:rsidR="00814C1F" w:rsidRPr="00425406" w:rsidRDefault="00814C1F" w:rsidP="005667EA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4" w:type="dxa"/>
          </w:tcPr>
          <w:p w:rsidR="00814C1F" w:rsidRPr="00425406" w:rsidRDefault="00814C1F" w:rsidP="005667EA">
            <w:pPr>
              <w:autoSpaceDE w:val="0"/>
              <w:rPr>
                <w:b/>
              </w:rPr>
            </w:pPr>
          </w:p>
        </w:tc>
      </w:tr>
    </w:tbl>
    <w:p w:rsidR="00814C1F" w:rsidRPr="00425406" w:rsidRDefault="00814C1F" w:rsidP="00AB6507">
      <w:pPr>
        <w:autoSpaceDE w:val="0"/>
        <w:spacing w:line="276" w:lineRule="auto"/>
        <w:ind w:firstLine="851"/>
        <w:jc w:val="both"/>
        <w:rPr>
          <w:b/>
          <w:spacing w:val="-4"/>
        </w:rPr>
      </w:pPr>
      <w:r w:rsidRPr="00425406">
        <w:rPr>
          <w:rFonts w:eastAsia="TimesNewRomanPSMT"/>
        </w:rPr>
        <w:t>Расчетные показатели для объектов местного значения в области ритуального обслуживания населения установлены в соответствии с полномочиями сельского поселения в указанной сфере. 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представлены в таблице 1.6.1.</w:t>
      </w:r>
    </w:p>
    <w:p w:rsidR="00814C1F" w:rsidRPr="00425406" w:rsidRDefault="00814C1F" w:rsidP="007B720F">
      <w:pPr>
        <w:jc w:val="right"/>
      </w:pPr>
    </w:p>
    <w:p w:rsidR="00814C1F" w:rsidRPr="00425406" w:rsidRDefault="00814C1F" w:rsidP="007B720F">
      <w:pPr>
        <w:jc w:val="right"/>
        <w:rPr>
          <w:sz w:val="10"/>
          <w:szCs w:val="10"/>
        </w:rPr>
      </w:pPr>
      <w:r w:rsidRPr="00425406">
        <w:t>Таблица 1.6.1. Расчетные показатели объектов, относящихся к области ритуального обслуживания населения</w:t>
      </w:r>
    </w:p>
    <w:p w:rsidR="00814C1F" w:rsidRPr="00425406" w:rsidRDefault="00814C1F" w:rsidP="007B720F">
      <w:pPr>
        <w:jc w:val="right"/>
        <w:rPr>
          <w:sz w:val="10"/>
          <w:szCs w:val="10"/>
        </w:rPr>
      </w:pPr>
    </w:p>
    <w:p w:rsidR="00814C1F" w:rsidRPr="00425406" w:rsidRDefault="00814C1F" w:rsidP="007B720F">
      <w:pPr>
        <w:jc w:val="right"/>
        <w:rPr>
          <w:sz w:val="6"/>
          <w:szCs w:val="6"/>
        </w:rPr>
      </w:pPr>
    </w:p>
    <w:tbl>
      <w:tblPr>
        <w:tblW w:w="93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673"/>
        <w:gridCol w:w="2254"/>
        <w:gridCol w:w="1235"/>
        <w:gridCol w:w="1524"/>
        <w:gridCol w:w="1138"/>
      </w:tblGrid>
      <w:tr w:rsidR="00814C1F" w:rsidRPr="00425406" w:rsidTr="00EC6AC4">
        <w:trPr>
          <w:trHeight w:val="778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814C1F" w:rsidRPr="00425406" w:rsidRDefault="00814C1F" w:rsidP="00931D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25406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673" w:type="dxa"/>
            <w:vMerge w:val="restart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Наименование объекта</w:t>
            </w:r>
          </w:p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489" w:type="dxa"/>
            <w:gridSpan w:val="2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Минимально допустимый уровень обеспеченности</w:t>
            </w:r>
          </w:p>
        </w:tc>
        <w:tc>
          <w:tcPr>
            <w:tcW w:w="2662" w:type="dxa"/>
            <w:gridSpan w:val="2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Максимально допустимый уровень территориальной доступности</w:t>
            </w:r>
          </w:p>
        </w:tc>
      </w:tr>
      <w:tr w:rsidR="00814C1F" w:rsidRPr="00425406" w:rsidTr="00EC6AC4">
        <w:trPr>
          <w:trHeight w:val="505"/>
        </w:trPr>
        <w:tc>
          <w:tcPr>
            <w:tcW w:w="567" w:type="dxa"/>
            <w:vMerge/>
            <w:vAlign w:val="center"/>
          </w:tcPr>
          <w:p w:rsidR="00814C1F" w:rsidRPr="00425406" w:rsidRDefault="00814C1F" w:rsidP="000D4A74">
            <w:pPr>
              <w:rPr>
                <w:b/>
                <w:lang w:eastAsia="en-US"/>
              </w:rPr>
            </w:pPr>
          </w:p>
        </w:tc>
        <w:tc>
          <w:tcPr>
            <w:tcW w:w="2673" w:type="dxa"/>
            <w:vMerge/>
            <w:vAlign w:val="center"/>
          </w:tcPr>
          <w:p w:rsidR="00814C1F" w:rsidRPr="00425406" w:rsidRDefault="00814C1F" w:rsidP="000D4A7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54" w:type="dxa"/>
            <w:shd w:val="clear" w:color="auto" w:fill="FFFFFF"/>
            <w:vAlign w:val="center"/>
          </w:tcPr>
          <w:p w:rsidR="00814C1F" w:rsidRPr="00425406" w:rsidRDefault="00814C1F" w:rsidP="00EC6AC4">
            <w:pPr>
              <w:spacing w:line="276" w:lineRule="auto"/>
              <w:ind w:firstLine="166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 xml:space="preserve">Единица </w:t>
            </w:r>
          </w:p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измерения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Величина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814C1F" w:rsidRPr="00425406" w:rsidRDefault="00814C1F" w:rsidP="000D4A7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Величина</w:t>
            </w:r>
          </w:p>
        </w:tc>
      </w:tr>
      <w:tr w:rsidR="00814C1F" w:rsidRPr="00425406" w:rsidTr="00EC6AC4">
        <w:trPr>
          <w:trHeight w:val="818"/>
        </w:trPr>
        <w:tc>
          <w:tcPr>
            <w:tcW w:w="567" w:type="dxa"/>
            <w:vAlign w:val="center"/>
          </w:tcPr>
          <w:p w:rsidR="00814C1F" w:rsidRPr="00425406" w:rsidRDefault="00814C1F" w:rsidP="004630E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25406">
              <w:rPr>
                <w:b/>
                <w:lang w:eastAsia="en-US"/>
              </w:rPr>
              <w:t>1.</w:t>
            </w:r>
          </w:p>
        </w:tc>
        <w:tc>
          <w:tcPr>
            <w:tcW w:w="2673" w:type="dxa"/>
            <w:vAlign w:val="center"/>
          </w:tcPr>
          <w:p w:rsidR="00814C1F" w:rsidRPr="00425406" w:rsidRDefault="00814C1F" w:rsidP="004630E8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Кладбища традиционного захоронения</w:t>
            </w:r>
          </w:p>
        </w:tc>
        <w:tc>
          <w:tcPr>
            <w:tcW w:w="2254" w:type="dxa"/>
            <w:vAlign w:val="center"/>
          </w:tcPr>
          <w:p w:rsidR="00814C1F" w:rsidRPr="00425406" w:rsidRDefault="00814C1F" w:rsidP="004630E8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Площадь, га. на 1 000</w:t>
            </w:r>
          </w:p>
          <w:p w:rsidR="00814C1F" w:rsidRPr="00425406" w:rsidRDefault="00814C1F" w:rsidP="004630E8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жителей</w:t>
            </w:r>
          </w:p>
        </w:tc>
        <w:tc>
          <w:tcPr>
            <w:tcW w:w="1235" w:type="dxa"/>
            <w:vAlign w:val="center"/>
          </w:tcPr>
          <w:p w:rsidR="00814C1F" w:rsidRPr="00425406" w:rsidRDefault="00814C1F" w:rsidP="004630E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25406">
              <w:rPr>
                <w:color w:val="auto"/>
                <w:sz w:val="23"/>
                <w:szCs w:val="23"/>
              </w:rPr>
              <w:t>0,24</w:t>
            </w:r>
          </w:p>
          <w:p w:rsidR="00814C1F" w:rsidRPr="00425406" w:rsidRDefault="00814C1F" w:rsidP="004630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24" w:type="dxa"/>
            <w:vAlign w:val="center"/>
          </w:tcPr>
          <w:p w:rsidR="00814C1F" w:rsidRPr="00425406" w:rsidRDefault="00814C1F" w:rsidP="004630E8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-</w:t>
            </w:r>
          </w:p>
        </w:tc>
        <w:tc>
          <w:tcPr>
            <w:tcW w:w="1138" w:type="dxa"/>
            <w:vAlign w:val="center"/>
          </w:tcPr>
          <w:p w:rsidR="00814C1F" w:rsidRPr="00425406" w:rsidRDefault="00814C1F" w:rsidP="004630E8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lang w:eastAsia="en-US"/>
              </w:rPr>
              <w:t>-</w:t>
            </w:r>
          </w:p>
        </w:tc>
      </w:tr>
    </w:tbl>
    <w:p w:rsidR="00814C1F" w:rsidRPr="00425406" w:rsidRDefault="00814C1F" w:rsidP="000F2886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814C1F" w:rsidRPr="00425406" w:rsidRDefault="00814C1F" w:rsidP="000F2886">
      <w:pPr>
        <w:autoSpaceDE w:val="0"/>
        <w:spacing w:line="276" w:lineRule="auto"/>
        <w:jc w:val="both"/>
        <w:rPr>
          <w:rFonts w:eastAsia="TimesNewRomanPSMT"/>
          <w:sz w:val="10"/>
          <w:szCs w:val="10"/>
        </w:rPr>
      </w:pPr>
    </w:p>
    <w:p w:rsidR="00814C1F" w:rsidRPr="00425406" w:rsidRDefault="00814C1F" w:rsidP="000F2886">
      <w:pPr>
        <w:autoSpaceDE w:val="0"/>
        <w:spacing w:line="276" w:lineRule="auto"/>
        <w:jc w:val="both"/>
        <w:rPr>
          <w:rFonts w:eastAsia="TimesNewRomanPSMT"/>
          <w:sz w:val="10"/>
          <w:szCs w:val="10"/>
        </w:rPr>
      </w:pPr>
    </w:p>
    <w:p w:rsidR="00814C1F" w:rsidRPr="00425406" w:rsidRDefault="00814C1F" w:rsidP="000F2886">
      <w:pPr>
        <w:autoSpaceDE w:val="0"/>
        <w:spacing w:line="276" w:lineRule="auto"/>
        <w:jc w:val="both"/>
        <w:rPr>
          <w:rFonts w:eastAsia="TimesNewRomanPSMT"/>
          <w:sz w:val="10"/>
          <w:szCs w:val="10"/>
        </w:rPr>
      </w:pPr>
    </w:p>
    <w:p w:rsidR="00814C1F" w:rsidRPr="00425406" w:rsidRDefault="00814C1F" w:rsidP="00AE2413">
      <w:pPr>
        <w:autoSpaceDE w:val="0"/>
        <w:spacing w:line="276" w:lineRule="auto"/>
        <w:jc w:val="both"/>
        <w:rPr>
          <w:b/>
        </w:rPr>
      </w:pPr>
      <w:r w:rsidRPr="00425406">
        <w:rPr>
          <w:b/>
        </w:rPr>
        <w:t>1.7 Расчётные показатели минимально допустимого уровня обеспеченности объектами местного значения поселения в области первичной пожарной безопасности и показатели максимально допустимого уровня территориальной доступности таких объектов для населения Пионерского сельского поселения Елизовского района Камчатского края</w:t>
      </w:r>
    </w:p>
    <w:p w:rsidR="00814C1F" w:rsidRPr="00425406" w:rsidRDefault="00814C1F" w:rsidP="00DD65C2">
      <w:pPr>
        <w:autoSpaceDE w:val="0"/>
        <w:spacing w:line="276" w:lineRule="auto"/>
        <w:ind w:firstLine="851"/>
        <w:jc w:val="both"/>
        <w:rPr>
          <w:rFonts w:eastAsia="TimesNewRomanPSMT"/>
          <w:sz w:val="10"/>
          <w:szCs w:val="10"/>
        </w:rPr>
      </w:pPr>
    </w:p>
    <w:p w:rsidR="00814C1F" w:rsidRPr="00425406" w:rsidRDefault="00814C1F" w:rsidP="00DD65C2">
      <w:pPr>
        <w:autoSpaceDE w:val="0"/>
        <w:spacing w:line="276" w:lineRule="auto"/>
        <w:ind w:firstLine="851"/>
        <w:jc w:val="both"/>
        <w:rPr>
          <w:b/>
          <w:spacing w:val="-4"/>
        </w:rPr>
      </w:pPr>
      <w:r w:rsidRPr="00425406">
        <w:rPr>
          <w:rFonts w:eastAsia="TimesNewRomanPSMT"/>
        </w:rPr>
        <w:t>Расчетные показатели для объектов местного значения в области первичной пожарной безопасности, а также в части аварийно-спасательных служб и(или) аварийно-спасательных образований, установлены в соответствии с полномочиями сельского поселения в указанной сфере. 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представлены в таблицах 1.7.1</w:t>
      </w:r>
    </w:p>
    <w:p w:rsidR="00814C1F" w:rsidRPr="00425406" w:rsidRDefault="00814C1F" w:rsidP="000F2886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814C1F" w:rsidRPr="00425406" w:rsidRDefault="00814C1F" w:rsidP="009F3925">
      <w:pPr>
        <w:jc w:val="right"/>
        <w:rPr>
          <w:sz w:val="10"/>
          <w:szCs w:val="10"/>
        </w:rPr>
      </w:pPr>
      <w:r w:rsidRPr="00425406">
        <w:t>Таблица 1.7.1. Расчетные показатели объектов местного значения в области первичной пожарной безопасности</w:t>
      </w:r>
    </w:p>
    <w:p w:rsidR="00814C1F" w:rsidRPr="00425406" w:rsidRDefault="00814C1F" w:rsidP="009F3925">
      <w:pPr>
        <w:jc w:val="right"/>
        <w:rPr>
          <w:sz w:val="10"/>
          <w:szCs w:val="10"/>
        </w:rPr>
      </w:pPr>
    </w:p>
    <w:p w:rsidR="00814C1F" w:rsidRPr="00425406" w:rsidRDefault="00814C1F" w:rsidP="009F3925">
      <w:pPr>
        <w:jc w:val="right"/>
        <w:rPr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579"/>
        <w:gridCol w:w="1957"/>
        <w:gridCol w:w="993"/>
        <w:gridCol w:w="1984"/>
        <w:gridCol w:w="1276"/>
      </w:tblGrid>
      <w:tr w:rsidR="00814C1F" w:rsidRPr="00425406" w:rsidTr="009F3925">
        <w:trPr>
          <w:trHeight w:val="778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25406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579" w:type="dxa"/>
            <w:vMerge w:val="restart"/>
            <w:shd w:val="clear" w:color="auto" w:fill="FFFFFF"/>
            <w:vAlign w:val="center"/>
          </w:tcPr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Наименование объекта</w:t>
            </w:r>
          </w:p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950" w:type="dxa"/>
            <w:gridSpan w:val="2"/>
            <w:shd w:val="clear" w:color="auto" w:fill="FFFFFF"/>
            <w:vAlign w:val="center"/>
          </w:tcPr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Минимально допустимый уровень обеспеченности</w:t>
            </w:r>
          </w:p>
        </w:tc>
        <w:tc>
          <w:tcPr>
            <w:tcW w:w="3260" w:type="dxa"/>
            <w:gridSpan w:val="2"/>
            <w:shd w:val="clear" w:color="auto" w:fill="FFFFFF"/>
            <w:vAlign w:val="center"/>
          </w:tcPr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Максимально допустимый уровень территориальной доступности</w:t>
            </w:r>
          </w:p>
        </w:tc>
      </w:tr>
      <w:tr w:rsidR="00814C1F" w:rsidRPr="00425406" w:rsidTr="009F3925">
        <w:trPr>
          <w:trHeight w:val="505"/>
        </w:trPr>
        <w:tc>
          <w:tcPr>
            <w:tcW w:w="567" w:type="dxa"/>
            <w:vMerge/>
            <w:vAlign w:val="center"/>
          </w:tcPr>
          <w:p w:rsidR="00814C1F" w:rsidRPr="00425406" w:rsidRDefault="00814C1F" w:rsidP="00667428">
            <w:pPr>
              <w:rPr>
                <w:b/>
                <w:lang w:eastAsia="en-US"/>
              </w:rPr>
            </w:pPr>
          </w:p>
        </w:tc>
        <w:tc>
          <w:tcPr>
            <w:tcW w:w="2579" w:type="dxa"/>
            <w:vMerge/>
            <w:vAlign w:val="center"/>
          </w:tcPr>
          <w:p w:rsidR="00814C1F" w:rsidRPr="00425406" w:rsidRDefault="00814C1F" w:rsidP="0066742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57" w:type="dxa"/>
            <w:shd w:val="clear" w:color="auto" w:fill="FFFFFF"/>
            <w:vAlign w:val="center"/>
          </w:tcPr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 xml:space="preserve">Единица </w:t>
            </w:r>
          </w:p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измерения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Величина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Вид доступности,</w:t>
            </w:r>
          </w:p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14C1F" w:rsidRPr="00425406" w:rsidRDefault="00814C1F" w:rsidP="0066742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Величина</w:t>
            </w:r>
          </w:p>
        </w:tc>
      </w:tr>
      <w:tr w:rsidR="00814C1F" w:rsidRPr="00425406" w:rsidTr="00BE4B13">
        <w:trPr>
          <w:trHeight w:val="620"/>
        </w:trPr>
        <w:tc>
          <w:tcPr>
            <w:tcW w:w="567" w:type="dxa"/>
            <w:vAlign w:val="center"/>
          </w:tcPr>
          <w:p w:rsidR="00814C1F" w:rsidRPr="00425406" w:rsidRDefault="00814C1F" w:rsidP="00BE4B1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25406">
              <w:rPr>
                <w:b/>
                <w:sz w:val="22"/>
                <w:lang w:eastAsia="en-US"/>
              </w:rPr>
              <w:t>1.</w:t>
            </w:r>
          </w:p>
        </w:tc>
        <w:tc>
          <w:tcPr>
            <w:tcW w:w="2579" w:type="dxa"/>
            <w:vAlign w:val="center"/>
          </w:tcPr>
          <w:p w:rsidR="00814C1F" w:rsidRPr="00425406" w:rsidRDefault="00814C1F" w:rsidP="00BE4B13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Пожарный гидрант</w:t>
            </w:r>
          </w:p>
        </w:tc>
        <w:tc>
          <w:tcPr>
            <w:tcW w:w="1957" w:type="dxa"/>
            <w:vAlign w:val="center"/>
          </w:tcPr>
          <w:p w:rsidR="00814C1F" w:rsidRPr="00425406" w:rsidRDefault="00814C1F" w:rsidP="00BE4B13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количество гидрантов</w:t>
            </w:r>
          </w:p>
        </w:tc>
        <w:tc>
          <w:tcPr>
            <w:tcW w:w="993" w:type="dxa"/>
            <w:vAlign w:val="center"/>
          </w:tcPr>
          <w:p w:rsidR="00814C1F" w:rsidRPr="00425406" w:rsidRDefault="00814C1F" w:rsidP="00BE4B13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-</w:t>
            </w:r>
          </w:p>
        </w:tc>
        <w:tc>
          <w:tcPr>
            <w:tcW w:w="1984" w:type="dxa"/>
            <w:vAlign w:val="center"/>
          </w:tcPr>
          <w:p w:rsidR="00814C1F" w:rsidRPr="00425406" w:rsidRDefault="00814C1F" w:rsidP="00BE4B13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линейная</w:t>
            </w:r>
          </w:p>
        </w:tc>
        <w:tc>
          <w:tcPr>
            <w:tcW w:w="1276" w:type="dxa"/>
            <w:vAlign w:val="center"/>
          </w:tcPr>
          <w:p w:rsidR="00814C1F" w:rsidRPr="00425406" w:rsidRDefault="00814C1F" w:rsidP="00BE4B13">
            <w:pPr>
              <w:spacing w:line="276" w:lineRule="auto"/>
              <w:jc w:val="center"/>
              <w:rPr>
                <w:lang w:eastAsia="en-US"/>
              </w:rPr>
            </w:pPr>
            <w:r w:rsidRPr="00425406">
              <w:rPr>
                <w:sz w:val="22"/>
                <w:lang w:eastAsia="en-US"/>
              </w:rPr>
              <w:t>200</w:t>
            </w:r>
          </w:p>
        </w:tc>
      </w:tr>
    </w:tbl>
    <w:p w:rsidR="00814C1F" w:rsidRPr="00425406" w:rsidRDefault="00814C1F" w:rsidP="00DD65C2">
      <w:pPr>
        <w:autoSpaceDE w:val="0"/>
        <w:spacing w:line="276" w:lineRule="auto"/>
        <w:ind w:firstLine="851"/>
        <w:jc w:val="both"/>
        <w:rPr>
          <w:rFonts w:eastAsia="TimesNewRomanPSMT"/>
          <w:sz w:val="10"/>
          <w:szCs w:val="10"/>
        </w:rPr>
      </w:pPr>
    </w:p>
    <w:p w:rsidR="00814C1F" w:rsidRPr="00425406" w:rsidRDefault="00814C1F" w:rsidP="00DD65C2">
      <w:pPr>
        <w:autoSpaceDE w:val="0"/>
        <w:spacing w:line="276" w:lineRule="auto"/>
        <w:ind w:firstLine="851"/>
        <w:jc w:val="both"/>
        <w:rPr>
          <w:rFonts w:eastAsia="TimesNewRomanPSMT"/>
          <w:szCs w:val="22"/>
        </w:rPr>
      </w:pPr>
      <w:r w:rsidRPr="00425406">
        <w:rPr>
          <w:rFonts w:eastAsia="TimesNewRomanPSMT"/>
          <w:szCs w:val="22"/>
        </w:rPr>
        <w:t>Примечания:</w:t>
      </w:r>
    </w:p>
    <w:p w:rsidR="00814C1F" w:rsidRPr="00425406" w:rsidRDefault="00814C1F" w:rsidP="00DD65C2">
      <w:pPr>
        <w:autoSpaceDE w:val="0"/>
        <w:spacing w:line="276" w:lineRule="auto"/>
        <w:ind w:firstLine="851"/>
        <w:jc w:val="both"/>
        <w:rPr>
          <w:rFonts w:eastAsia="TimesNewRomanPSMT"/>
          <w:szCs w:val="22"/>
        </w:rPr>
      </w:pPr>
      <w:r w:rsidRPr="00425406">
        <w:rPr>
          <w:rFonts w:eastAsia="TimesNewRomanPSMT"/>
          <w:szCs w:val="22"/>
        </w:rPr>
        <w:t>1. Пожарные гидранты необходимо предусматривать на сетях централизованного водоснабжения при реконструкции и новом строительстве. Количество гидрантов определяется по показателю территориальной доступности исходя из протяженности объекта.</w:t>
      </w:r>
    </w:p>
    <w:p w:rsidR="00814C1F" w:rsidRPr="00425406" w:rsidRDefault="00814C1F" w:rsidP="00DD65C2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r w:rsidRPr="00425406">
        <w:rPr>
          <w:rFonts w:eastAsia="TimesNewRomanPSMT"/>
          <w:szCs w:val="22"/>
        </w:rPr>
        <w:t>2. При отсутствии централизованной системы водоснабжения, на период до строительства такой системы, – предусматривать пожарный водоем.</w:t>
      </w:r>
    </w:p>
    <w:p w:rsidR="00814C1F" w:rsidRPr="00425406" w:rsidRDefault="00814C1F" w:rsidP="000F2886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814C1F" w:rsidRPr="00425406" w:rsidRDefault="00814C1F" w:rsidP="000F2886">
      <w:pPr>
        <w:autoSpaceDE w:val="0"/>
        <w:spacing w:line="276" w:lineRule="auto"/>
        <w:jc w:val="both"/>
        <w:rPr>
          <w:rFonts w:eastAsia="TimesNewRomanPSMT"/>
          <w:sz w:val="10"/>
          <w:szCs w:val="10"/>
        </w:rPr>
      </w:pPr>
    </w:p>
    <w:p w:rsidR="00814C1F" w:rsidRPr="00425406" w:rsidRDefault="00814C1F" w:rsidP="00AE2413">
      <w:pPr>
        <w:autoSpaceDE w:val="0"/>
        <w:spacing w:line="276" w:lineRule="auto"/>
        <w:jc w:val="both"/>
        <w:rPr>
          <w:rFonts w:eastAsia="TimesNewRomanPSMT"/>
        </w:rPr>
      </w:pPr>
      <w:r w:rsidRPr="00425406">
        <w:rPr>
          <w:b/>
        </w:rPr>
        <w:t xml:space="preserve">1.8 Расчётные показатели минимально допустимого уровня обеспеченности объектами местного значения поселения </w:t>
      </w:r>
      <w:r w:rsidRPr="00425406">
        <w:rPr>
          <w:b/>
          <w:bCs/>
        </w:rPr>
        <w:t xml:space="preserve">в области сбора, обработки, утилизации и обезвреживания твердых коммунальных отходов </w:t>
      </w:r>
      <w:r w:rsidRPr="00425406">
        <w:rPr>
          <w:b/>
        </w:rPr>
        <w:t>и показатели максимально допустимого уровня территориальной доступности таких объектов для населения Пионерского сельского поселения Елизовского района Камчатского края</w:t>
      </w:r>
    </w:p>
    <w:p w:rsidR="00814C1F" w:rsidRPr="00425406" w:rsidRDefault="00814C1F" w:rsidP="002C5B96">
      <w:pPr>
        <w:autoSpaceDE w:val="0"/>
        <w:spacing w:line="276" w:lineRule="auto"/>
        <w:ind w:firstLine="851"/>
        <w:jc w:val="both"/>
        <w:rPr>
          <w:rFonts w:eastAsia="TimesNewRomanPSMT"/>
          <w:sz w:val="10"/>
          <w:szCs w:val="10"/>
        </w:rPr>
      </w:pPr>
    </w:p>
    <w:p w:rsidR="00814C1F" w:rsidRPr="00425406" w:rsidRDefault="00814C1F" w:rsidP="002C5B96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425406">
        <w:rPr>
          <w:rFonts w:eastAsia="TimesNewRomanPSMT"/>
        </w:rPr>
        <w:t>Расчетные показатели для объектов местного значения в области сбора, обработки, утилизации и обезвреживания твердых коммунальных отходов установлены, в соответствии с полномочиями сельского поселения в указанной сфере. Расчетные показатели минимально допустимого уровня обеспеченности объектами местного значения представлены в таблице 1.8.1.</w:t>
      </w:r>
    </w:p>
    <w:p w:rsidR="00814C1F" w:rsidRPr="00425406" w:rsidRDefault="00814C1F" w:rsidP="002C5B96">
      <w:pPr>
        <w:spacing w:after="200" w:line="276" w:lineRule="auto"/>
        <w:jc w:val="right"/>
        <w:rPr>
          <w:rFonts w:eastAsia="TimesNewRomanPSMT"/>
          <w:bCs/>
        </w:rPr>
      </w:pPr>
      <w:r w:rsidRPr="00425406">
        <w:rPr>
          <w:rFonts w:eastAsia="TimesNewRomanPSMT"/>
          <w:bCs/>
        </w:rPr>
        <w:t>Таблица 1.8.1.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432"/>
        <w:gridCol w:w="2545"/>
        <w:gridCol w:w="3828"/>
        <w:gridCol w:w="2835"/>
      </w:tblGrid>
      <w:tr w:rsidR="00814C1F" w:rsidRPr="00425406" w:rsidTr="0065643A">
        <w:trPr>
          <w:trHeight w:val="20"/>
        </w:trPr>
        <w:tc>
          <w:tcPr>
            <w:tcW w:w="43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14C1F" w:rsidRPr="00425406" w:rsidRDefault="00814C1F" w:rsidP="002C5B96">
            <w:pPr>
              <w:jc w:val="center"/>
              <w:rPr>
                <w:b/>
                <w:spacing w:val="-6"/>
              </w:rPr>
            </w:pPr>
            <w:r w:rsidRPr="00425406">
              <w:rPr>
                <w:b/>
                <w:spacing w:val="-6"/>
                <w:sz w:val="22"/>
                <w:szCs w:val="22"/>
              </w:rPr>
              <w:t>№</w:t>
            </w:r>
          </w:p>
        </w:tc>
        <w:tc>
          <w:tcPr>
            <w:tcW w:w="25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14C1F" w:rsidRPr="00425406" w:rsidRDefault="00814C1F" w:rsidP="002C5B96">
            <w:pPr>
              <w:rPr>
                <w:b/>
                <w:spacing w:val="-6"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Наименование объекта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14C1F" w:rsidRPr="00425406" w:rsidRDefault="00814C1F" w:rsidP="002C5B96">
            <w:pPr>
              <w:jc w:val="center"/>
              <w:rPr>
                <w:b/>
                <w:spacing w:val="-6"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Минимально допустимый</w:t>
            </w:r>
          </w:p>
          <w:p w:rsidR="00814C1F" w:rsidRPr="00425406" w:rsidRDefault="00814C1F" w:rsidP="002C5B96">
            <w:pPr>
              <w:jc w:val="center"/>
              <w:rPr>
                <w:b/>
                <w:spacing w:val="-6"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уровень обеспеченности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14C1F" w:rsidRPr="00425406" w:rsidRDefault="00814C1F" w:rsidP="002C5B96">
            <w:pPr>
              <w:jc w:val="center"/>
              <w:rPr>
                <w:b/>
                <w:spacing w:val="-6"/>
                <w:sz w:val="20"/>
                <w:szCs w:val="20"/>
              </w:rPr>
            </w:pPr>
            <w:r w:rsidRPr="00425406">
              <w:rPr>
                <w:b/>
                <w:spacing w:val="-6"/>
                <w:sz w:val="20"/>
                <w:szCs w:val="20"/>
              </w:rPr>
              <w:t>Максимально допустимый уровень территориальной доступности</w:t>
            </w:r>
          </w:p>
        </w:tc>
      </w:tr>
      <w:tr w:rsidR="00814C1F" w:rsidRPr="00425406" w:rsidTr="0065643A">
        <w:trPr>
          <w:trHeight w:val="20"/>
        </w:trPr>
        <w:tc>
          <w:tcPr>
            <w:tcW w:w="432" w:type="dxa"/>
            <w:vMerge w:val="restart"/>
            <w:vAlign w:val="center"/>
          </w:tcPr>
          <w:p w:rsidR="00814C1F" w:rsidRPr="00425406" w:rsidRDefault="00814C1F" w:rsidP="002C5B96">
            <w:pPr>
              <w:jc w:val="center"/>
              <w:rPr>
                <w:b/>
                <w:spacing w:val="-6"/>
              </w:rPr>
            </w:pPr>
            <w:r w:rsidRPr="00425406">
              <w:rPr>
                <w:b/>
                <w:spacing w:val="-6"/>
                <w:sz w:val="22"/>
                <w:szCs w:val="22"/>
              </w:rPr>
              <w:t>1</w:t>
            </w:r>
          </w:p>
        </w:tc>
        <w:tc>
          <w:tcPr>
            <w:tcW w:w="2545" w:type="dxa"/>
            <w:vMerge w:val="restart"/>
            <w:vAlign w:val="center"/>
          </w:tcPr>
          <w:p w:rsidR="00814C1F" w:rsidRPr="00425406" w:rsidRDefault="00814C1F" w:rsidP="002C5B96">
            <w:pPr>
              <w:widowControl w:val="0"/>
              <w:rPr>
                <w:lang w:eastAsia="en-US"/>
              </w:rPr>
            </w:pPr>
            <w:r w:rsidRPr="00425406">
              <w:rPr>
                <w:sz w:val="22"/>
                <w:szCs w:val="22"/>
              </w:rPr>
              <w:t>Площадки для установки контейнеров для сбора, в том числе раздельного, твердых коммунальных отходов</w:t>
            </w:r>
          </w:p>
        </w:tc>
        <w:tc>
          <w:tcPr>
            <w:tcW w:w="3828" w:type="dxa"/>
            <w:vAlign w:val="center"/>
          </w:tcPr>
          <w:p w:rsidR="00814C1F" w:rsidRPr="00425406" w:rsidRDefault="00814C1F" w:rsidP="002C5B96">
            <w:pPr>
              <w:jc w:val="center"/>
              <w:rPr>
                <w:spacing w:val="-6"/>
              </w:rPr>
            </w:pPr>
            <w:r w:rsidRPr="00425406">
              <w:rPr>
                <w:spacing w:val="-6"/>
                <w:sz w:val="22"/>
                <w:szCs w:val="22"/>
              </w:rPr>
              <w:t xml:space="preserve">количество площадок для установки контейнеров в населенных пунктах определяется исходя из численности населения, объёма образования отходов, и необходимого для населенного пункта числа контейнеров для сбора мусора </w:t>
            </w:r>
            <w:r w:rsidRPr="00425406">
              <w:rPr>
                <w:spacing w:val="-6"/>
                <w:sz w:val="22"/>
                <w:szCs w:val="22"/>
                <w:vertAlign w:val="superscript"/>
              </w:rPr>
              <w:t>[1]</w:t>
            </w:r>
          </w:p>
        </w:tc>
        <w:tc>
          <w:tcPr>
            <w:tcW w:w="2835" w:type="dxa"/>
            <w:vMerge w:val="restart"/>
            <w:vAlign w:val="center"/>
          </w:tcPr>
          <w:p w:rsidR="00814C1F" w:rsidRPr="00425406" w:rsidRDefault="00814C1F" w:rsidP="002C5B96">
            <w:pPr>
              <w:widowControl w:val="0"/>
              <w:jc w:val="center"/>
            </w:pPr>
            <w:r w:rsidRPr="00425406">
              <w:rPr>
                <w:sz w:val="22"/>
                <w:szCs w:val="22"/>
                <w:lang w:eastAsia="en-US"/>
              </w:rPr>
              <w:t>пешеходная доступность</w:t>
            </w:r>
            <w:r w:rsidRPr="00425406">
              <w:rPr>
                <w:sz w:val="22"/>
                <w:szCs w:val="22"/>
              </w:rPr>
              <w:t xml:space="preserve"> 100</w:t>
            </w:r>
            <w:r w:rsidRPr="00425406">
              <w:rPr>
                <w:sz w:val="22"/>
                <w:szCs w:val="22"/>
                <w:lang w:eastAsia="en-US"/>
              </w:rPr>
              <w:t xml:space="preserve"> м</w:t>
            </w:r>
          </w:p>
        </w:tc>
      </w:tr>
      <w:tr w:rsidR="00814C1F" w:rsidRPr="00425406" w:rsidTr="0065643A">
        <w:trPr>
          <w:trHeight w:val="20"/>
        </w:trPr>
        <w:tc>
          <w:tcPr>
            <w:tcW w:w="432" w:type="dxa"/>
            <w:vMerge/>
            <w:tcBorders>
              <w:bottom w:val="single" w:sz="4" w:space="0" w:color="auto"/>
            </w:tcBorders>
            <w:vAlign w:val="center"/>
          </w:tcPr>
          <w:p w:rsidR="00814C1F" w:rsidRPr="00425406" w:rsidRDefault="00814C1F" w:rsidP="002C5B96">
            <w:pPr>
              <w:jc w:val="center"/>
              <w:rPr>
                <w:b/>
                <w:spacing w:val="-6"/>
              </w:rPr>
            </w:pPr>
          </w:p>
        </w:tc>
        <w:tc>
          <w:tcPr>
            <w:tcW w:w="2545" w:type="dxa"/>
            <w:vMerge/>
            <w:tcBorders>
              <w:bottom w:val="single" w:sz="4" w:space="0" w:color="auto"/>
            </w:tcBorders>
            <w:vAlign w:val="center"/>
          </w:tcPr>
          <w:p w:rsidR="00814C1F" w:rsidRPr="00425406" w:rsidRDefault="00814C1F" w:rsidP="002C5B96">
            <w:pPr>
              <w:tabs>
                <w:tab w:val="left" w:pos="6780"/>
              </w:tabs>
              <w:contextualSpacing/>
              <w:rPr>
                <w:spacing w:val="-6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814C1F" w:rsidRPr="00425406" w:rsidRDefault="00814C1F" w:rsidP="002C5B96">
            <w:pPr>
              <w:jc w:val="center"/>
              <w:rPr>
                <w:spacing w:val="-6"/>
              </w:rPr>
            </w:pPr>
            <w:r w:rsidRPr="00425406">
              <w:rPr>
                <w:spacing w:val="-6"/>
                <w:sz w:val="22"/>
                <w:szCs w:val="22"/>
              </w:rPr>
              <w:t>размер площадок должен быть рассчитан на установку необходимого числа контейнеров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814C1F" w:rsidRPr="00425406" w:rsidRDefault="00814C1F" w:rsidP="002C5B96">
            <w:pPr>
              <w:jc w:val="center"/>
              <w:rPr>
                <w:spacing w:val="-6"/>
              </w:rPr>
            </w:pPr>
          </w:p>
        </w:tc>
      </w:tr>
    </w:tbl>
    <w:p w:rsidR="00814C1F" w:rsidRPr="00425406" w:rsidRDefault="00814C1F" w:rsidP="002C5B96">
      <w:pPr>
        <w:autoSpaceDE w:val="0"/>
        <w:spacing w:line="276" w:lineRule="auto"/>
        <w:ind w:firstLine="851"/>
        <w:jc w:val="both"/>
        <w:rPr>
          <w:rFonts w:eastAsia="TimesNewRomanPSMT"/>
          <w:sz w:val="10"/>
          <w:szCs w:val="10"/>
        </w:rPr>
      </w:pPr>
    </w:p>
    <w:p w:rsidR="00814C1F" w:rsidRPr="00425406" w:rsidRDefault="00814C1F" w:rsidP="002C5B96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425406">
        <w:rPr>
          <w:rFonts w:eastAsia="TimesNewRomanPSMT"/>
        </w:rPr>
        <w:t>Примечания:</w:t>
      </w:r>
    </w:p>
    <w:p w:rsidR="00814C1F" w:rsidRPr="00425406" w:rsidRDefault="00814C1F" w:rsidP="002C5B96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425406">
        <w:rPr>
          <w:rFonts w:eastAsia="TimesNewRomanPSMT"/>
        </w:rPr>
        <w:t xml:space="preserve">1. Для определения числа устанавливаемых контейнеров (мусоросборников) следует исходить из численности населения, пользующегося мусоросборниками, нормы накопления отходов, сроков хранения отходов. Расчетный объем мусоросборников должен соответствовать фактическому накоплению отходов в периоды наибольшего их образования. Необходимое число контейнеров рассчитывается по формуле: </w:t>
      </w:r>
    </w:p>
    <w:p w:rsidR="00814C1F" w:rsidRPr="00425406" w:rsidRDefault="00814C1F" w:rsidP="002C5B96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425406">
        <w:rPr>
          <w:rFonts w:eastAsia="TimesNewRomanPSMT"/>
        </w:rPr>
        <w:t>Бконт = Пгод × t × К / (365 × V), где</w:t>
      </w:r>
    </w:p>
    <w:p w:rsidR="00814C1F" w:rsidRPr="00425406" w:rsidRDefault="00814C1F" w:rsidP="002C5B96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425406">
        <w:rPr>
          <w:rFonts w:eastAsia="TimesNewRomanPSMT"/>
        </w:rPr>
        <w:t xml:space="preserve">Пгод – годовое накопление твердых коммунальных отходов, куб. м; </w:t>
      </w:r>
    </w:p>
    <w:p w:rsidR="00814C1F" w:rsidRPr="00425406" w:rsidRDefault="00814C1F" w:rsidP="002C5B96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425406">
        <w:rPr>
          <w:rFonts w:eastAsia="TimesNewRomanPSMT"/>
        </w:rPr>
        <w:t xml:space="preserve">t   – периодичность удаления отходов в сутки; </w:t>
      </w:r>
    </w:p>
    <w:p w:rsidR="00814C1F" w:rsidRPr="00425406" w:rsidRDefault="00814C1F" w:rsidP="002C5B96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425406">
        <w:rPr>
          <w:rFonts w:eastAsia="TimesNewRomanPSMT"/>
        </w:rPr>
        <w:t xml:space="preserve">К – коэффициент неравномерности отходов, равный 1,25; </w:t>
      </w:r>
    </w:p>
    <w:p w:rsidR="00814C1F" w:rsidRPr="00425406" w:rsidRDefault="00814C1F" w:rsidP="001B2607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425406">
        <w:rPr>
          <w:rFonts w:eastAsia="TimesNewRomanPSMT"/>
        </w:rPr>
        <w:t>V – вместимость контейнера.</w:t>
      </w:r>
    </w:p>
    <w:p w:rsidR="00814C1F" w:rsidRPr="00425406" w:rsidRDefault="00814C1F" w:rsidP="001B2607">
      <w:pPr>
        <w:autoSpaceDE w:val="0"/>
        <w:spacing w:line="276" w:lineRule="auto"/>
        <w:ind w:firstLine="851"/>
        <w:jc w:val="both"/>
        <w:rPr>
          <w:rFonts w:eastAsia="TimesNewRomanPSMT"/>
        </w:rPr>
      </w:pPr>
    </w:p>
    <w:p w:rsidR="00814C1F" w:rsidRPr="00425406" w:rsidRDefault="00814C1F" w:rsidP="001B2607">
      <w:pPr>
        <w:autoSpaceDE w:val="0"/>
        <w:spacing w:line="276" w:lineRule="auto"/>
        <w:ind w:firstLine="851"/>
        <w:jc w:val="both"/>
        <w:rPr>
          <w:rFonts w:eastAsia="TimesNewRomanPSMT"/>
        </w:rPr>
      </w:pPr>
    </w:p>
    <w:p w:rsidR="00814C1F" w:rsidRPr="00425406" w:rsidRDefault="00814C1F" w:rsidP="00760055">
      <w:pPr>
        <w:pBdr>
          <w:bottom w:val="single" w:sz="12" w:space="5" w:color="244061"/>
        </w:pBdr>
        <w:ind w:firstLine="720"/>
        <w:jc w:val="both"/>
        <w:rPr>
          <w:rFonts w:eastAsia="TimesNewRomanPSMT"/>
        </w:rPr>
      </w:pPr>
      <w:r w:rsidRPr="00425406">
        <w:rPr>
          <w:b/>
          <w:u w:val="single"/>
        </w:rPr>
        <w:t>Раздел 2.</w:t>
      </w:r>
      <w:r w:rsidRPr="00425406">
        <w:rPr>
          <w:b/>
        </w:rPr>
        <w:t xml:space="preserve"> Материалы по обоснованию расчётных показателей, содержащихся в основной части местных нормативов градостроительного проектирования Пионерского сельского поселения Елизовского района Камчатского края</w:t>
      </w:r>
    </w:p>
    <w:p w:rsidR="00814C1F" w:rsidRPr="00425406" w:rsidRDefault="00814C1F" w:rsidP="00B93D2C">
      <w:pPr>
        <w:widowControl w:val="0"/>
        <w:autoSpaceDE w:val="0"/>
        <w:autoSpaceDN w:val="0"/>
        <w:adjustRightInd w:val="0"/>
        <w:spacing w:before="120"/>
        <w:ind w:firstLine="851"/>
        <w:jc w:val="both"/>
      </w:pPr>
      <w:r w:rsidRPr="00425406">
        <w:t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Пионерского сельского поселения Елизовского района Камчатского края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 и полномочий сельского поселения, на основании параметров и условий социально-экономического развития муниципального образования и региона в целом,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субъекта Российской Федерации в части формирования объектов местного значения Пионерского сельского поселения.</w:t>
      </w:r>
    </w:p>
    <w:p w:rsidR="00814C1F" w:rsidRPr="00425406" w:rsidRDefault="00814C1F" w:rsidP="00B93D2C">
      <w:pPr>
        <w:widowControl w:val="0"/>
        <w:autoSpaceDE w:val="0"/>
        <w:autoSpaceDN w:val="0"/>
        <w:adjustRightInd w:val="0"/>
        <w:spacing w:before="120"/>
        <w:ind w:firstLine="851"/>
        <w:jc w:val="both"/>
        <w:rPr>
          <w:bCs/>
          <w:szCs w:val="28"/>
        </w:rPr>
      </w:pPr>
      <w:r w:rsidRPr="00425406">
        <w:rPr>
          <w:bCs/>
          <w:szCs w:val="28"/>
        </w:rPr>
        <w:t>Обоснование расчетных показателей для объектов местного значения, содержащихся в основной части местных нормативов градостроительного проектирования Пионерского сельского поселения Елизовского района, представлены в Таблице 2.1.1.</w:t>
      </w:r>
    </w:p>
    <w:p w:rsidR="00814C1F" w:rsidRPr="00425406" w:rsidRDefault="00814C1F" w:rsidP="00B93D2C">
      <w:pPr>
        <w:pStyle w:val="ListParagraph"/>
        <w:jc w:val="right"/>
        <w:rPr>
          <w:bCs/>
          <w:sz w:val="10"/>
          <w:szCs w:val="10"/>
        </w:rPr>
      </w:pPr>
      <w:r w:rsidRPr="00425406">
        <w:rPr>
          <w:bCs/>
          <w:szCs w:val="28"/>
        </w:rPr>
        <w:t>Таблица 2.1.1</w:t>
      </w:r>
    </w:p>
    <w:p w:rsidR="00814C1F" w:rsidRPr="00425406" w:rsidRDefault="00814C1F" w:rsidP="00B93D2C">
      <w:pPr>
        <w:pStyle w:val="ListParagraph"/>
        <w:jc w:val="right"/>
        <w:rPr>
          <w:bCs/>
          <w:sz w:val="10"/>
          <w:szCs w:val="10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809"/>
        <w:gridCol w:w="1843"/>
        <w:gridCol w:w="743"/>
        <w:gridCol w:w="2126"/>
        <w:gridCol w:w="2272"/>
      </w:tblGrid>
      <w:tr w:rsidR="00814C1F" w:rsidRPr="00425406" w:rsidTr="006C03E8">
        <w:trPr>
          <w:trHeight w:val="227"/>
          <w:tblHeader/>
        </w:trPr>
        <w:tc>
          <w:tcPr>
            <w:tcW w:w="567" w:type="dxa"/>
            <w:vAlign w:val="center"/>
          </w:tcPr>
          <w:p w:rsidR="00814C1F" w:rsidRPr="00425406" w:rsidRDefault="00814C1F" w:rsidP="00FB28F4">
            <w:pPr>
              <w:contextualSpacing/>
              <w:jc w:val="center"/>
              <w:rPr>
                <w:b/>
                <w:lang w:eastAsia="en-US"/>
              </w:rPr>
            </w:pPr>
            <w:r w:rsidRPr="00425406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809" w:type="dxa"/>
            <w:vAlign w:val="center"/>
          </w:tcPr>
          <w:p w:rsidR="00814C1F" w:rsidRPr="00425406" w:rsidRDefault="00814C1F" w:rsidP="00FB28F4">
            <w:pPr>
              <w:contextualSpacing/>
              <w:jc w:val="both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814C1F" w:rsidRPr="00425406" w:rsidRDefault="00814C1F" w:rsidP="00FB28F4">
            <w:pPr>
              <w:contextualSpacing/>
              <w:jc w:val="both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 xml:space="preserve">Расчетный </w:t>
            </w:r>
          </w:p>
          <w:p w:rsidR="00814C1F" w:rsidRPr="00425406" w:rsidRDefault="00814C1F" w:rsidP="00FB28F4">
            <w:pPr>
              <w:contextualSpacing/>
              <w:jc w:val="both"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5141" w:type="dxa"/>
            <w:gridSpan w:val="3"/>
            <w:vAlign w:val="center"/>
          </w:tcPr>
          <w:p w:rsidR="00814C1F" w:rsidRPr="00425406" w:rsidRDefault="00814C1F" w:rsidP="00FB28F4">
            <w:pPr>
              <w:contextualSpacing/>
              <w:rPr>
                <w:b/>
                <w:sz w:val="20"/>
                <w:szCs w:val="20"/>
                <w:lang w:eastAsia="en-US"/>
              </w:rPr>
            </w:pPr>
            <w:r w:rsidRPr="00425406">
              <w:rPr>
                <w:b/>
                <w:sz w:val="20"/>
                <w:szCs w:val="20"/>
                <w:lang w:eastAsia="en-US"/>
              </w:rPr>
              <w:t>Обоснование расчетного показателя</w:t>
            </w:r>
          </w:p>
        </w:tc>
      </w:tr>
      <w:tr w:rsidR="00814C1F" w:rsidRPr="00425406" w:rsidTr="006C03E8">
        <w:trPr>
          <w:trHeight w:val="227"/>
        </w:trPr>
        <w:tc>
          <w:tcPr>
            <w:tcW w:w="567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793" w:type="dxa"/>
            <w:gridSpan w:val="5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20"/>
                <w:szCs w:val="20"/>
              </w:rPr>
            </w:pPr>
            <w:r w:rsidRPr="00425406">
              <w:rPr>
                <w:b/>
                <w:sz w:val="20"/>
                <w:szCs w:val="20"/>
              </w:rPr>
              <w:t>Объекты местного значения в области инженерного обеспечения</w:t>
            </w:r>
          </w:p>
        </w:tc>
      </w:tr>
      <w:tr w:rsidR="00814C1F" w:rsidRPr="00425406" w:rsidTr="006C03E8">
        <w:trPr>
          <w:trHeight w:val="1785"/>
        </w:trPr>
        <w:tc>
          <w:tcPr>
            <w:tcW w:w="567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25406">
              <w:rPr>
                <w:sz w:val="22"/>
                <w:szCs w:val="22"/>
              </w:rPr>
              <w:t>1.1</w:t>
            </w:r>
          </w:p>
        </w:tc>
        <w:tc>
          <w:tcPr>
            <w:tcW w:w="1809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>Объекты электроснабжения</w:t>
            </w:r>
          </w:p>
        </w:tc>
        <w:tc>
          <w:tcPr>
            <w:tcW w:w="1843" w:type="dxa"/>
          </w:tcPr>
          <w:p w:rsidR="00814C1F" w:rsidRPr="00425406" w:rsidRDefault="00814C1F" w:rsidP="00FB28F4">
            <w:pPr>
              <w:shd w:val="clear" w:color="auto" w:fill="FFFFFF"/>
              <w:contextualSpacing/>
              <w:jc w:val="both"/>
            </w:pPr>
            <w:r w:rsidRPr="00425406">
              <w:rPr>
                <w:sz w:val="22"/>
                <w:szCs w:val="22"/>
              </w:rPr>
              <w:t>Показатели минимально допустимого уровня обеспеченности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75137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425406">
              <w:rPr>
                <w:sz w:val="22"/>
                <w:szCs w:val="22"/>
              </w:rPr>
              <w:t>Расчетный показатель установлен в соответствии с   СП 42.13330.2016. «Градостроительство. Планировка и застройка городских и сельских поселений» Актуализированная редакция СНиП 2.07.01-89* (утв. Приказом Минрегиона РФ от 28.12.2010 N820), с учетом РНГП Камчатского края</w:t>
            </w:r>
          </w:p>
        </w:tc>
      </w:tr>
      <w:tr w:rsidR="00814C1F" w:rsidRPr="00425406" w:rsidTr="006C03E8">
        <w:trPr>
          <w:trHeight w:val="362"/>
        </w:trPr>
        <w:tc>
          <w:tcPr>
            <w:tcW w:w="9360" w:type="dxa"/>
            <w:gridSpan w:val="6"/>
            <w:tcBorders>
              <w:bottom w:val="single" w:sz="6" w:space="0" w:color="000000"/>
            </w:tcBorders>
          </w:tcPr>
          <w:p w:rsidR="00814C1F" w:rsidRPr="00425406" w:rsidRDefault="00814C1F" w:rsidP="0075137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425406">
              <w:rPr>
                <w:sz w:val="22"/>
                <w:szCs w:val="22"/>
              </w:rPr>
              <w:t>Согласно таблицы Л.1. (Приложение Л):</w:t>
            </w:r>
          </w:p>
          <w:p w:rsidR="00814C1F" w:rsidRPr="00425406" w:rsidRDefault="00814C1F" w:rsidP="00751373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814C1F" w:rsidRPr="00425406" w:rsidTr="006C03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962" w:type="dxa"/>
            <w:gridSpan w:val="4"/>
            <w:tcBorders>
              <w:top w:val="single" w:sz="6" w:space="0" w:color="000000"/>
              <w:lef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814C1F" w:rsidRPr="00425406" w:rsidRDefault="00814C1F" w:rsidP="00451CC1">
            <w:pPr>
              <w:shd w:val="clear" w:color="auto" w:fill="FFFFFF"/>
              <w:contextualSpacing/>
              <w:jc w:val="both"/>
            </w:pPr>
            <w:r w:rsidRPr="00425406">
              <w:rPr>
                <w:sz w:val="22"/>
                <w:szCs w:val="22"/>
              </w:rPr>
              <w:t>Поселки и сельские поселения (без кондиционеров):</w:t>
            </w:r>
          </w:p>
        </w:tc>
        <w:tc>
          <w:tcPr>
            <w:tcW w:w="2126" w:type="dxa"/>
            <w:tcBorders>
              <w:top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814C1F" w:rsidRPr="00425406" w:rsidRDefault="00814C1F" w:rsidP="00451CC1">
            <w:pPr>
              <w:shd w:val="clear" w:color="auto" w:fill="FFFFFF"/>
              <w:contextualSpacing/>
              <w:jc w:val="center"/>
            </w:pPr>
            <w:r w:rsidRPr="00425406">
              <w:rPr>
                <w:sz w:val="22"/>
                <w:szCs w:val="22"/>
              </w:rPr>
              <w:t>Электропотребление, кВт·ч/год на 1 чел.</w:t>
            </w:r>
          </w:p>
        </w:tc>
        <w:tc>
          <w:tcPr>
            <w:tcW w:w="2272" w:type="dxa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814C1F" w:rsidRPr="00425406" w:rsidRDefault="00814C1F" w:rsidP="00451CC1">
            <w:pPr>
              <w:shd w:val="clear" w:color="auto" w:fill="FFFFFF"/>
              <w:contextualSpacing/>
              <w:jc w:val="center"/>
            </w:pPr>
            <w:r w:rsidRPr="00425406">
              <w:rPr>
                <w:sz w:val="22"/>
                <w:szCs w:val="22"/>
              </w:rPr>
              <w:t>Использование максимума электрической нагрузки, ч/год</w:t>
            </w:r>
          </w:p>
        </w:tc>
      </w:tr>
      <w:tr w:rsidR="00814C1F" w:rsidRPr="00425406" w:rsidTr="006C03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962" w:type="dxa"/>
            <w:gridSpan w:val="4"/>
            <w:tcBorders>
              <w:lef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814C1F" w:rsidRPr="00425406" w:rsidRDefault="00814C1F" w:rsidP="00451CC1">
            <w:pPr>
              <w:shd w:val="clear" w:color="auto" w:fill="FFFFFF"/>
              <w:contextualSpacing/>
              <w:jc w:val="both"/>
            </w:pPr>
            <w:r w:rsidRPr="00425406">
              <w:rPr>
                <w:sz w:val="22"/>
                <w:szCs w:val="22"/>
              </w:rPr>
              <w:t>- не оборудованные стационарными электроплитами</w:t>
            </w:r>
          </w:p>
        </w:tc>
        <w:tc>
          <w:tcPr>
            <w:tcW w:w="2126" w:type="dxa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</w:tcPr>
          <w:p w:rsidR="00814C1F" w:rsidRPr="00425406" w:rsidRDefault="00814C1F" w:rsidP="00451CC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>950</w:t>
            </w:r>
          </w:p>
        </w:tc>
        <w:tc>
          <w:tcPr>
            <w:tcW w:w="2272" w:type="dxa"/>
            <w:tcBorders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</w:tcPr>
          <w:p w:rsidR="00814C1F" w:rsidRPr="00425406" w:rsidRDefault="00814C1F" w:rsidP="00451CC1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25406">
              <w:rPr>
                <w:sz w:val="22"/>
                <w:szCs w:val="22"/>
              </w:rPr>
              <w:t>4100</w:t>
            </w:r>
          </w:p>
        </w:tc>
      </w:tr>
      <w:tr w:rsidR="00814C1F" w:rsidRPr="00425406" w:rsidTr="006C03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4962" w:type="dxa"/>
            <w:gridSpan w:val="4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814C1F" w:rsidRPr="00425406" w:rsidRDefault="00814C1F" w:rsidP="00451CC1">
            <w:pPr>
              <w:shd w:val="clear" w:color="auto" w:fill="FFFFFF"/>
              <w:contextualSpacing/>
              <w:jc w:val="both"/>
            </w:pPr>
            <w:r w:rsidRPr="00425406">
              <w:rPr>
                <w:sz w:val="22"/>
                <w:szCs w:val="22"/>
              </w:rPr>
              <w:t>- оборудованные стационарными электроплитами (100% охвата)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</w:tcPr>
          <w:p w:rsidR="00814C1F" w:rsidRPr="00425406" w:rsidRDefault="00814C1F" w:rsidP="00451CC1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25406">
              <w:rPr>
                <w:sz w:val="22"/>
                <w:szCs w:val="22"/>
              </w:rPr>
              <w:t>1350</w:t>
            </w:r>
          </w:p>
        </w:tc>
        <w:tc>
          <w:tcPr>
            <w:tcW w:w="2272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</w:tcPr>
          <w:p w:rsidR="00814C1F" w:rsidRPr="00425406" w:rsidRDefault="00814C1F" w:rsidP="00451CC1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25406">
              <w:rPr>
                <w:sz w:val="22"/>
                <w:szCs w:val="22"/>
              </w:rPr>
              <w:t>4400</w:t>
            </w:r>
          </w:p>
        </w:tc>
      </w:tr>
      <w:tr w:rsidR="00814C1F" w:rsidRPr="00425406" w:rsidTr="006C03E8">
        <w:trPr>
          <w:trHeight w:val="227"/>
        </w:trPr>
        <w:tc>
          <w:tcPr>
            <w:tcW w:w="567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25406">
              <w:rPr>
                <w:sz w:val="22"/>
                <w:szCs w:val="22"/>
              </w:rPr>
              <w:t>1.2</w:t>
            </w:r>
          </w:p>
        </w:tc>
        <w:tc>
          <w:tcPr>
            <w:tcW w:w="1809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>Объекты водоснабжения</w:t>
            </w:r>
          </w:p>
        </w:tc>
        <w:tc>
          <w:tcPr>
            <w:tcW w:w="1843" w:type="dxa"/>
            <w:vMerge w:val="restart"/>
          </w:tcPr>
          <w:p w:rsidR="00814C1F" w:rsidRPr="00425406" w:rsidRDefault="00814C1F" w:rsidP="00FB28F4">
            <w:pPr>
              <w:shd w:val="clear" w:color="auto" w:fill="FFFFFF"/>
              <w:contextualSpacing/>
              <w:jc w:val="both"/>
            </w:pPr>
            <w:r w:rsidRPr="00425406">
              <w:rPr>
                <w:sz w:val="22"/>
                <w:szCs w:val="22"/>
              </w:rPr>
              <w:t>Показатели минимально допустимого уровня обеспеченности</w:t>
            </w:r>
          </w:p>
        </w:tc>
        <w:tc>
          <w:tcPr>
            <w:tcW w:w="5141" w:type="dxa"/>
            <w:gridSpan w:val="3"/>
            <w:vMerge w:val="restart"/>
          </w:tcPr>
          <w:p w:rsidR="00814C1F" w:rsidRPr="00425406" w:rsidRDefault="00814C1F" w:rsidP="00A96CFD">
            <w:pPr>
              <w:widowControl w:val="0"/>
              <w:autoSpaceDE w:val="0"/>
              <w:autoSpaceDN w:val="0"/>
              <w:adjustRightInd w:val="0"/>
              <w:contextualSpacing/>
            </w:pPr>
            <w:r w:rsidRPr="00425406">
              <w:rPr>
                <w:sz w:val="22"/>
                <w:szCs w:val="22"/>
              </w:rPr>
              <w:t>Объем водопотребления принят на уровне придельных значений, установленных в РНГП Камчатского края, а также с учетом СП 31.13330.2012 «Водоснабжение. Наружные сети и сооружения.» (утв. Приказом Минрегион России от 29.12.2011 N 635/14). П.5.1.</w:t>
            </w:r>
          </w:p>
        </w:tc>
      </w:tr>
      <w:tr w:rsidR="00814C1F" w:rsidRPr="00425406" w:rsidTr="006C03E8">
        <w:trPr>
          <w:trHeight w:val="560"/>
        </w:trPr>
        <w:tc>
          <w:tcPr>
            <w:tcW w:w="567" w:type="dxa"/>
            <w:tcBorders>
              <w:bottom w:val="single" w:sz="6" w:space="0" w:color="000000"/>
            </w:tcBorders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25406">
              <w:rPr>
                <w:sz w:val="22"/>
                <w:szCs w:val="22"/>
              </w:rPr>
              <w:t>1.3</w:t>
            </w:r>
          </w:p>
        </w:tc>
        <w:tc>
          <w:tcPr>
            <w:tcW w:w="1809" w:type="dxa"/>
            <w:tcBorders>
              <w:bottom w:val="single" w:sz="6" w:space="0" w:color="000000"/>
            </w:tcBorders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>Объекты водоотведения</w:t>
            </w:r>
          </w:p>
        </w:tc>
        <w:tc>
          <w:tcPr>
            <w:tcW w:w="1843" w:type="dxa"/>
            <w:vMerge/>
            <w:tcBorders>
              <w:bottom w:val="single" w:sz="6" w:space="0" w:color="000000"/>
            </w:tcBorders>
          </w:tcPr>
          <w:p w:rsidR="00814C1F" w:rsidRPr="00425406" w:rsidRDefault="00814C1F" w:rsidP="00FB28F4">
            <w:pPr>
              <w:shd w:val="clear" w:color="auto" w:fill="FFFFFF"/>
              <w:contextualSpacing/>
              <w:jc w:val="both"/>
            </w:pPr>
          </w:p>
        </w:tc>
        <w:tc>
          <w:tcPr>
            <w:tcW w:w="5141" w:type="dxa"/>
            <w:gridSpan w:val="3"/>
            <w:vMerge/>
            <w:tcBorders>
              <w:bottom w:val="single" w:sz="6" w:space="0" w:color="000000"/>
            </w:tcBorders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814C1F" w:rsidRPr="00425406" w:rsidTr="006C03E8">
        <w:trPr>
          <w:trHeight w:val="420"/>
        </w:trPr>
        <w:tc>
          <w:tcPr>
            <w:tcW w:w="567" w:type="dxa"/>
            <w:tcBorders>
              <w:bottom w:val="single" w:sz="6" w:space="0" w:color="000000"/>
            </w:tcBorders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25406">
              <w:rPr>
                <w:sz w:val="22"/>
                <w:szCs w:val="22"/>
              </w:rPr>
              <w:t>1.4</w:t>
            </w:r>
          </w:p>
        </w:tc>
        <w:tc>
          <w:tcPr>
            <w:tcW w:w="1809" w:type="dxa"/>
            <w:tcBorders>
              <w:bottom w:val="single" w:sz="6" w:space="0" w:color="000000"/>
            </w:tcBorders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>Объекты теплоснабжения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814C1F" w:rsidRPr="00425406" w:rsidRDefault="00814C1F" w:rsidP="00FB28F4">
            <w:pPr>
              <w:shd w:val="clear" w:color="auto" w:fill="FFFFFF"/>
              <w:contextualSpacing/>
              <w:jc w:val="both"/>
            </w:pPr>
            <w:r w:rsidRPr="00425406">
              <w:rPr>
                <w:sz w:val="22"/>
                <w:szCs w:val="22"/>
              </w:rPr>
              <w:t>Показатели минимально допустимого уровня обеспеченности</w:t>
            </w:r>
          </w:p>
        </w:tc>
        <w:tc>
          <w:tcPr>
            <w:tcW w:w="5141" w:type="dxa"/>
            <w:gridSpan w:val="3"/>
            <w:tcBorders>
              <w:bottom w:val="single" w:sz="6" w:space="0" w:color="000000"/>
            </w:tcBorders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425406">
              <w:rPr>
                <w:sz w:val="22"/>
                <w:szCs w:val="22"/>
              </w:rPr>
              <w:t>Объем теплопотребления принят на уровне придельных значений, установленных в РНГП Камчатского края, а также с учетом 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коммуникаций, протокол от 8 июля 2003 г. № 32). Приложение А.</w:t>
            </w:r>
          </w:p>
        </w:tc>
      </w:tr>
      <w:tr w:rsidR="00814C1F" w:rsidRPr="00425406" w:rsidTr="006C03E8">
        <w:trPr>
          <w:trHeight w:val="227"/>
        </w:trPr>
        <w:tc>
          <w:tcPr>
            <w:tcW w:w="567" w:type="dxa"/>
            <w:vAlign w:val="center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2540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793" w:type="dxa"/>
            <w:gridSpan w:val="5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425406">
              <w:rPr>
                <w:b/>
                <w:sz w:val="22"/>
                <w:szCs w:val="22"/>
              </w:rPr>
              <w:t xml:space="preserve">Объекты местного значения в области автомобильных дорог и </w:t>
            </w:r>
            <w:r w:rsidRPr="00425406">
              <w:rPr>
                <w:b/>
                <w:bCs/>
                <w:sz w:val="22"/>
                <w:szCs w:val="22"/>
              </w:rPr>
              <w:t>транспортного обслуживания</w:t>
            </w:r>
          </w:p>
        </w:tc>
      </w:tr>
      <w:tr w:rsidR="00814C1F" w:rsidRPr="00425406" w:rsidTr="006C03E8">
        <w:trPr>
          <w:trHeight w:val="1440"/>
        </w:trPr>
        <w:tc>
          <w:tcPr>
            <w:tcW w:w="567" w:type="dxa"/>
            <w:tcBorders>
              <w:bottom w:val="single" w:sz="6" w:space="0" w:color="000000"/>
            </w:tcBorders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25406">
              <w:rPr>
                <w:sz w:val="22"/>
                <w:szCs w:val="22"/>
              </w:rPr>
              <w:t>2.1</w:t>
            </w:r>
          </w:p>
        </w:tc>
        <w:tc>
          <w:tcPr>
            <w:tcW w:w="1809" w:type="dxa"/>
            <w:tcBorders>
              <w:bottom w:val="single" w:sz="6" w:space="0" w:color="000000"/>
            </w:tcBorders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814C1F" w:rsidRPr="00425406" w:rsidRDefault="00814C1F" w:rsidP="00FB28F4">
            <w:pPr>
              <w:shd w:val="clear" w:color="auto" w:fill="FFFFFF"/>
              <w:contextualSpacing/>
              <w:jc w:val="both"/>
            </w:pPr>
            <w:r w:rsidRPr="00425406">
              <w:rPr>
                <w:sz w:val="22"/>
                <w:szCs w:val="22"/>
              </w:rPr>
              <w:t>Показатели минимально допустимого уровня обеспеченности</w:t>
            </w:r>
          </w:p>
        </w:tc>
        <w:tc>
          <w:tcPr>
            <w:tcW w:w="5141" w:type="dxa"/>
            <w:gridSpan w:val="3"/>
            <w:tcBorders>
              <w:bottom w:val="single" w:sz="6" w:space="0" w:color="000000"/>
            </w:tcBorders>
          </w:tcPr>
          <w:p w:rsidR="00814C1F" w:rsidRPr="00425406" w:rsidRDefault="00814C1F" w:rsidP="001D50A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425406">
              <w:rPr>
                <w:sz w:val="22"/>
                <w:szCs w:val="22"/>
              </w:rPr>
              <w:t>Плотность сети 0,25 км/км2 принята на уровне придельных значений, установленных в РНГП Камчатского края, а также с учетом п 1.15. «Руководство по проектированию городских улиц и дорог» Центральный Научно-Исследовательский И Проектный Институт По Градостроительству (ЦНИИП Градостроительства) Госгражданстроя</w:t>
            </w:r>
          </w:p>
        </w:tc>
      </w:tr>
      <w:tr w:rsidR="00814C1F" w:rsidRPr="00425406" w:rsidTr="006C03E8">
        <w:trPr>
          <w:trHeight w:val="2250"/>
        </w:trPr>
        <w:tc>
          <w:tcPr>
            <w:tcW w:w="567" w:type="dxa"/>
            <w:tcBorders>
              <w:bottom w:val="single" w:sz="6" w:space="0" w:color="000000"/>
            </w:tcBorders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25406">
              <w:rPr>
                <w:sz w:val="22"/>
                <w:szCs w:val="22"/>
              </w:rPr>
              <w:t>2.2</w:t>
            </w:r>
          </w:p>
        </w:tc>
        <w:tc>
          <w:tcPr>
            <w:tcW w:w="1809" w:type="dxa"/>
            <w:tcBorders>
              <w:bottom w:val="single" w:sz="6" w:space="0" w:color="000000"/>
            </w:tcBorders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>Автозаправочные станции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>количество топливораздаточных колонок на 1200 автомобилей, зарегистрированных на территории муниципального образования</w:t>
            </w:r>
          </w:p>
        </w:tc>
        <w:tc>
          <w:tcPr>
            <w:tcW w:w="5141" w:type="dxa"/>
            <w:gridSpan w:val="3"/>
            <w:tcBorders>
              <w:bottom w:val="single" w:sz="6" w:space="0" w:color="000000"/>
            </w:tcBorders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425406">
              <w:rPr>
                <w:sz w:val="22"/>
                <w:szCs w:val="22"/>
              </w:rPr>
              <w:t>Расчетный показатель установлен в соответствии с п. 11.41.СП 42.13330.2016. «Градостроительство. Планировка и застройка городских и сельских поселений» Актуализированная редакция СНиП 2.07.01-89* (утв. Приказом Минрегиона РФ от 28.12.2010 N 820).</w:t>
            </w:r>
          </w:p>
        </w:tc>
      </w:tr>
      <w:tr w:rsidR="00814C1F" w:rsidRPr="00425406" w:rsidTr="006C03E8">
        <w:trPr>
          <w:trHeight w:val="288"/>
        </w:trPr>
        <w:tc>
          <w:tcPr>
            <w:tcW w:w="9360" w:type="dxa"/>
            <w:gridSpan w:val="6"/>
            <w:tcBorders>
              <w:top w:val="single" w:sz="6" w:space="0" w:color="000000"/>
            </w:tcBorders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425406">
              <w:rPr>
                <w:sz w:val="22"/>
                <w:szCs w:val="22"/>
              </w:rPr>
              <w:t>Согласно п. 11.41:</w:t>
            </w:r>
          </w:p>
          <w:p w:rsidR="00814C1F" w:rsidRPr="00425406" w:rsidRDefault="00814C1F" w:rsidP="009D104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425406">
              <w:rPr>
                <w:sz w:val="22"/>
                <w:szCs w:val="22"/>
              </w:rPr>
              <w:t>Автозаправочные станции (АЗС) следует проектировать из расчета одна топливораздаточная колонка на 1200 легковых автомобилей, принимая размеры их земельных участков для станций, га:</w:t>
            </w:r>
          </w:p>
          <w:tbl>
            <w:tblPr>
              <w:tblW w:w="9176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1294"/>
              <w:gridCol w:w="554"/>
              <w:gridCol w:w="1294"/>
              <w:gridCol w:w="3983"/>
              <w:gridCol w:w="2051"/>
            </w:tblGrid>
            <w:tr w:rsidR="00814C1F" w:rsidRPr="00425406" w:rsidTr="009D1040"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на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колонки</w:t>
                  </w:r>
                </w:p>
              </w:tc>
              <w:tc>
                <w:tcPr>
                  <w:tcW w:w="39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0,1;</w:t>
                  </w:r>
                </w:p>
              </w:tc>
            </w:tr>
            <w:tr w:rsidR="00814C1F" w:rsidRPr="00425406" w:rsidTr="009D1040"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колонок</w:t>
                  </w:r>
                </w:p>
              </w:tc>
              <w:tc>
                <w:tcPr>
                  <w:tcW w:w="39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0,2;</w:t>
                  </w:r>
                </w:p>
              </w:tc>
            </w:tr>
            <w:tr w:rsidR="00814C1F" w:rsidRPr="00425406" w:rsidTr="009D1040"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39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0,3;</w:t>
                  </w:r>
                </w:p>
              </w:tc>
            </w:tr>
            <w:tr w:rsidR="00814C1F" w:rsidRPr="00425406" w:rsidTr="009D1040"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39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0,35;</w:t>
                  </w:r>
                </w:p>
              </w:tc>
            </w:tr>
            <w:tr w:rsidR="00814C1F" w:rsidRPr="00425406" w:rsidTr="009D1040"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39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9D1040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0,4.</w:t>
                  </w:r>
                </w:p>
              </w:tc>
            </w:tr>
          </w:tbl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814C1F" w:rsidRPr="00425406" w:rsidTr="006C03E8">
        <w:trPr>
          <w:trHeight w:val="227"/>
        </w:trPr>
        <w:tc>
          <w:tcPr>
            <w:tcW w:w="567" w:type="dxa"/>
          </w:tcPr>
          <w:p w:rsidR="00814C1F" w:rsidRPr="00425406" w:rsidRDefault="00814C1F" w:rsidP="00FB28F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425406">
              <w:rPr>
                <w:color w:val="auto"/>
                <w:sz w:val="22"/>
                <w:szCs w:val="22"/>
              </w:rPr>
              <w:t>2.3</w:t>
            </w:r>
          </w:p>
        </w:tc>
        <w:tc>
          <w:tcPr>
            <w:tcW w:w="1809" w:type="dxa"/>
          </w:tcPr>
          <w:p w:rsidR="00814C1F" w:rsidRPr="00425406" w:rsidRDefault="00814C1F" w:rsidP="00FB28F4">
            <w:pPr>
              <w:pStyle w:val="Default"/>
              <w:rPr>
                <w:color w:val="auto"/>
                <w:sz w:val="22"/>
                <w:szCs w:val="22"/>
              </w:rPr>
            </w:pPr>
            <w:r w:rsidRPr="00425406">
              <w:rPr>
                <w:color w:val="auto"/>
                <w:sz w:val="22"/>
                <w:szCs w:val="22"/>
              </w:rPr>
              <w:t>Станции технического обслуживания автомобилей</w:t>
            </w:r>
          </w:p>
        </w:tc>
        <w:tc>
          <w:tcPr>
            <w:tcW w:w="1843" w:type="dxa"/>
          </w:tcPr>
          <w:p w:rsidR="00814C1F" w:rsidRPr="00425406" w:rsidRDefault="00814C1F" w:rsidP="00FB28F4">
            <w:pPr>
              <w:pStyle w:val="Default"/>
              <w:rPr>
                <w:color w:val="auto"/>
                <w:sz w:val="22"/>
                <w:szCs w:val="22"/>
              </w:rPr>
            </w:pPr>
            <w:r w:rsidRPr="00425406">
              <w:rPr>
                <w:color w:val="auto"/>
                <w:sz w:val="22"/>
                <w:szCs w:val="22"/>
              </w:rPr>
              <w:t>количество постов на станции технического обслуживания на 200 автомобилей, зарегистрированных на территории муниципального образования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FB28F4">
            <w:pPr>
              <w:pStyle w:val="Default"/>
              <w:rPr>
                <w:color w:val="auto"/>
                <w:sz w:val="22"/>
                <w:szCs w:val="22"/>
              </w:rPr>
            </w:pPr>
            <w:r w:rsidRPr="00425406">
              <w:rPr>
                <w:color w:val="auto"/>
                <w:sz w:val="22"/>
                <w:szCs w:val="22"/>
              </w:rPr>
              <w:t xml:space="preserve">Расчетный показатель установлен в соответствии </w:t>
            </w:r>
            <w:r w:rsidRPr="00425406">
              <w:rPr>
                <w:color w:val="auto"/>
              </w:rPr>
              <w:t xml:space="preserve">с </w:t>
            </w:r>
            <w:r w:rsidRPr="00425406">
              <w:rPr>
                <w:color w:val="auto"/>
                <w:sz w:val="22"/>
              </w:rPr>
              <w:t>п</w:t>
            </w:r>
            <w:r w:rsidRPr="00425406">
              <w:rPr>
                <w:color w:val="auto"/>
                <w:sz w:val="20"/>
                <w:szCs w:val="22"/>
                <w:lang w:eastAsia="ru-RU"/>
              </w:rPr>
              <w:t xml:space="preserve">. </w:t>
            </w:r>
            <w:r w:rsidRPr="00425406">
              <w:rPr>
                <w:color w:val="auto"/>
                <w:sz w:val="22"/>
                <w:szCs w:val="22"/>
                <w:lang w:eastAsia="ru-RU"/>
              </w:rPr>
              <w:t>11.40.   СП 42.13330.2016. «Градостроительство. Планировка и застройка городских и сельских поселений» Актуализированная редакция СНиП 2.07.01-89* (утв. Приказом Минрегиона РФ от 28.12.2010 N 820).</w:t>
            </w:r>
          </w:p>
        </w:tc>
      </w:tr>
      <w:tr w:rsidR="00814C1F" w:rsidRPr="00425406" w:rsidTr="006C03E8">
        <w:trPr>
          <w:trHeight w:val="227"/>
        </w:trPr>
        <w:tc>
          <w:tcPr>
            <w:tcW w:w="9360" w:type="dxa"/>
            <w:gridSpan w:val="6"/>
          </w:tcPr>
          <w:p w:rsidR="00814C1F" w:rsidRPr="00425406" w:rsidRDefault="00814C1F" w:rsidP="005A5ECE">
            <w:pPr>
              <w:pStyle w:val="Default"/>
              <w:rPr>
                <w:color w:val="auto"/>
                <w:sz w:val="22"/>
                <w:szCs w:val="22"/>
              </w:rPr>
            </w:pPr>
            <w:r w:rsidRPr="00425406">
              <w:rPr>
                <w:color w:val="auto"/>
                <w:sz w:val="22"/>
                <w:szCs w:val="22"/>
              </w:rPr>
              <w:t>Согласно п. 11.40:</w:t>
            </w:r>
          </w:p>
          <w:p w:rsidR="00814C1F" w:rsidRPr="00425406" w:rsidRDefault="00814C1F" w:rsidP="00FB28F4">
            <w:pPr>
              <w:pStyle w:val="Default"/>
              <w:rPr>
                <w:color w:val="auto"/>
                <w:sz w:val="22"/>
                <w:szCs w:val="22"/>
              </w:rPr>
            </w:pPr>
            <w:r w:rsidRPr="00425406">
              <w:rPr>
                <w:color w:val="auto"/>
                <w:sz w:val="22"/>
                <w:szCs w:val="22"/>
              </w:rPr>
              <w:t>Станции технического обслуживания автомобилей следует проектировать из расчета один пост на 200 легковых автомобилей, принимая размеры их земельных участков для станций, га:</w:t>
            </w:r>
          </w:p>
          <w:tbl>
            <w:tblPr>
              <w:tblW w:w="9176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1294"/>
              <w:gridCol w:w="554"/>
              <w:gridCol w:w="1294"/>
              <w:gridCol w:w="3983"/>
              <w:gridCol w:w="2051"/>
            </w:tblGrid>
            <w:tr w:rsidR="00814C1F" w:rsidRPr="00425406" w:rsidTr="00882332">
              <w:trPr>
                <w:trHeight w:val="313"/>
              </w:trPr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4C1F" w:rsidRPr="00425406" w:rsidRDefault="00814C1F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на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4C1F" w:rsidRPr="00425406" w:rsidRDefault="00814C1F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 xml:space="preserve"> 10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4C1F" w:rsidRPr="00425406" w:rsidRDefault="00814C1F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постов</w:t>
                  </w:r>
                </w:p>
              </w:tc>
              <w:tc>
                <w:tcPr>
                  <w:tcW w:w="39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4C1F" w:rsidRPr="00425406" w:rsidRDefault="00814C1F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4C1F" w:rsidRPr="00425406" w:rsidRDefault="00814C1F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1,0;</w:t>
                  </w:r>
                </w:p>
              </w:tc>
            </w:tr>
            <w:tr w:rsidR="00814C1F" w:rsidRPr="00425406" w:rsidTr="000B28D7"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39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1,5;</w:t>
                  </w:r>
                </w:p>
              </w:tc>
            </w:tr>
            <w:tr w:rsidR="00814C1F" w:rsidRPr="00425406" w:rsidTr="000B28D7"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39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2,0;</w:t>
                  </w:r>
                </w:p>
              </w:tc>
            </w:tr>
            <w:tr w:rsidR="00814C1F" w:rsidRPr="00425406" w:rsidTr="000B28D7"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"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40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39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814C1F" w:rsidRPr="00425406" w:rsidRDefault="00814C1F" w:rsidP="000B28D7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</w:pPr>
                  <w:r w:rsidRPr="00425406">
                    <w:rPr>
                      <w:sz w:val="22"/>
                      <w:szCs w:val="22"/>
                    </w:rPr>
                    <w:t>3,5;</w:t>
                  </w:r>
                </w:p>
              </w:tc>
            </w:tr>
          </w:tbl>
          <w:p w:rsidR="00814C1F" w:rsidRPr="00425406" w:rsidRDefault="00814C1F" w:rsidP="00FB28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814C1F" w:rsidRPr="00425406" w:rsidTr="006C03E8">
        <w:trPr>
          <w:trHeight w:val="227"/>
        </w:trPr>
        <w:tc>
          <w:tcPr>
            <w:tcW w:w="567" w:type="dxa"/>
          </w:tcPr>
          <w:p w:rsidR="00814C1F" w:rsidRPr="00425406" w:rsidRDefault="00814C1F" w:rsidP="00FB28F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425406">
              <w:rPr>
                <w:color w:val="auto"/>
                <w:sz w:val="22"/>
                <w:szCs w:val="22"/>
              </w:rPr>
              <w:t>2.4</w:t>
            </w:r>
          </w:p>
        </w:tc>
        <w:tc>
          <w:tcPr>
            <w:tcW w:w="1809" w:type="dxa"/>
          </w:tcPr>
          <w:p w:rsidR="00814C1F" w:rsidRPr="00425406" w:rsidRDefault="00814C1F" w:rsidP="00FB28F4">
            <w:pPr>
              <w:pStyle w:val="Default"/>
              <w:rPr>
                <w:color w:val="auto"/>
                <w:sz w:val="22"/>
                <w:szCs w:val="22"/>
              </w:rPr>
            </w:pPr>
            <w:r w:rsidRPr="00425406">
              <w:rPr>
                <w:color w:val="auto"/>
                <w:sz w:val="22"/>
                <w:szCs w:val="22"/>
              </w:rPr>
              <w:t>Остановка общественного пассажирского транспорта</w:t>
            </w:r>
          </w:p>
        </w:tc>
        <w:tc>
          <w:tcPr>
            <w:tcW w:w="1843" w:type="dxa"/>
          </w:tcPr>
          <w:p w:rsidR="00814C1F" w:rsidRPr="00425406" w:rsidRDefault="00814C1F" w:rsidP="00FB28F4">
            <w:pPr>
              <w:pStyle w:val="Default"/>
              <w:rPr>
                <w:color w:val="auto"/>
                <w:sz w:val="22"/>
                <w:szCs w:val="22"/>
              </w:rPr>
            </w:pPr>
            <w:r w:rsidRPr="00425406">
              <w:rPr>
                <w:color w:val="auto"/>
                <w:sz w:val="22"/>
                <w:szCs w:val="22"/>
              </w:rPr>
              <w:t>Количество остановочных пунктов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FB28F4">
            <w:pPr>
              <w:pStyle w:val="Default"/>
              <w:rPr>
                <w:color w:val="auto"/>
                <w:sz w:val="22"/>
                <w:szCs w:val="22"/>
              </w:rPr>
            </w:pPr>
            <w:r w:rsidRPr="00425406">
              <w:rPr>
                <w:color w:val="auto"/>
                <w:sz w:val="22"/>
                <w:szCs w:val="22"/>
              </w:rPr>
              <w:t>Минимальное значение остановочных пунктов (1 ост. пункт на один населенный пункт) общественного пассажирского транспорта принимается исходя из анализа планировочной структуры населенных пунктов, входящих в состав Пионерского сельского поселения.</w:t>
            </w:r>
          </w:p>
        </w:tc>
      </w:tr>
      <w:tr w:rsidR="00814C1F" w:rsidRPr="00425406" w:rsidTr="006C03E8">
        <w:trPr>
          <w:trHeight w:val="227"/>
        </w:trPr>
        <w:tc>
          <w:tcPr>
            <w:tcW w:w="567" w:type="dxa"/>
          </w:tcPr>
          <w:p w:rsidR="00814C1F" w:rsidRPr="00425406" w:rsidRDefault="00814C1F" w:rsidP="00FB28F4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425406">
              <w:rPr>
                <w:color w:val="auto"/>
                <w:sz w:val="22"/>
                <w:szCs w:val="22"/>
              </w:rPr>
              <w:t>2.5</w:t>
            </w:r>
          </w:p>
        </w:tc>
        <w:tc>
          <w:tcPr>
            <w:tcW w:w="1809" w:type="dxa"/>
          </w:tcPr>
          <w:p w:rsidR="00814C1F" w:rsidRPr="00425406" w:rsidRDefault="00814C1F" w:rsidP="00FB28F4">
            <w:pPr>
              <w:pStyle w:val="Default"/>
              <w:rPr>
                <w:color w:val="auto"/>
                <w:sz w:val="22"/>
                <w:szCs w:val="22"/>
              </w:rPr>
            </w:pPr>
            <w:r w:rsidRPr="00425406">
              <w:rPr>
                <w:color w:val="auto"/>
                <w:sz w:val="22"/>
                <w:szCs w:val="22"/>
              </w:rPr>
              <w:t>Проектирование велосипедной дорожки</w:t>
            </w:r>
          </w:p>
        </w:tc>
        <w:tc>
          <w:tcPr>
            <w:tcW w:w="1843" w:type="dxa"/>
          </w:tcPr>
          <w:p w:rsidR="00814C1F" w:rsidRPr="00425406" w:rsidRDefault="00814C1F" w:rsidP="00FB28F4">
            <w:pPr>
              <w:pStyle w:val="Default"/>
              <w:rPr>
                <w:color w:val="auto"/>
                <w:sz w:val="22"/>
                <w:szCs w:val="22"/>
              </w:rPr>
            </w:pPr>
            <w:r w:rsidRPr="00425406">
              <w:rPr>
                <w:color w:val="auto"/>
                <w:sz w:val="22"/>
                <w:szCs w:val="22"/>
              </w:rPr>
              <w:t>геометрические параметры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FB28F4">
            <w:pPr>
              <w:pStyle w:val="Default"/>
              <w:rPr>
                <w:color w:val="auto"/>
                <w:sz w:val="22"/>
                <w:szCs w:val="22"/>
              </w:rPr>
            </w:pPr>
            <w:r w:rsidRPr="00425406">
              <w:rPr>
                <w:color w:val="auto"/>
                <w:sz w:val="22"/>
                <w:szCs w:val="22"/>
              </w:rPr>
              <w:t>Показатели (Таблица 1.2.3 и 1.2.4. стр.8)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814C1F" w:rsidRPr="00425406" w:rsidTr="006C03E8">
        <w:trPr>
          <w:trHeight w:val="227"/>
        </w:trPr>
        <w:tc>
          <w:tcPr>
            <w:tcW w:w="567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793" w:type="dxa"/>
            <w:gridSpan w:val="5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 xml:space="preserve">Объекты местного значения в области культуры </w:t>
            </w:r>
          </w:p>
        </w:tc>
      </w:tr>
      <w:tr w:rsidR="00814C1F" w:rsidRPr="00425406" w:rsidTr="006C03E8">
        <w:trPr>
          <w:trHeight w:val="227"/>
        </w:trPr>
        <w:tc>
          <w:tcPr>
            <w:tcW w:w="567" w:type="dxa"/>
            <w:vMerge w:val="restart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25406">
              <w:rPr>
                <w:sz w:val="22"/>
                <w:szCs w:val="22"/>
              </w:rPr>
              <w:t>3.1</w:t>
            </w:r>
          </w:p>
        </w:tc>
        <w:tc>
          <w:tcPr>
            <w:tcW w:w="1809" w:type="dxa"/>
            <w:vMerge w:val="restart"/>
          </w:tcPr>
          <w:p w:rsidR="00814C1F" w:rsidRPr="00425406" w:rsidRDefault="00814C1F" w:rsidP="00FB28F4">
            <w:pPr>
              <w:tabs>
                <w:tab w:val="left" w:pos="6780"/>
              </w:tabs>
              <w:contextualSpacing/>
              <w:jc w:val="both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Общедоступная библиотека с детским отделением</w:t>
            </w:r>
          </w:p>
          <w:p w:rsidR="00814C1F" w:rsidRPr="00425406" w:rsidRDefault="00814C1F" w:rsidP="00FB28F4">
            <w:pPr>
              <w:tabs>
                <w:tab w:val="left" w:pos="6780"/>
              </w:tabs>
              <w:contextualSpacing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>Показатель минимально допустимого уровня обеспеченности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FB28F4">
            <w:pPr>
              <w:contextualSpacing/>
            </w:pPr>
            <w:r w:rsidRPr="00425406">
              <w:rPr>
                <w:b/>
                <w:sz w:val="22"/>
                <w:szCs w:val="22"/>
              </w:rPr>
              <w:t>1 учреждение для административного центра поселения независимо от численности населения</w:t>
            </w:r>
            <w:r w:rsidRPr="00425406">
              <w:rPr>
                <w:sz w:val="22"/>
                <w:szCs w:val="22"/>
              </w:rPr>
              <w:t xml:space="preserve"> принято в соответствии с положениями Методических рекомендаций по развитию сети организаций культуры и обеспеченности населения услугами организаций культуры, утвержденных распоряжением Министерства культуры Российской Федерации от 2.08.2017 г. №  Р-965. </w:t>
            </w:r>
            <w:r w:rsidRPr="00425406">
              <w:rPr>
                <w:b/>
                <w:sz w:val="22"/>
                <w:szCs w:val="22"/>
              </w:rPr>
              <w:t>(таб. 1)</w:t>
            </w:r>
          </w:p>
        </w:tc>
      </w:tr>
      <w:tr w:rsidR="00814C1F" w:rsidRPr="00425406" w:rsidTr="006C03E8">
        <w:trPr>
          <w:trHeight w:val="227"/>
        </w:trPr>
        <w:tc>
          <w:tcPr>
            <w:tcW w:w="567" w:type="dxa"/>
            <w:vMerge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</w:tcPr>
          <w:p w:rsidR="00814C1F" w:rsidRPr="00425406" w:rsidRDefault="00814C1F" w:rsidP="00FB28F4">
            <w:pPr>
              <w:contextualSpacing/>
              <w:jc w:val="both"/>
            </w:pPr>
          </w:p>
        </w:tc>
        <w:tc>
          <w:tcPr>
            <w:tcW w:w="1843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 xml:space="preserve"> Показатель максимального допустимого уровня территориальной доступности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FB28F4">
            <w:pPr>
              <w:contextualSpacing/>
            </w:pPr>
            <w:r w:rsidRPr="00425406">
              <w:rPr>
                <w:b/>
                <w:sz w:val="22"/>
                <w:szCs w:val="22"/>
              </w:rPr>
              <w:t>Транспортная доступность 30 минут</w:t>
            </w:r>
            <w:r w:rsidRPr="00425406">
              <w:rPr>
                <w:sz w:val="22"/>
                <w:szCs w:val="22"/>
              </w:rPr>
              <w:t xml:space="preserve"> принята в соответствии с положениями Методических рекомендаций по развитию сети организаций культуры и обеспеченности населения услугами организаций культуры, утвержденных распоряжением Министерства культуры Российской Федерации от 2.08.2017 г. № Р-965. </w:t>
            </w:r>
            <w:r w:rsidRPr="00425406">
              <w:rPr>
                <w:b/>
                <w:sz w:val="22"/>
                <w:szCs w:val="22"/>
              </w:rPr>
              <w:t>(таб. 1)</w:t>
            </w:r>
          </w:p>
        </w:tc>
      </w:tr>
      <w:tr w:rsidR="00814C1F" w:rsidRPr="00425406" w:rsidTr="006C03E8">
        <w:trPr>
          <w:trHeight w:val="227"/>
        </w:trPr>
        <w:tc>
          <w:tcPr>
            <w:tcW w:w="567" w:type="dxa"/>
            <w:vMerge w:val="restart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25406">
              <w:rPr>
                <w:sz w:val="22"/>
                <w:szCs w:val="22"/>
              </w:rPr>
              <w:t>3.2</w:t>
            </w:r>
          </w:p>
        </w:tc>
        <w:tc>
          <w:tcPr>
            <w:tcW w:w="1809" w:type="dxa"/>
            <w:vMerge w:val="restart"/>
          </w:tcPr>
          <w:p w:rsidR="00814C1F" w:rsidRPr="00425406" w:rsidRDefault="00814C1F" w:rsidP="00FB28F4">
            <w:pPr>
              <w:contextualSpacing/>
              <w:jc w:val="both"/>
              <w:rPr>
                <w:lang w:eastAsia="en-US"/>
              </w:rPr>
            </w:pPr>
            <w:r w:rsidRPr="00425406">
              <w:rPr>
                <w:sz w:val="22"/>
                <w:szCs w:val="22"/>
                <w:lang w:eastAsia="en-US"/>
              </w:rPr>
              <w:t>Точка доступа к полнотекстовым информационным ресурсам</w:t>
            </w:r>
          </w:p>
        </w:tc>
        <w:tc>
          <w:tcPr>
            <w:tcW w:w="1843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>Показатель минимально допустимого уровня обеспеченности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FB28F4">
            <w:pPr>
              <w:contextualSpacing/>
            </w:pPr>
            <w:r w:rsidRPr="00425406">
              <w:rPr>
                <w:b/>
                <w:sz w:val="22"/>
                <w:szCs w:val="22"/>
              </w:rPr>
              <w:t>1 учреждение для административного центра поселения независимо от численности населения</w:t>
            </w:r>
            <w:r w:rsidRPr="00425406">
              <w:rPr>
                <w:sz w:val="22"/>
                <w:szCs w:val="22"/>
              </w:rPr>
              <w:t xml:space="preserve"> принято в соответствии с положениями Методических рекомендаций по развитию сети организаций культуры и обеспеченности населения услугами организаций культуры, утвержденных распоряжением Министерства культуры Российской Федерации от 2.08.2017 г. № Р-965.  </w:t>
            </w:r>
            <w:r w:rsidRPr="00425406">
              <w:rPr>
                <w:b/>
                <w:sz w:val="22"/>
                <w:szCs w:val="22"/>
              </w:rPr>
              <w:t>(таб. 1)</w:t>
            </w:r>
          </w:p>
        </w:tc>
      </w:tr>
      <w:tr w:rsidR="00814C1F" w:rsidRPr="00425406" w:rsidTr="006C03E8">
        <w:trPr>
          <w:trHeight w:val="227"/>
        </w:trPr>
        <w:tc>
          <w:tcPr>
            <w:tcW w:w="567" w:type="dxa"/>
            <w:vMerge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</w:tcPr>
          <w:p w:rsidR="00814C1F" w:rsidRPr="00425406" w:rsidRDefault="00814C1F" w:rsidP="00FB28F4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>Показатель максимального допустимого уровня территориальной доступности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FB28F4">
            <w:pPr>
              <w:contextualSpacing/>
            </w:pPr>
            <w:r w:rsidRPr="00425406">
              <w:rPr>
                <w:b/>
                <w:sz w:val="22"/>
                <w:szCs w:val="22"/>
              </w:rPr>
              <w:t>Транспортная доступность 30 минут</w:t>
            </w:r>
            <w:r w:rsidRPr="00425406">
              <w:rPr>
                <w:sz w:val="22"/>
                <w:szCs w:val="22"/>
              </w:rPr>
              <w:t xml:space="preserve"> принята в соответствии с положениями Методических рекомендаций по развитию сети организаций культуры и обеспеченности населения услугами организаций культуры, утвержденных распоряжением Министерства культуры Российской Федерации от 2.08.2017 г. № Р-965.  </w:t>
            </w:r>
            <w:r w:rsidRPr="00425406">
              <w:rPr>
                <w:b/>
                <w:sz w:val="22"/>
                <w:szCs w:val="22"/>
              </w:rPr>
              <w:t>(таб. 1)</w:t>
            </w:r>
          </w:p>
        </w:tc>
      </w:tr>
      <w:tr w:rsidR="00814C1F" w:rsidRPr="00425406" w:rsidTr="006C03E8">
        <w:trPr>
          <w:trHeight w:val="227"/>
        </w:trPr>
        <w:tc>
          <w:tcPr>
            <w:tcW w:w="567" w:type="dxa"/>
            <w:vMerge w:val="restart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25406">
              <w:rPr>
                <w:sz w:val="22"/>
                <w:szCs w:val="22"/>
              </w:rPr>
              <w:t>3.3</w:t>
            </w:r>
          </w:p>
        </w:tc>
        <w:tc>
          <w:tcPr>
            <w:tcW w:w="1809" w:type="dxa"/>
            <w:vMerge w:val="restart"/>
          </w:tcPr>
          <w:p w:rsidR="00814C1F" w:rsidRPr="00425406" w:rsidRDefault="00814C1F" w:rsidP="00FB28F4">
            <w:pPr>
              <w:contextualSpacing/>
              <w:jc w:val="both"/>
            </w:pPr>
            <w:r w:rsidRPr="00425406">
              <w:rPr>
                <w:sz w:val="22"/>
                <w:szCs w:val="22"/>
                <w:lang w:eastAsia="en-US"/>
              </w:rPr>
              <w:t>Дом культуры</w:t>
            </w:r>
          </w:p>
        </w:tc>
        <w:tc>
          <w:tcPr>
            <w:tcW w:w="1843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>Показатель минимально допустимого уровня обеспеченности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FB28F4">
            <w:pPr>
              <w:contextualSpacing/>
            </w:pPr>
            <w:r w:rsidRPr="00425406">
              <w:rPr>
                <w:b/>
                <w:sz w:val="22"/>
                <w:szCs w:val="22"/>
              </w:rPr>
              <w:t>1 учреждение для административного центра поселения независимо от численности населения</w:t>
            </w:r>
            <w:r w:rsidRPr="00425406">
              <w:rPr>
                <w:sz w:val="22"/>
                <w:szCs w:val="22"/>
              </w:rPr>
              <w:t xml:space="preserve"> принято в соответствии с положениями Методических рекомендаций по развитию сети организаций культуры и обеспеченности населения услугами организаций культуры, утвержденных распоряжением Министерства культуры Российской Федерации от 2.08.2017 г. № Р-965. </w:t>
            </w:r>
            <w:r w:rsidRPr="00425406">
              <w:rPr>
                <w:b/>
                <w:sz w:val="22"/>
                <w:szCs w:val="22"/>
              </w:rPr>
              <w:t>(таб. 6)</w:t>
            </w:r>
          </w:p>
        </w:tc>
      </w:tr>
      <w:tr w:rsidR="00814C1F" w:rsidRPr="00425406" w:rsidTr="006C03E8">
        <w:trPr>
          <w:trHeight w:val="227"/>
        </w:trPr>
        <w:tc>
          <w:tcPr>
            <w:tcW w:w="567" w:type="dxa"/>
            <w:vMerge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</w:tcPr>
          <w:p w:rsidR="00814C1F" w:rsidRPr="00425406" w:rsidRDefault="00814C1F" w:rsidP="00FB28F4">
            <w:pPr>
              <w:contextualSpacing/>
              <w:jc w:val="both"/>
            </w:pPr>
          </w:p>
        </w:tc>
        <w:tc>
          <w:tcPr>
            <w:tcW w:w="1843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>Показатель максимального допустимого уровня территориальной доступности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FB28F4">
            <w:pPr>
              <w:contextualSpacing/>
            </w:pPr>
            <w:r w:rsidRPr="00425406">
              <w:rPr>
                <w:b/>
                <w:sz w:val="22"/>
                <w:szCs w:val="22"/>
              </w:rPr>
              <w:t>Транспортная доступность 30 минут</w:t>
            </w:r>
            <w:r w:rsidRPr="00425406">
              <w:rPr>
                <w:sz w:val="22"/>
                <w:szCs w:val="22"/>
              </w:rPr>
              <w:t xml:space="preserve"> принята в соответствии с положениями Методических рекомендаций по развитию сети организаций культуры и обеспеченности населения услугами организаций культуры, утвержденных распоряжением Министерства культуры Российской Федерации от 2.08.2017 г. № Р-965. </w:t>
            </w:r>
            <w:r w:rsidRPr="00425406">
              <w:rPr>
                <w:b/>
                <w:sz w:val="22"/>
                <w:szCs w:val="22"/>
              </w:rPr>
              <w:t>(таб. 6)</w:t>
            </w:r>
          </w:p>
        </w:tc>
      </w:tr>
      <w:tr w:rsidR="00814C1F" w:rsidRPr="00425406" w:rsidTr="006C03E8">
        <w:trPr>
          <w:trHeight w:val="227"/>
        </w:trPr>
        <w:tc>
          <w:tcPr>
            <w:tcW w:w="567" w:type="dxa"/>
          </w:tcPr>
          <w:p w:rsidR="00814C1F" w:rsidRPr="00425406" w:rsidRDefault="00814C1F" w:rsidP="00FB28F4">
            <w:pPr>
              <w:widowControl w:val="0"/>
              <w:tabs>
                <w:tab w:val="center" w:pos="175"/>
              </w:tabs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ab/>
              <w:t>4</w:t>
            </w:r>
          </w:p>
        </w:tc>
        <w:tc>
          <w:tcPr>
            <w:tcW w:w="8793" w:type="dxa"/>
            <w:gridSpan w:val="5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>Объекты местного значения в области физической культуры и массового спорта</w:t>
            </w:r>
          </w:p>
        </w:tc>
      </w:tr>
      <w:tr w:rsidR="00814C1F" w:rsidRPr="00425406" w:rsidTr="006C03E8">
        <w:trPr>
          <w:trHeight w:val="1518"/>
        </w:trPr>
        <w:tc>
          <w:tcPr>
            <w:tcW w:w="567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25406">
              <w:rPr>
                <w:sz w:val="22"/>
                <w:szCs w:val="22"/>
              </w:rPr>
              <w:t>4.1</w:t>
            </w:r>
          </w:p>
        </w:tc>
        <w:tc>
          <w:tcPr>
            <w:tcW w:w="1809" w:type="dxa"/>
          </w:tcPr>
          <w:p w:rsidR="00814C1F" w:rsidRPr="00425406" w:rsidRDefault="00814C1F" w:rsidP="00FB28F4">
            <w:pPr>
              <w:contextualSpacing/>
              <w:jc w:val="both"/>
            </w:pPr>
            <w:r w:rsidRPr="00425406">
              <w:rPr>
                <w:sz w:val="22"/>
                <w:szCs w:val="22"/>
              </w:rPr>
              <w:t>Спортивные залы общего пользования</w:t>
            </w:r>
          </w:p>
        </w:tc>
        <w:tc>
          <w:tcPr>
            <w:tcW w:w="1843" w:type="dxa"/>
          </w:tcPr>
          <w:p w:rsidR="00814C1F" w:rsidRPr="00425406" w:rsidRDefault="00814C1F" w:rsidP="00FB28F4">
            <w:pPr>
              <w:shd w:val="clear" w:color="auto" w:fill="FFFFFF"/>
              <w:contextualSpacing/>
              <w:jc w:val="both"/>
            </w:pPr>
            <w:r w:rsidRPr="00425406">
              <w:rPr>
                <w:sz w:val="22"/>
                <w:szCs w:val="22"/>
              </w:rPr>
              <w:t>уровень обеспеченности, удельная площадь пола спортивных залов на 1000 жит., кв.м.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425406">
              <w:rPr>
                <w:sz w:val="22"/>
                <w:szCs w:val="22"/>
              </w:rPr>
              <w:t>Расчетный показатель установлен в соответствии с   СП 42.13330.2016. «Градостроительство. Планировка и застройка городских и сельских поселений» Актуализированная редакция СНиП 2.07.01-89* (утв. Приказом Минрегиона РФ от 28.12.2010 N820)</w:t>
            </w:r>
          </w:p>
        </w:tc>
      </w:tr>
      <w:tr w:rsidR="00814C1F" w:rsidRPr="00425406" w:rsidTr="006C03E8">
        <w:trPr>
          <w:trHeight w:val="1265"/>
        </w:trPr>
        <w:tc>
          <w:tcPr>
            <w:tcW w:w="567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25406">
              <w:rPr>
                <w:sz w:val="22"/>
                <w:szCs w:val="22"/>
              </w:rPr>
              <w:t>4.2</w:t>
            </w:r>
          </w:p>
        </w:tc>
        <w:tc>
          <w:tcPr>
            <w:tcW w:w="1809" w:type="dxa"/>
          </w:tcPr>
          <w:p w:rsidR="00814C1F" w:rsidRPr="00425406" w:rsidRDefault="00814C1F" w:rsidP="00FB28F4">
            <w:pPr>
              <w:contextualSpacing/>
              <w:jc w:val="both"/>
            </w:pPr>
            <w:r w:rsidRPr="00425406">
              <w:rPr>
                <w:sz w:val="22"/>
                <w:szCs w:val="22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1843" w:type="dxa"/>
          </w:tcPr>
          <w:p w:rsidR="00814C1F" w:rsidRPr="00425406" w:rsidRDefault="00814C1F" w:rsidP="00FB28F4">
            <w:pPr>
              <w:shd w:val="clear" w:color="auto" w:fill="FFFFFF"/>
              <w:contextualSpacing/>
              <w:jc w:val="both"/>
            </w:pPr>
            <w:r w:rsidRPr="00425406">
              <w:rPr>
                <w:sz w:val="22"/>
                <w:szCs w:val="22"/>
              </w:rPr>
              <w:t>уровень обеспеченности, удельная площадь пола помещений на 1000 жит., кв.м.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FB28F4">
            <w:pPr>
              <w:contextualSpacing/>
              <w:rPr>
                <w:highlight w:val="yellow"/>
              </w:rPr>
            </w:pPr>
            <w:r w:rsidRPr="00425406">
              <w:rPr>
                <w:b/>
                <w:sz w:val="22"/>
                <w:szCs w:val="28"/>
              </w:rPr>
              <w:t>1 объект на каждые 1000 человек населениян.п.</w:t>
            </w:r>
            <w:r w:rsidRPr="00425406">
              <w:rPr>
                <w:sz w:val="22"/>
                <w:szCs w:val="28"/>
              </w:rPr>
              <w:t xml:space="preserve"> но не менее 1 объекта принят в соответствии с методическими рекомендациями по размещению объектов массового спорта в субъектах Российской Федерации.</w:t>
            </w:r>
          </w:p>
        </w:tc>
      </w:tr>
      <w:tr w:rsidR="00814C1F" w:rsidRPr="00425406" w:rsidTr="006C03E8">
        <w:trPr>
          <w:trHeight w:val="1265"/>
        </w:trPr>
        <w:tc>
          <w:tcPr>
            <w:tcW w:w="567" w:type="dxa"/>
          </w:tcPr>
          <w:p w:rsidR="00814C1F" w:rsidRPr="00425406" w:rsidRDefault="00814C1F" w:rsidP="003A725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25406">
              <w:rPr>
                <w:sz w:val="22"/>
                <w:szCs w:val="22"/>
              </w:rPr>
              <w:t>4.3</w:t>
            </w:r>
          </w:p>
        </w:tc>
        <w:tc>
          <w:tcPr>
            <w:tcW w:w="1809" w:type="dxa"/>
          </w:tcPr>
          <w:p w:rsidR="00814C1F" w:rsidRPr="00425406" w:rsidRDefault="00814C1F" w:rsidP="003A725A">
            <w:pPr>
              <w:contextualSpacing/>
              <w:jc w:val="both"/>
            </w:pPr>
            <w:r w:rsidRPr="00425406">
              <w:rPr>
                <w:sz w:val="22"/>
                <w:szCs w:val="22"/>
              </w:rPr>
              <w:t>Плавательный бассейн</w:t>
            </w:r>
          </w:p>
        </w:tc>
        <w:tc>
          <w:tcPr>
            <w:tcW w:w="1843" w:type="dxa"/>
          </w:tcPr>
          <w:p w:rsidR="00814C1F" w:rsidRPr="00425406" w:rsidRDefault="00814C1F" w:rsidP="003A725A">
            <w:pPr>
              <w:shd w:val="clear" w:color="auto" w:fill="FFFFFF"/>
              <w:contextualSpacing/>
              <w:jc w:val="both"/>
            </w:pPr>
            <w:r w:rsidRPr="00425406">
              <w:rPr>
                <w:sz w:val="22"/>
                <w:szCs w:val="22"/>
              </w:rPr>
              <w:t>уровень обеспеченности, кв. м. зеркала воды на 1 тыс. чел.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1B72DD">
            <w:pPr>
              <w:contextualSpacing/>
              <w:rPr>
                <w:szCs w:val="28"/>
              </w:rPr>
            </w:pPr>
            <w:r w:rsidRPr="00425406">
              <w:rPr>
                <w:sz w:val="22"/>
                <w:szCs w:val="28"/>
              </w:rPr>
              <w:t>Расчетный показатель установлен в соответствии с   СП 42.13330.2016. «Градостроительство. Планировка и застройка городских и сельских поселений» Актуализированная редакция СНиП 2.07.01-89* (утв. Приказом Минрегиона РФ от 28.12.2010 N 820).</w:t>
            </w:r>
          </w:p>
        </w:tc>
      </w:tr>
      <w:tr w:rsidR="00814C1F" w:rsidRPr="00425406" w:rsidTr="006C03E8">
        <w:trPr>
          <w:trHeight w:val="227"/>
        </w:trPr>
        <w:tc>
          <w:tcPr>
            <w:tcW w:w="567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793" w:type="dxa"/>
            <w:gridSpan w:val="5"/>
          </w:tcPr>
          <w:p w:rsidR="00814C1F" w:rsidRPr="00425406" w:rsidRDefault="00814C1F" w:rsidP="00FB28F4">
            <w:pPr>
              <w:contextualSpacing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>Объекты местного значения в области благоустройства</w:t>
            </w:r>
          </w:p>
        </w:tc>
      </w:tr>
      <w:tr w:rsidR="00814C1F" w:rsidRPr="00425406" w:rsidTr="006C03E8">
        <w:trPr>
          <w:trHeight w:val="1565"/>
        </w:trPr>
        <w:tc>
          <w:tcPr>
            <w:tcW w:w="567" w:type="dxa"/>
            <w:vMerge w:val="restart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425406">
              <w:rPr>
                <w:sz w:val="20"/>
                <w:szCs w:val="22"/>
              </w:rPr>
              <w:t>5.1</w:t>
            </w:r>
          </w:p>
        </w:tc>
        <w:tc>
          <w:tcPr>
            <w:tcW w:w="1809" w:type="dxa"/>
            <w:vMerge w:val="restart"/>
          </w:tcPr>
          <w:p w:rsidR="00814C1F" w:rsidRPr="00425406" w:rsidRDefault="00814C1F" w:rsidP="00FB28F4">
            <w:pPr>
              <w:contextualSpacing/>
              <w:jc w:val="both"/>
              <w:rPr>
                <w:sz w:val="20"/>
              </w:rPr>
            </w:pPr>
            <w:r w:rsidRPr="00425406">
              <w:rPr>
                <w:sz w:val="22"/>
                <w:szCs w:val="22"/>
              </w:rPr>
              <w:t>Территория рекреационного назначения</w:t>
            </w:r>
          </w:p>
        </w:tc>
        <w:tc>
          <w:tcPr>
            <w:tcW w:w="1843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 xml:space="preserve">уровень обеспеченности, </w:t>
            </w:r>
          </w:p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>площадь озеленения, кв.м. на 1 жит.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FB28F4">
            <w:pPr>
              <w:contextualSpacing/>
              <w:rPr>
                <w:bCs/>
              </w:rPr>
            </w:pPr>
            <w:r w:rsidRPr="00425406">
              <w:rPr>
                <w:b/>
                <w:bCs/>
                <w:sz w:val="22"/>
                <w:szCs w:val="22"/>
              </w:rPr>
              <w:t>Площадь территории 12 м2 на чел.</w:t>
            </w:r>
            <w:r w:rsidRPr="00425406">
              <w:rPr>
                <w:bCs/>
                <w:sz w:val="22"/>
                <w:szCs w:val="22"/>
              </w:rPr>
              <w:t xml:space="preserve"> принято в соответствии с таблицей 9.2. СП 42.13330.2016. «СНиП 2.07.01-89*» </w:t>
            </w:r>
            <w:r w:rsidRPr="00425406">
              <w:rPr>
                <w:sz w:val="22"/>
                <w:szCs w:val="22"/>
              </w:rPr>
              <w:t>«Градостроительство.</w:t>
            </w:r>
            <w:r w:rsidRPr="00425406">
              <w:rPr>
                <w:bCs/>
                <w:sz w:val="22"/>
                <w:szCs w:val="22"/>
              </w:rPr>
              <w:t xml:space="preserve"> Планировка и застройка городских и сельских поселений.»  Актуализированная редакция (утв. Приказом Минстроя России от 30.12.2016 N 1034/ пр)</w:t>
            </w:r>
          </w:p>
        </w:tc>
      </w:tr>
      <w:tr w:rsidR="00814C1F" w:rsidRPr="00425406" w:rsidTr="006C03E8">
        <w:trPr>
          <w:trHeight w:val="447"/>
        </w:trPr>
        <w:tc>
          <w:tcPr>
            <w:tcW w:w="567" w:type="dxa"/>
            <w:vMerge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809" w:type="dxa"/>
            <w:vMerge/>
          </w:tcPr>
          <w:p w:rsidR="00814C1F" w:rsidRPr="00425406" w:rsidRDefault="00814C1F" w:rsidP="00FB28F4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843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>показатель максимального допустимого уровня территориальной доступности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425406">
              <w:rPr>
                <w:sz w:val="22"/>
                <w:szCs w:val="22"/>
              </w:rPr>
              <w:t>Расчетный показатель установлен в соответствии с оценочным анализом текущего состояния, а также с учетом положений РНГП Камчатского края.</w:t>
            </w:r>
          </w:p>
        </w:tc>
      </w:tr>
      <w:tr w:rsidR="00814C1F" w:rsidRPr="00425406" w:rsidTr="006C03E8">
        <w:trPr>
          <w:trHeight w:val="447"/>
        </w:trPr>
        <w:tc>
          <w:tcPr>
            <w:tcW w:w="567" w:type="dxa"/>
            <w:vMerge w:val="restart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425406">
              <w:rPr>
                <w:sz w:val="20"/>
              </w:rPr>
              <w:t>5.2</w:t>
            </w:r>
          </w:p>
        </w:tc>
        <w:tc>
          <w:tcPr>
            <w:tcW w:w="1809" w:type="dxa"/>
            <w:vMerge w:val="restart"/>
          </w:tcPr>
          <w:p w:rsidR="00814C1F" w:rsidRPr="00425406" w:rsidRDefault="00814C1F" w:rsidP="00FB28F4">
            <w:pPr>
              <w:contextualSpacing/>
              <w:jc w:val="both"/>
              <w:rPr>
                <w:sz w:val="20"/>
              </w:rPr>
            </w:pPr>
            <w:r w:rsidRPr="00425406">
              <w:rPr>
                <w:sz w:val="22"/>
                <w:szCs w:val="22"/>
              </w:rPr>
              <w:t>Детские площадки</w:t>
            </w:r>
          </w:p>
        </w:tc>
        <w:tc>
          <w:tcPr>
            <w:tcW w:w="1843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 xml:space="preserve">уровень обеспеченности, </w:t>
            </w:r>
          </w:p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>площадь территории кв.м. на 1 чел.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425406">
              <w:rPr>
                <w:b/>
                <w:sz w:val="22"/>
                <w:szCs w:val="22"/>
              </w:rPr>
              <w:t>Расчетный показатель установлен</w:t>
            </w:r>
            <w:r w:rsidRPr="00425406">
              <w:rPr>
                <w:b/>
                <w:bCs/>
                <w:sz w:val="22"/>
                <w:szCs w:val="22"/>
              </w:rPr>
              <w:t xml:space="preserve"> 0,5 м</w:t>
            </w:r>
            <w:r w:rsidRPr="00425406">
              <w:rPr>
                <w:b/>
                <w:bCs/>
                <w:sz w:val="22"/>
                <w:szCs w:val="22"/>
                <w:vertAlign w:val="superscript"/>
              </w:rPr>
              <w:t>2</w:t>
            </w:r>
            <w:r w:rsidRPr="00425406">
              <w:rPr>
                <w:b/>
                <w:bCs/>
                <w:sz w:val="22"/>
                <w:szCs w:val="22"/>
              </w:rPr>
              <w:t xml:space="preserve"> на человека</w:t>
            </w:r>
            <w:r w:rsidRPr="00425406">
              <w:rPr>
                <w:bCs/>
                <w:sz w:val="22"/>
                <w:szCs w:val="22"/>
              </w:rPr>
              <w:t xml:space="preserve"> площадь территории принята в соответствии с п. 4.15.2.3, проекта «Методические рекомендации по подготовке правил благоустройства территорий поселений (включая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среды)» от 19.01.2017</w:t>
            </w:r>
          </w:p>
        </w:tc>
      </w:tr>
      <w:tr w:rsidR="00814C1F" w:rsidRPr="00425406" w:rsidTr="006C03E8">
        <w:trPr>
          <w:trHeight w:val="447"/>
        </w:trPr>
        <w:tc>
          <w:tcPr>
            <w:tcW w:w="567" w:type="dxa"/>
            <w:vMerge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</w:tcPr>
          <w:p w:rsidR="00814C1F" w:rsidRPr="00425406" w:rsidRDefault="00814C1F" w:rsidP="00FB28F4">
            <w:pPr>
              <w:contextualSpacing/>
              <w:jc w:val="both"/>
            </w:pPr>
          </w:p>
        </w:tc>
        <w:tc>
          <w:tcPr>
            <w:tcW w:w="1843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>Показатель максимального допустимого уровня территориальной доступности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425406">
              <w:rPr>
                <w:b/>
                <w:sz w:val="22"/>
                <w:szCs w:val="22"/>
              </w:rPr>
              <w:t>Пешеходная доступность принята 500 м</w:t>
            </w:r>
            <w:r w:rsidRPr="00425406">
              <w:rPr>
                <w:sz w:val="22"/>
                <w:szCs w:val="22"/>
              </w:rPr>
              <w:t xml:space="preserve"> (в границах квартала, микрорайона) в соответствии с п. 8. Приказа Минстроя России от 13.04.2017 N 711/пр. «Об утверждении методических рекомендаций для подготовки правил благоустройства территорий поселений, городских округов, внутригородских районов»</w:t>
            </w:r>
          </w:p>
        </w:tc>
      </w:tr>
      <w:tr w:rsidR="00814C1F" w:rsidRPr="00425406" w:rsidTr="006C03E8">
        <w:trPr>
          <w:trHeight w:val="267"/>
        </w:trPr>
        <w:tc>
          <w:tcPr>
            <w:tcW w:w="567" w:type="dxa"/>
            <w:vMerge w:val="restart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25406">
              <w:rPr>
                <w:sz w:val="22"/>
              </w:rPr>
              <w:t>5.3</w:t>
            </w:r>
          </w:p>
        </w:tc>
        <w:tc>
          <w:tcPr>
            <w:tcW w:w="1809" w:type="dxa"/>
            <w:vMerge w:val="restart"/>
          </w:tcPr>
          <w:p w:rsidR="00814C1F" w:rsidRPr="00425406" w:rsidRDefault="00814C1F" w:rsidP="00FB28F4">
            <w:pPr>
              <w:contextualSpacing/>
              <w:jc w:val="both"/>
            </w:pPr>
            <w:r w:rsidRPr="00425406">
              <w:rPr>
                <w:sz w:val="22"/>
              </w:rPr>
              <w:t>Площадка отдыха и досуга</w:t>
            </w:r>
          </w:p>
        </w:tc>
        <w:tc>
          <w:tcPr>
            <w:tcW w:w="1843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 xml:space="preserve">уровень обеспеченности, </w:t>
            </w:r>
          </w:p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>площадь территории кв.м. на 1 чел.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425406">
              <w:rPr>
                <w:b/>
                <w:sz w:val="22"/>
                <w:szCs w:val="22"/>
              </w:rPr>
              <w:t>Расчетный показатель установлен</w:t>
            </w:r>
            <w:r w:rsidRPr="00425406">
              <w:rPr>
                <w:b/>
                <w:bCs/>
                <w:sz w:val="22"/>
                <w:szCs w:val="22"/>
              </w:rPr>
              <w:t xml:space="preserve"> 0,1 м</w:t>
            </w:r>
            <w:r w:rsidRPr="00425406">
              <w:rPr>
                <w:b/>
                <w:bCs/>
                <w:sz w:val="22"/>
                <w:szCs w:val="22"/>
                <w:vertAlign w:val="superscript"/>
              </w:rPr>
              <w:t>2</w:t>
            </w:r>
            <w:r w:rsidRPr="00425406">
              <w:rPr>
                <w:b/>
                <w:bCs/>
                <w:sz w:val="22"/>
                <w:szCs w:val="22"/>
              </w:rPr>
              <w:t xml:space="preserve"> на человека </w:t>
            </w:r>
            <w:r w:rsidRPr="00425406">
              <w:rPr>
                <w:bCs/>
                <w:sz w:val="22"/>
                <w:szCs w:val="22"/>
              </w:rPr>
              <w:t>площадь территории принята в соответствии с п. 4.15.3.2, проекта «Методические рекомендации по подготовке правил благоустройства территорий поселений (включая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среды)» от 19.01.2017.</w:t>
            </w:r>
          </w:p>
        </w:tc>
      </w:tr>
      <w:tr w:rsidR="00814C1F" w:rsidRPr="00425406" w:rsidTr="006C03E8">
        <w:trPr>
          <w:trHeight w:val="270"/>
        </w:trPr>
        <w:tc>
          <w:tcPr>
            <w:tcW w:w="567" w:type="dxa"/>
            <w:vMerge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</w:tcPr>
          <w:p w:rsidR="00814C1F" w:rsidRPr="00425406" w:rsidRDefault="00814C1F" w:rsidP="00FB28F4">
            <w:pPr>
              <w:contextualSpacing/>
              <w:jc w:val="both"/>
            </w:pPr>
          </w:p>
        </w:tc>
        <w:tc>
          <w:tcPr>
            <w:tcW w:w="1843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425406">
              <w:rPr>
                <w:sz w:val="22"/>
                <w:szCs w:val="22"/>
              </w:rPr>
              <w:t>Показатель максимального допустимого уровня территориальной доступности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425406">
              <w:rPr>
                <w:b/>
                <w:sz w:val="22"/>
                <w:szCs w:val="22"/>
              </w:rPr>
              <w:t>Пешеходная доступность принята 600 м</w:t>
            </w:r>
            <w:r w:rsidRPr="00425406">
              <w:rPr>
                <w:sz w:val="22"/>
                <w:szCs w:val="22"/>
              </w:rPr>
              <w:t xml:space="preserve"> (в границах квартала, микрорайона) в соответствии с п. 8. Приказа Минстроя России от 13.04.2017 N 711/пр. «Об утверждении методических рекомендаций для подготовки правил благоустройства территорий поселений, городских округов, внутригородских районов»</w:t>
            </w:r>
          </w:p>
        </w:tc>
      </w:tr>
      <w:tr w:rsidR="00814C1F" w:rsidRPr="00425406" w:rsidTr="006C03E8">
        <w:trPr>
          <w:trHeight w:val="227"/>
        </w:trPr>
        <w:tc>
          <w:tcPr>
            <w:tcW w:w="567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793" w:type="dxa"/>
            <w:gridSpan w:val="5"/>
          </w:tcPr>
          <w:p w:rsidR="00814C1F" w:rsidRPr="00425406" w:rsidRDefault="00814C1F" w:rsidP="00FB28F4">
            <w:pPr>
              <w:contextualSpacing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>Объекты местного значения в области ритуального обслуживания населения</w:t>
            </w:r>
          </w:p>
        </w:tc>
      </w:tr>
      <w:tr w:rsidR="00814C1F" w:rsidRPr="00425406" w:rsidTr="006C03E8">
        <w:trPr>
          <w:trHeight w:val="1781"/>
        </w:trPr>
        <w:tc>
          <w:tcPr>
            <w:tcW w:w="567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25406">
              <w:rPr>
                <w:sz w:val="22"/>
                <w:szCs w:val="22"/>
              </w:rPr>
              <w:t>6.1</w:t>
            </w:r>
          </w:p>
        </w:tc>
        <w:tc>
          <w:tcPr>
            <w:tcW w:w="1809" w:type="dxa"/>
          </w:tcPr>
          <w:p w:rsidR="00814C1F" w:rsidRPr="00425406" w:rsidRDefault="00814C1F" w:rsidP="00FB28F4">
            <w:pPr>
              <w:contextualSpacing/>
              <w:jc w:val="both"/>
            </w:pPr>
            <w:r w:rsidRPr="00425406">
              <w:rPr>
                <w:sz w:val="22"/>
                <w:szCs w:val="22"/>
              </w:rPr>
              <w:t>Кладбища традиционного захоронения</w:t>
            </w:r>
          </w:p>
        </w:tc>
        <w:tc>
          <w:tcPr>
            <w:tcW w:w="1843" w:type="dxa"/>
          </w:tcPr>
          <w:p w:rsidR="00814C1F" w:rsidRPr="00425406" w:rsidRDefault="00814C1F" w:rsidP="00FB28F4">
            <w:pPr>
              <w:contextualSpacing/>
              <w:jc w:val="both"/>
            </w:pPr>
            <w:r w:rsidRPr="00425406">
              <w:rPr>
                <w:sz w:val="22"/>
                <w:szCs w:val="22"/>
              </w:rPr>
              <w:t>Показатель минимально допустимого уровня обеспеченности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FB28F4">
            <w:pPr>
              <w:contextualSpacing/>
            </w:pPr>
            <w:r w:rsidRPr="00425406">
              <w:rPr>
                <w:sz w:val="22"/>
                <w:szCs w:val="22"/>
              </w:rPr>
              <w:t>Расчетный показатель установлен в соответствии с   СП 42.13330.2016. «Градостроительство. Планировка и застройка городских и сельских поселений» Актуализированная редакция СНиП 2.07.01-89* (утв. Приказом Минрегиона РФ от 28.12.2010 N 820)</w:t>
            </w:r>
          </w:p>
        </w:tc>
      </w:tr>
      <w:tr w:rsidR="00814C1F" w:rsidRPr="00425406" w:rsidTr="006C03E8">
        <w:trPr>
          <w:trHeight w:val="216"/>
        </w:trPr>
        <w:tc>
          <w:tcPr>
            <w:tcW w:w="9360" w:type="dxa"/>
            <w:gridSpan w:val="6"/>
          </w:tcPr>
          <w:p w:rsidR="00814C1F" w:rsidRPr="00425406" w:rsidRDefault="00814C1F" w:rsidP="00FB28F4">
            <w:pPr>
              <w:contextualSpacing/>
            </w:pPr>
            <w:r w:rsidRPr="00425406">
              <w:rPr>
                <w:sz w:val="22"/>
                <w:szCs w:val="22"/>
              </w:rPr>
              <w:t xml:space="preserve">Показатель размера земельного участка под кладбища традиционного захоронения в размере </w:t>
            </w:r>
            <w:r w:rsidRPr="00425406">
              <w:rPr>
                <w:b/>
                <w:sz w:val="22"/>
                <w:szCs w:val="22"/>
              </w:rPr>
              <w:t>0,24 га на 1 тыс. чел.</w:t>
            </w:r>
            <w:r w:rsidRPr="00425406">
              <w:rPr>
                <w:sz w:val="22"/>
                <w:szCs w:val="22"/>
              </w:rPr>
              <w:t xml:space="preserve"> установлен согласно Таблицы Д 1, приложения Д.</w:t>
            </w:r>
          </w:p>
          <w:p w:rsidR="00814C1F" w:rsidRPr="00425406" w:rsidRDefault="00814C1F" w:rsidP="00FB28F4">
            <w:pPr>
              <w:contextualSpacing/>
            </w:pPr>
            <w:r w:rsidRPr="00425406">
              <w:rPr>
                <w:sz w:val="22"/>
                <w:szCs w:val="22"/>
              </w:rPr>
              <w:t>Размеры земельных участков, отводимых для захоронения, допускается уточнять в зависимости от соотношения кладбищ традиционного захоронения и кладбищ для погребения после кремации, устанавливаемых по местным условиям</w:t>
            </w:r>
          </w:p>
        </w:tc>
      </w:tr>
      <w:tr w:rsidR="00814C1F" w:rsidRPr="00425406" w:rsidTr="006C03E8">
        <w:trPr>
          <w:trHeight w:val="300"/>
        </w:trPr>
        <w:tc>
          <w:tcPr>
            <w:tcW w:w="567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793" w:type="dxa"/>
            <w:gridSpan w:val="5"/>
          </w:tcPr>
          <w:p w:rsidR="00814C1F" w:rsidRPr="00425406" w:rsidRDefault="00814C1F" w:rsidP="00FB28F4">
            <w:pPr>
              <w:contextualSpacing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>Объекты местного значения в области первичной пожарной безопасности, а также в части аварийно-спасательных служб и (или) аварийно-спасательных образований</w:t>
            </w:r>
          </w:p>
        </w:tc>
      </w:tr>
      <w:tr w:rsidR="00814C1F" w:rsidRPr="00425406" w:rsidTr="006C03E8">
        <w:trPr>
          <w:trHeight w:val="1120"/>
        </w:trPr>
        <w:tc>
          <w:tcPr>
            <w:tcW w:w="567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25406">
              <w:rPr>
                <w:sz w:val="22"/>
                <w:szCs w:val="22"/>
              </w:rPr>
              <w:t>7.1</w:t>
            </w:r>
          </w:p>
        </w:tc>
        <w:tc>
          <w:tcPr>
            <w:tcW w:w="1809" w:type="dxa"/>
          </w:tcPr>
          <w:p w:rsidR="00814C1F" w:rsidRPr="00425406" w:rsidRDefault="00814C1F" w:rsidP="00FB28F4">
            <w:pPr>
              <w:contextualSpacing/>
              <w:jc w:val="both"/>
            </w:pPr>
            <w:r w:rsidRPr="00425406">
              <w:rPr>
                <w:sz w:val="22"/>
                <w:szCs w:val="22"/>
              </w:rPr>
              <w:t>Пожарный гидрант</w:t>
            </w:r>
          </w:p>
        </w:tc>
        <w:tc>
          <w:tcPr>
            <w:tcW w:w="1843" w:type="dxa"/>
          </w:tcPr>
          <w:p w:rsidR="00814C1F" w:rsidRPr="00425406" w:rsidRDefault="00814C1F" w:rsidP="00FB28F4">
            <w:pPr>
              <w:contextualSpacing/>
              <w:jc w:val="both"/>
            </w:pPr>
            <w:r w:rsidRPr="00425406">
              <w:rPr>
                <w:sz w:val="22"/>
                <w:szCs w:val="22"/>
              </w:rPr>
              <w:t>количество гидрантов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FB28F4">
            <w:pPr>
              <w:contextualSpacing/>
            </w:pPr>
            <w:r w:rsidRPr="00425406">
              <w:rPr>
                <w:sz w:val="22"/>
                <w:szCs w:val="22"/>
              </w:rPr>
              <w:t>Расчетный показатель установлен с учетом Федерального закона от 22 июля 2008 года №123-ФЗ «Технический регламент о требованиях пожарной безопасности.»,  СП 8.13130.2020 «Системы противопожарной защиты. Наружное противопожарное водоснабжение. Требования пожарной безопасности».</w:t>
            </w:r>
          </w:p>
        </w:tc>
      </w:tr>
      <w:tr w:rsidR="00814C1F" w:rsidRPr="00425406" w:rsidTr="006C03E8">
        <w:trPr>
          <w:trHeight w:val="1275"/>
        </w:trPr>
        <w:tc>
          <w:tcPr>
            <w:tcW w:w="9360" w:type="dxa"/>
            <w:gridSpan w:val="6"/>
          </w:tcPr>
          <w:p w:rsidR="00814C1F" w:rsidRPr="00425406" w:rsidRDefault="00814C1F" w:rsidP="00F321AA">
            <w:pPr>
              <w:ind w:firstLine="321"/>
              <w:contextualSpacing/>
              <w:jc w:val="both"/>
            </w:pPr>
            <w:r w:rsidRPr="00425406">
              <w:rPr>
                <w:sz w:val="22"/>
                <w:szCs w:val="22"/>
              </w:rPr>
              <w:t>Согласно пунктам 8.9. и 8.10. СП 8.13130.2020 «Системы противопожарной защиты. Наружное противопожарное водоснабжение. Требования пожарной безопасности»:</w:t>
            </w:r>
          </w:p>
          <w:p w:rsidR="00814C1F" w:rsidRPr="00425406" w:rsidRDefault="00814C1F" w:rsidP="00F321AA">
            <w:pPr>
              <w:contextualSpacing/>
              <w:jc w:val="both"/>
            </w:pPr>
            <w:r w:rsidRPr="00425406">
              <w:rPr>
                <w:sz w:val="22"/>
                <w:szCs w:val="22"/>
              </w:rPr>
              <w:t>«Количество пожарных гидрантов и расстояние между ними определяют расчетом,</w:t>
            </w:r>
          </w:p>
          <w:p w:rsidR="00814C1F" w:rsidRPr="00425406" w:rsidRDefault="00814C1F" w:rsidP="00F321AA">
            <w:pPr>
              <w:contextualSpacing/>
              <w:jc w:val="both"/>
            </w:pPr>
            <w:r w:rsidRPr="00425406">
              <w:rPr>
                <w:sz w:val="22"/>
                <w:szCs w:val="22"/>
              </w:rPr>
              <w:t>исходя из суммарного расхода воды на пожаротушение и пропускной способности</w:t>
            </w:r>
          </w:p>
          <w:p w:rsidR="00814C1F" w:rsidRPr="00425406" w:rsidRDefault="00814C1F" w:rsidP="00F321AA">
            <w:pPr>
              <w:contextualSpacing/>
              <w:jc w:val="both"/>
            </w:pPr>
            <w:r w:rsidRPr="00425406">
              <w:rPr>
                <w:sz w:val="22"/>
                <w:szCs w:val="22"/>
              </w:rPr>
              <w:t>устанавливаемого типа гидрантов.</w:t>
            </w:r>
          </w:p>
          <w:p w:rsidR="00814C1F" w:rsidRPr="00425406" w:rsidRDefault="00814C1F" w:rsidP="00F321AA">
            <w:pPr>
              <w:contextualSpacing/>
              <w:jc w:val="both"/>
            </w:pPr>
            <w:r w:rsidRPr="00425406">
              <w:rPr>
                <w:sz w:val="22"/>
                <w:szCs w:val="22"/>
              </w:rPr>
              <w:t>Расстановка пожарных гидрантов на водопроводной сети должна обеспечивать подачу</w:t>
            </w:r>
          </w:p>
          <w:p w:rsidR="00814C1F" w:rsidRPr="00425406" w:rsidRDefault="00814C1F" w:rsidP="00F321AA">
            <w:pPr>
              <w:contextualSpacing/>
              <w:jc w:val="both"/>
            </w:pPr>
            <w:r w:rsidRPr="00425406">
              <w:rPr>
                <w:sz w:val="22"/>
                <w:szCs w:val="22"/>
              </w:rPr>
              <w:t>воды с расчетным расходом на пожаротушение любой точки обслуживаемого данной сетью</w:t>
            </w:r>
          </w:p>
          <w:p w:rsidR="00814C1F" w:rsidRPr="00425406" w:rsidRDefault="00814C1F" w:rsidP="00F321AA">
            <w:pPr>
              <w:contextualSpacing/>
              <w:jc w:val="both"/>
            </w:pPr>
            <w:r w:rsidRPr="00425406">
              <w:rPr>
                <w:sz w:val="22"/>
                <w:szCs w:val="22"/>
              </w:rPr>
              <w:t>здания на уровне нулевой отметки не менее чем от двух гидрантов при расходе воды на</w:t>
            </w:r>
          </w:p>
          <w:p w:rsidR="00814C1F" w:rsidRPr="00425406" w:rsidRDefault="00814C1F" w:rsidP="00F321AA">
            <w:pPr>
              <w:contextualSpacing/>
              <w:jc w:val="both"/>
            </w:pPr>
            <w:r w:rsidRPr="00425406">
              <w:rPr>
                <w:sz w:val="22"/>
                <w:szCs w:val="22"/>
              </w:rPr>
              <w:t>наружное пожаротушение 15 л/с и более или от одного гидранта - при расходе воды менее 15 л/с</w:t>
            </w:r>
          </w:p>
          <w:p w:rsidR="00814C1F" w:rsidRPr="00425406" w:rsidRDefault="00814C1F" w:rsidP="00F321AA">
            <w:pPr>
              <w:contextualSpacing/>
              <w:jc w:val="both"/>
            </w:pPr>
            <w:r w:rsidRPr="00425406">
              <w:rPr>
                <w:sz w:val="22"/>
                <w:szCs w:val="22"/>
              </w:rPr>
              <w:t>с учетом прокладки рукавных линий длиной не более 200 м по дорогам с твердым покрытием.»</w:t>
            </w:r>
          </w:p>
          <w:p w:rsidR="00814C1F" w:rsidRPr="00425406" w:rsidRDefault="00814C1F" w:rsidP="00F321AA">
            <w:pPr>
              <w:ind w:firstLine="321"/>
              <w:contextualSpacing/>
              <w:jc w:val="both"/>
            </w:pPr>
            <w:r w:rsidRPr="00425406">
              <w:rPr>
                <w:sz w:val="22"/>
                <w:szCs w:val="22"/>
              </w:rPr>
              <w:t>Согласно п.9 ст. 98 Федерального закона от 22 июля 2008 года №123-ФЗ «Технический регламент о требованиях пожарной безопасности.»:</w:t>
            </w:r>
          </w:p>
          <w:p w:rsidR="00814C1F" w:rsidRPr="00425406" w:rsidRDefault="00814C1F" w:rsidP="00F321AA">
            <w:pPr>
              <w:ind w:firstLine="321"/>
              <w:contextualSpacing/>
              <w:jc w:val="both"/>
            </w:pPr>
            <w:r w:rsidRPr="00425406">
              <w:rPr>
                <w:sz w:val="22"/>
                <w:szCs w:val="22"/>
              </w:rPr>
              <w:t>«Пожарные гидранты надлежит располагать вдоль автомобильных дорог на расстоянии не более 2,5 метра от края проезжей части, но не менее 5 метров от стен здания.»</w:t>
            </w:r>
          </w:p>
        </w:tc>
      </w:tr>
      <w:tr w:rsidR="00814C1F" w:rsidRPr="00425406" w:rsidTr="006C03E8">
        <w:trPr>
          <w:trHeight w:val="349"/>
        </w:trPr>
        <w:tc>
          <w:tcPr>
            <w:tcW w:w="567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42540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793" w:type="dxa"/>
            <w:gridSpan w:val="5"/>
          </w:tcPr>
          <w:p w:rsidR="00814C1F" w:rsidRPr="00425406" w:rsidRDefault="00814C1F" w:rsidP="00FB28F4">
            <w:pPr>
              <w:contextualSpacing/>
            </w:pPr>
            <w:r w:rsidRPr="00425406">
              <w:rPr>
                <w:b/>
                <w:sz w:val="22"/>
                <w:szCs w:val="22"/>
              </w:rPr>
              <w:t>Объекты местного значения в области сбора твердых коммунальных отходов</w:t>
            </w:r>
          </w:p>
        </w:tc>
      </w:tr>
      <w:tr w:rsidR="00814C1F" w:rsidRPr="00425406" w:rsidTr="006C03E8">
        <w:trPr>
          <w:trHeight w:val="566"/>
        </w:trPr>
        <w:tc>
          <w:tcPr>
            <w:tcW w:w="567" w:type="dxa"/>
          </w:tcPr>
          <w:p w:rsidR="00814C1F" w:rsidRPr="00425406" w:rsidRDefault="00814C1F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425406">
              <w:rPr>
                <w:sz w:val="22"/>
                <w:szCs w:val="22"/>
              </w:rPr>
              <w:t>8.1</w:t>
            </w:r>
          </w:p>
        </w:tc>
        <w:tc>
          <w:tcPr>
            <w:tcW w:w="1809" w:type="dxa"/>
          </w:tcPr>
          <w:p w:rsidR="00814C1F" w:rsidRPr="00425406" w:rsidRDefault="00814C1F" w:rsidP="00FB28F4">
            <w:pPr>
              <w:contextualSpacing/>
              <w:jc w:val="both"/>
            </w:pPr>
            <w:r w:rsidRPr="00425406">
              <w:rPr>
                <w:bCs/>
                <w:sz w:val="22"/>
                <w:szCs w:val="22"/>
              </w:rPr>
              <w:t>Площадки для установки контейнеров для сбора, в том числе раздельного, твердых коммунальных отходов</w:t>
            </w:r>
          </w:p>
        </w:tc>
        <w:tc>
          <w:tcPr>
            <w:tcW w:w="1843" w:type="dxa"/>
          </w:tcPr>
          <w:p w:rsidR="00814C1F" w:rsidRPr="00425406" w:rsidRDefault="00814C1F" w:rsidP="00FB28F4">
            <w:pPr>
              <w:contextualSpacing/>
              <w:jc w:val="both"/>
            </w:pPr>
            <w:r w:rsidRPr="00425406">
              <w:rPr>
                <w:sz w:val="22"/>
                <w:szCs w:val="22"/>
              </w:rPr>
              <w:t>количество площадок для установки контейнеров в населенных пунктах определяется исходя из численности населения, объёма образования отходов, и необходимого для населенного пункта числа контейнеров для сбора мусора</w:t>
            </w:r>
          </w:p>
        </w:tc>
        <w:tc>
          <w:tcPr>
            <w:tcW w:w="5141" w:type="dxa"/>
            <w:gridSpan w:val="3"/>
          </w:tcPr>
          <w:p w:rsidR="00814C1F" w:rsidRPr="00425406" w:rsidRDefault="00814C1F" w:rsidP="00334259">
            <w:r w:rsidRPr="00425406">
              <w:rPr>
                <w:sz w:val="22"/>
                <w:szCs w:val="22"/>
              </w:rPr>
              <w:t xml:space="preserve">Расчетный показатель установлен с учетом </w:t>
            </w:r>
          </w:p>
          <w:p w:rsidR="00814C1F" w:rsidRPr="00425406" w:rsidRDefault="00814C1F" w:rsidP="00FB28F4">
            <w:r w:rsidRPr="00425406">
              <w:rPr>
                <w:sz w:val="22"/>
                <w:szCs w:val="22"/>
              </w:rPr>
              <w:t>«Территориальная схема обращения с отходами, в том числе с твердыми коммунальными отходами, в Камчатском крае», утвержденную Приказом Агентства по обращению с отходами Камчатского края от 31.08.2020 № 59.</w:t>
            </w:r>
          </w:p>
        </w:tc>
      </w:tr>
    </w:tbl>
    <w:p w:rsidR="00814C1F" w:rsidRPr="00425406" w:rsidRDefault="00814C1F" w:rsidP="00B93D2C">
      <w:pPr>
        <w:jc w:val="both"/>
      </w:pPr>
    </w:p>
    <w:p w:rsidR="00814C1F" w:rsidRPr="00425406" w:rsidRDefault="00814C1F" w:rsidP="00A132CD">
      <w:pPr>
        <w:ind w:firstLine="720"/>
        <w:jc w:val="both"/>
        <w:rPr>
          <w:b/>
        </w:rPr>
      </w:pPr>
      <w:r w:rsidRPr="00425406">
        <w:br w:type="page"/>
      </w:r>
      <w:r w:rsidRPr="00425406">
        <w:rPr>
          <w:b/>
          <w:u w:val="single"/>
        </w:rPr>
        <w:t>Раздел 3.</w:t>
      </w:r>
      <w:r w:rsidRPr="00425406">
        <w:rPr>
          <w:b/>
        </w:rPr>
        <w:t xml:space="preserve">  Правила и область применения расчётных показателей, содержащихся в основной части местных нормативов градостроительного проектирования Пионерского сельского поселения </w:t>
      </w:r>
    </w:p>
    <w:p w:rsidR="00814C1F" w:rsidRPr="00425406" w:rsidRDefault="00814C1F" w:rsidP="006C03E8">
      <w:pPr>
        <w:pBdr>
          <w:bottom w:val="single" w:sz="12" w:space="1" w:color="244061"/>
        </w:pBdr>
        <w:jc w:val="both"/>
        <w:rPr>
          <w:b/>
          <w:sz w:val="28"/>
          <w:szCs w:val="28"/>
        </w:rPr>
      </w:pPr>
      <w:r w:rsidRPr="00425406">
        <w:rPr>
          <w:b/>
        </w:rPr>
        <w:t>Елизовского района Камчатского края</w:t>
      </w:r>
    </w:p>
    <w:p w:rsidR="00814C1F" w:rsidRPr="00425406" w:rsidRDefault="00814C1F" w:rsidP="006C03E8">
      <w:pPr>
        <w:pBdr>
          <w:bottom w:val="single" w:sz="12" w:space="1" w:color="244061"/>
        </w:pBdr>
        <w:jc w:val="both"/>
        <w:rPr>
          <w:b/>
          <w:sz w:val="10"/>
          <w:szCs w:val="10"/>
          <w:lang w:eastAsia="en-US"/>
        </w:rPr>
      </w:pPr>
    </w:p>
    <w:p w:rsidR="00814C1F" w:rsidRPr="00425406" w:rsidRDefault="00814C1F" w:rsidP="00370BB6">
      <w:pPr>
        <w:jc w:val="both"/>
      </w:pPr>
    </w:p>
    <w:p w:rsidR="00814C1F" w:rsidRPr="00425406" w:rsidRDefault="00814C1F" w:rsidP="00370BB6">
      <w:pPr>
        <w:autoSpaceDE w:val="0"/>
        <w:spacing w:line="276" w:lineRule="auto"/>
        <w:ind w:firstLine="851"/>
        <w:jc w:val="both"/>
      </w:pPr>
      <w:r w:rsidRPr="00425406">
        <w:t xml:space="preserve">Местные нормативы градостроительного проектирования распространяются на предлагаемые к размещению на территории </w:t>
      </w:r>
      <w:r w:rsidRPr="00425406">
        <w:rPr>
          <w:spacing w:val="-6"/>
          <w:lang w:eastAsia="en-US"/>
        </w:rPr>
        <w:t xml:space="preserve">Пионерского сельского поселения </w:t>
      </w:r>
      <w:r w:rsidRPr="00425406">
        <w:t>объекты местного значения, относящиеся к областям, указанным в 23 Градостроительного Кодекса Российской Федерации, Законом Камчатского края от 14.11.2012 г. N 160 «О регулировании отдельных вопросов градостроительной деятельности в Камчатском крае» и документах территориального планирования муниципальных образований Камчатского края, иными объектами местного значения.</w:t>
      </w:r>
    </w:p>
    <w:p w:rsidR="00814C1F" w:rsidRPr="00425406" w:rsidRDefault="00814C1F" w:rsidP="00370BB6">
      <w:pPr>
        <w:autoSpaceDE w:val="0"/>
        <w:spacing w:line="276" w:lineRule="auto"/>
        <w:ind w:firstLine="851"/>
        <w:jc w:val="both"/>
      </w:pPr>
      <w:r w:rsidRPr="00425406">
        <w:t xml:space="preserve">Местные нормативы градостроительного проектирования </w:t>
      </w:r>
      <w:r w:rsidRPr="00425406">
        <w:rPr>
          <w:spacing w:val="-6"/>
          <w:lang w:eastAsia="en-US"/>
        </w:rPr>
        <w:t xml:space="preserve">Пионерского сельского поселения </w:t>
      </w:r>
      <w:r w:rsidRPr="00425406">
        <w:t>являются обязательными для применения всеми участниками градостроительной деятельности в сельском поселении и учитываются при разработке документов территориального планирования, документов градостроительного зонирования – правил землепользования и застройки, документации по планировке территорий в части размещения объектов местного значения, подготовке проектной документации применительно к строящимся, реконструируемым объектам капитального строительства местного значения в границах поселения.</w:t>
      </w:r>
    </w:p>
    <w:p w:rsidR="00814C1F" w:rsidRPr="00425406" w:rsidRDefault="00814C1F" w:rsidP="00370BB6">
      <w:pPr>
        <w:autoSpaceDE w:val="0"/>
        <w:spacing w:line="276" w:lineRule="auto"/>
        <w:ind w:firstLine="851"/>
        <w:jc w:val="both"/>
      </w:pPr>
      <w:r w:rsidRPr="00425406">
        <w:t>Расчетные показатели подлежат применению разработчиком градостроительной документации,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населения.</w:t>
      </w:r>
    </w:p>
    <w:p w:rsidR="00814C1F" w:rsidRPr="00425406" w:rsidRDefault="00814C1F" w:rsidP="00370BB6">
      <w:pPr>
        <w:autoSpaceDE w:val="0"/>
        <w:spacing w:line="276" w:lineRule="auto"/>
        <w:ind w:firstLine="851"/>
        <w:jc w:val="both"/>
      </w:pPr>
      <w:r w:rsidRPr="00425406">
        <w:t xml:space="preserve">В ходе подготовки документации по планировке территории следует учитывать расчетные показатели минимально допустимых размеров земельных участков, необходимых для размещения объектов местного значения. </w:t>
      </w:r>
    </w:p>
    <w:p w:rsidR="00814C1F" w:rsidRPr="00425406" w:rsidRDefault="00814C1F" w:rsidP="00370BB6">
      <w:pPr>
        <w:autoSpaceDE w:val="0"/>
        <w:spacing w:line="276" w:lineRule="auto"/>
        <w:ind w:firstLine="851"/>
        <w:jc w:val="both"/>
      </w:pPr>
      <w:r w:rsidRPr="00425406">
        <w:t>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вида, которые расположены (или могут быть расположены) не только в границах данной территории, но также и вне ее границ в пределах максимальной территориальной доступности, установленной для соответствующих объектов. Необходимо также учитывать возможное влияние планируемого к размещению объекта на прилегающие территории, на потребность в обеспечении населения в границах квартала (микрорайона) объектами социально-бытового и культурного обслуживания, возможность организации подходов и подъездов к существующим и вновь формируемым земельным участкам.</w:t>
      </w:r>
    </w:p>
    <w:p w:rsidR="00814C1F" w:rsidRPr="00425406" w:rsidRDefault="00814C1F" w:rsidP="00370BB6">
      <w:pPr>
        <w:autoSpaceDE w:val="0"/>
        <w:spacing w:line="276" w:lineRule="auto"/>
        <w:ind w:firstLine="851"/>
        <w:jc w:val="both"/>
      </w:pPr>
      <w:r w:rsidRPr="00425406">
        <w:t>При отмене и (или) изменении действующих нормативных документов Российской Федерации и (или) Камчатского края, в том числе тех, требования которых были учтены при подготовке настоящих Нормативов и на которые дается ссылка в настоящих Нормативах, следует руководствоваться нормами, вводимыми взамен отмененных.</w:t>
      </w:r>
    </w:p>
    <w:p w:rsidR="00814C1F" w:rsidRPr="00425406" w:rsidRDefault="00814C1F" w:rsidP="00370BB6">
      <w:pPr>
        <w:autoSpaceDE w:val="0"/>
        <w:spacing w:line="276" w:lineRule="auto"/>
        <w:ind w:firstLine="851"/>
        <w:jc w:val="both"/>
      </w:pPr>
    </w:p>
    <w:p w:rsidR="00814C1F" w:rsidRPr="00425406" w:rsidRDefault="00814C1F" w:rsidP="0044198D">
      <w:pPr>
        <w:autoSpaceDE w:val="0"/>
        <w:spacing w:line="276" w:lineRule="auto"/>
        <w:jc w:val="center"/>
      </w:pPr>
      <w:r w:rsidRPr="00425406">
        <w:t>------------------------------------------------------</w:t>
      </w:r>
    </w:p>
    <w:p w:rsidR="00814C1F" w:rsidRPr="00425406" w:rsidRDefault="00814C1F" w:rsidP="00F152AD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sectPr w:rsidR="00814C1F" w:rsidRPr="00425406" w:rsidSect="0069101B">
      <w:headerReference w:type="default" r:id="rId14"/>
      <w:footerReference w:type="default" r:id="rId15"/>
      <w:pgSz w:w="11906" w:h="16838"/>
      <w:pgMar w:top="1134" w:right="851" w:bottom="1134" w:left="1701" w:header="73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C1F" w:rsidRDefault="00814C1F" w:rsidP="000D5211">
      <w:r>
        <w:separator/>
      </w:r>
    </w:p>
  </w:endnote>
  <w:endnote w:type="continuationSeparator" w:id="1">
    <w:p w:rsidR="00814C1F" w:rsidRDefault="00814C1F" w:rsidP="000D52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C1F" w:rsidRDefault="00814C1F">
    <w:pPr>
      <w:pStyle w:val="Footer"/>
      <w:jc w:val="right"/>
    </w:pPr>
    <w:fldSimple w:instr="PAGE   \* MERGEFORMAT">
      <w:r>
        <w:rPr>
          <w:noProof/>
        </w:rPr>
        <w:t>4</w:t>
      </w:r>
    </w:fldSimple>
  </w:p>
  <w:p w:rsidR="00814C1F" w:rsidRDefault="00814C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C1F" w:rsidRDefault="00814C1F" w:rsidP="000D5211">
      <w:r>
        <w:separator/>
      </w:r>
    </w:p>
  </w:footnote>
  <w:footnote w:type="continuationSeparator" w:id="1">
    <w:p w:rsidR="00814C1F" w:rsidRDefault="00814C1F" w:rsidP="000D52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C1F" w:rsidRPr="001D4DCC" w:rsidRDefault="00814C1F" w:rsidP="000D5211">
    <w:pPr>
      <w:pStyle w:val="Header"/>
      <w:rPr>
        <w:i/>
        <w:color w:val="7F7F7F"/>
        <w:sz w:val="18"/>
      </w:rPr>
    </w:pPr>
    <w:r w:rsidRPr="001D4DCC">
      <w:rPr>
        <w:i/>
        <w:color w:val="7F7F7F"/>
        <w:sz w:val="18"/>
      </w:rPr>
      <w:t xml:space="preserve">Местные нормативы градостроительного проектирования </w:t>
    </w:r>
    <w:r>
      <w:rPr>
        <w:i/>
        <w:color w:val="7F7F7F"/>
        <w:sz w:val="18"/>
      </w:rPr>
      <w:t>Пионерского сельского поселения</w:t>
    </w:r>
  </w:p>
  <w:p w:rsidR="00814C1F" w:rsidRPr="00CA19B4" w:rsidRDefault="00814C1F" w:rsidP="00CA19B4">
    <w:pPr>
      <w:pStyle w:val="Header"/>
      <w:rPr>
        <w:i/>
        <w:color w:val="7F7F7F"/>
        <w:sz w:val="18"/>
      </w:rPr>
    </w:pPr>
    <w:r>
      <w:rPr>
        <w:i/>
        <w:color w:val="7F7F7F"/>
        <w:sz w:val="18"/>
      </w:rPr>
      <w:t xml:space="preserve">Елизовского </w:t>
    </w:r>
    <w:r w:rsidRPr="00114594">
      <w:rPr>
        <w:i/>
        <w:color w:val="7F7F7F"/>
        <w:sz w:val="18"/>
      </w:rPr>
      <w:t xml:space="preserve">района </w:t>
    </w:r>
    <w:r>
      <w:rPr>
        <w:i/>
        <w:color w:val="7F7F7F"/>
        <w:sz w:val="18"/>
      </w:rPr>
      <w:t>Камчатского края</w:t>
    </w:r>
  </w:p>
  <w:p w:rsidR="00814C1F" w:rsidRPr="000D5211" w:rsidRDefault="00814C1F">
    <w:pPr>
      <w:pStyle w:val="Header"/>
      <w:rPr>
        <w:i/>
        <w:noProof/>
        <w:color w:val="7F7F7F"/>
        <w:sz w:val="14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63DCE44"/>
    <w:multiLevelType w:val="hybridMultilevel"/>
    <w:tmpl w:val="328CDFB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6151189"/>
    <w:multiLevelType w:val="hybridMultilevel"/>
    <w:tmpl w:val="F260CDE4"/>
    <w:lvl w:ilvl="0" w:tplc="46AE01E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87644A9"/>
    <w:multiLevelType w:val="hybridMultilevel"/>
    <w:tmpl w:val="C79AD3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D50345"/>
    <w:multiLevelType w:val="hybridMultilevel"/>
    <w:tmpl w:val="0DCCA954"/>
    <w:lvl w:ilvl="0" w:tplc="60285B1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0E631B4F"/>
    <w:multiLevelType w:val="hybridMultilevel"/>
    <w:tmpl w:val="123CC6E4"/>
    <w:lvl w:ilvl="0" w:tplc="165E85C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626F10A2"/>
    <w:multiLevelType w:val="multilevel"/>
    <w:tmpl w:val="80C810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360" w:hanging="36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720" w:hanging="72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20" w:hanging="720"/>
      </w:pPr>
      <w:rPr>
        <w:rFonts w:cs="Times New Roman" w:hint="default"/>
        <w:sz w:val="24"/>
      </w:rPr>
    </w:lvl>
  </w:abstractNum>
  <w:abstractNum w:abstractNumId="6">
    <w:nsid w:val="67B14B2F"/>
    <w:multiLevelType w:val="hybridMultilevel"/>
    <w:tmpl w:val="F04400DC"/>
    <w:lvl w:ilvl="0" w:tplc="543CED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AFE3BFC"/>
    <w:multiLevelType w:val="multilevel"/>
    <w:tmpl w:val="044E5E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536" w:hanging="360"/>
      </w:pPr>
      <w:rPr>
        <w:rFonts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12" w:hanging="36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888" w:hanging="36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424" w:hanging="72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600" w:hanging="72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776" w:hanging="72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952" w:hanging="72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28" w:hanging="720"/>
      </w:pPr>
      <w:rPr>
        <w:rFonts w:cs="Times New Roman" w:hint="default"/>
        <w:sz w:val="24"/>
      </w:rPr>
    </w:lvl>
  </w:abstractNum>
  <w:abstractNum w:abstractNumId="8">
    <w:nsid w:val="7D4F11AD"/>
    <w:multiLevelType w:val="multilevel"/>
    <w:tmpl w:val="89E233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4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6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08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7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5211"/>
    <w:rsid w:val="000018A2"/>
    <w:rsid w:val="000059DF"/>
    <w:rsid w:val="00011780"/>
    <w:rsid w:val="000142BF"/>
    <w:rsid w:val="000264E0"/>
    <w:rsid w:val="000349CE"/>
    <w:rsid w:val="000402E4"/>
    <w:rsid w:val="00042A24"/>
    <w:rsid w:val="00042F7E"/>
    <w:rsid w:val="000473B1"/>
    <w:rsid w:val="000525CA"/>
    <w:rsid w:val="000530F0"/>
    <w:rsid w:val="000665E7"/>
    <w:rsid w:val="000709F9"/>
    <w:rsid w:val="000731CD"/>
    <w:rsid w:val="00075029"/>
    <w:rsid w:val="0008357D"/>
    <w:rsid w:val="000954CA"/>
    <w:rsid w:val="000A0876"/>
    <w:rsid w:val="000A2E70"/>
    <w:rsid w:val="000A373B"/>
    <w:rsid w:val="000B28D7"/>
    <w:rsid w:val="000B2D05"/>
    <w:rsid w:val="000B76E6"/>
    <w:rsid w:val="000C032B"/>
    <w:rsid w:val="000C0F44"/>
    <w:rsid w:val="000C12DC"/>
    <w:rsid w:val="000C29A6"/>
    <w:rsid w:val="000D4A74"/>
    <w:rsid w:val="000D5211"/>
    <w:rsid w:val="000D7909"/>
    <w:rsid w:val="000E54F8"/>
    <w:rsid w:val="000E5549"/>
    <w:rsid w:val="000F2886"/>
    <w:rsid w:val="001132CA"/>
    <w:rsid w:val="00114594"/>
    <w:rsid w:val="0012181B"/>
    <w:rsid w:val="001225B3"/>
    <w:rsid w:val="00123DDF"/>
    <w:rsid w:val="00130B75"/>
    <w:rsid w:val="00132F5E"/>
    <w:rsid w:val="0013623D"/>
    <w:rsid w:val="00137162"/>
    <w:rsid w:val="00137570"/>
    <w:rsid w:val="00145AF4"/>
    <w:rsid w:val="00153373"/>
    <w:rsid w:val="001575C0"/>
    <w:rsid w:val="00160BEB"/>
    <w:rsid w:val="00164635"/>
    <w:rsid w:val="001659BD"/>
    <w:rsid w:val="00166C46"/>
    <w:rsid w:val="00173FEE"/>
    <w:rsid w:val="00174074"/>
    <w:rsid w:val="00175065"/>
    <w:rsid w:val="00176524"/>
    <w:rsid w:val="0018195B"/>
    <w:rsid w:val="0019044F"/>
    <w:rsid w:val="0019308A"/>
    <w:rsid w:val="0019692A"/>
    <w:rsid w:val="001B017B"/>
    <w:rsid w:val="001B2607"/>
    <w:rsid w:val="001B2E6C"/>
    <w:rsid w:val="001B35FF"/>
    <w:rsid w:val="001B3DCC"/>
    <w:rsid w:val="001B6D45"/>
    <w:rsid w:val="001B72DD"/>
    <w:rsid w:val="001C23D5"/>
    <w:rsid w:val="001C4415"/>
    <w:rsid w:val="001C60BA"/>
    <w:rsid w:val="001C6302"/>
    <w:rsid w:val="001D21E5"/>
    <w:rsid w:val="001D4DCC"/>
    <w:rsid w:val="001D50AC"/>
    <w:rsid w:val="001E46BC"/>
    <w:rsid w:val="001E58CD"/>
    <w:rsid w:val="001F537B"/>
    <w:rsid w:val="00200B3C"/>
    <w:rsid w:val="0020411E"/>
    <w:rsid w:val="00207ECB"/>
    <w:rsid w:val="002113BF"/>
    <w:rsid w:val="002200EB"/>
    <w:rsid w:val="00226D55"/>
    <w:rsid w:val="00232826"/>
    <w:rsid w:val="00232A0E"/>
    <w:rsid w:val="00232D78"/>
    <w:rsid w:val="002363FE"/>
    <w:rsid w:val="00240389"/>
    <w:rsid w:val="00246A8F"/>
    <w:rsid w:val="0025348B"/>
    <w:rsid w:val="0025350C"/>
    <w:rsid w:val="002541B0"/>
    <w:rsid w:val="00254227"/>
    <w:rsid w:val="002542B5"/>
    <w:rsid w:val="00257715"/>
    <w:rsid w:val="00257D18"/>
    <w:rsid w:val="00260D52"/>
    <w:rsid w:val="002624E8"/>
    <w:rsid w:val="00265B2A"/>
    <w:rsid w:val="002746CF"/>
    <w:rsid w:val="00274FCD"/>
    <w:rsid w:val="0028255A"/>
    <w:rsid w:val="00284056"/>
    <w:rsid w:val="00294B27"/>
    <w:rsid w:val="002B50FC"/>
    <w:rsid w:val="002B6169"/>
    <w:rsid w:val="002C0902"/>
    <w:rsid w:val="002C5B96"/>
    <w:rsid w:val="002C7D55"/>
    <w:rsid w:val="002D0D90"/>
    <w:rsid w:val="002D2AFA"/>
    <w:rsid w:val="002D78E8"/>
    <w:rsid w:val="002D7E5E"/>
    <w:rsid w:val="002E11D8"/>
    <w:rsid w:val="002E7E73"/>
    <w:rsid w:val="002F03F4"/>
    <w:rsid w:val="002F2513"/>
    <w:rsid w:val="0030050E"/>
    <w:rsid w:val="00301530"/>
    <w:rsid w:val="003016A3"/>
    <w:rsid w:val="00310BAC"/>
    <w:rsid w:val="00314DD8"/>
    <w:rsid w:val="00317E98"/>
    <w:rsid w:val="00321191"/>
    <w:rsid w:val="003243E9"/>
    <w:rsid w:val="00334259"/>
    <w:rsid w:val="0033603E"/>
    <w:rsid w:val="00352C59"/>
    <w:rsid w:val="00354D7E"/>
    <w:rsid w:val="0035501F"/>
    <w:rsid w:val="00361D5F"/>
    <w:rsid w:val="0036445A"/>
    <w:rsid w:val="00370BB6"/>
    <w:rsid w:val="0037495A"/>
    <w:rsid w:val="00380727"/>
    <w:rsid w:val="00382153"/>
    <w:rsid w:val="003A25F4"/>
    <w:rsid w:val="003A725A"/>
    <w:rsid w:val="003A7B85"/>
    <w:rsid w:val="003A7F07"/>
    <w:rsid w:val="003C04F3"/>
    <w:rsid w:val="003C619F"/>
    <w:rsid w:val="003D69CB"/>
    <w:rsid w:val="003E6FE5"/>
    <w:rsid w:val="003F19F9"/>
    <w:rsid w:val="003F7F9F"/>
    <w:rsid w:val="00420867"/>
    <w:rsid w:val="00425406"/>
    <w:rsid w:val="00425AA0"/>
    <w:rsid w:val="00425C0B"/>
    <w:rsid w:val="0043084B"/>
    <w:rsid w:val="0043447C"/>
    <w:rsid w:val="0044198D"/>
    <w:rsid w:val="00442CF3"/>
    <w:rsid w:val="00443D5E"/>
    <w:rsid w:val="00451CC1"/>
    <w:rsid w:val="00453C68"/>
    <w:rsid w:val="00462347"/>
    <w:rsid w:val="004630E8"/>
    <w:rsid w:val="00463B18"/>
    <w:rsid w:val="00463EDF"/>
    <w:rsid w:val="00466053"/>
    <w:rsid w:val="00466B95"/>
    <w:rsid w:val="00474518"/>
    <w:rsid w:val="004812C8"/>
    <w:rsid w:val="0048267D"/>
    <w:rsid w:val="004836CA"/>
    <w:rsid w:val="00483A9C"/>
    <w:rsid w:val="00494BA5"/>
    <w:rsid w:val="004A0B0F"/>
    <w:rsid w:val="004A47AC"/>
    <w:rsid w:val="004A7510"/>
    <w:rsid w:val="004C38D5"/>
    <w:rsid w:val="004C4527"/>
    <w:rsid w:val="004C6220"/>
    <w:rsid w:val="004D75A0"/>
    <w:rsid w:val="004E0C93"/>
    <w:rsid w:val="004E16F7"/>
    <w:rsid w:val="004E30BA"/>
    <w:rsid w:val="004F607F"/>
    <w:rsid w:val="00507A72"/>
    <w:rsid w:val="0051194E"/>
    <w:rsid w:val="00512E1A"/>
    <w:rsid w:val="0051345A"/>
    <w:rsid w:val="0052049D"/>
    <w:rsid w:val="005205FD"/>
    <w:rsid w:val="00524C75"/>
    <w:rsid w:val="00531CBD"/>
    <w:rsid w:val="00534DB4"/>
    <w:rsid w:val="0053524C"/>
    <w:rsid w:val="005419C1"/>
    <w:rsid w:val="00544A9D"/>
    <w:rsid w:val="00544C97"/>
    <w:rsid w:val="00546043"/>
    <w:rsid w:val="00547A61"/>
    <w:rsid w:val="00560CE1"/>
    <w:rsid w:val="00563329"/>
    <w:rsid w:val="00564533"/>
    <w:rsid w:val="005667EA"/>
    <w:rsid w:val="00575818"/>
    <w:rsid w:val="00582BAF"/>
    <w:rsid w:val="00587EAB"/>
    <w:rsid w:val="0059556B"/>
    <w:rsid w:val="005A00DF"/>
    <w:rsid w:val="005A24EC"/>
    <w:rsid w:val="005A5ECE"/>
    <w:rsid w:val="005A65AF"/>
    <w:rsid w:val="005C0A68"/>
    <w:rsid w:val="005C52DD"/>
    <w:rsid w:val="005D0E53"/>
    <w:rsid w:val="005D6422"/>
    <w:rsid w:val="005D66CD"/>
    <w:rsid w:val="005D7BCB"/>
    <w:rsid w:val="005E103F"/>
    <w:rsid w:val="005E178F"/>
    <w:rsid w:val="005E340B"/>
    <w:rsid w:val="005E4458"/>
    <w:rsid w:val="005E6DFB"/>
    <w:rsid w:val="005F0B12"/>
    <w:rsid w:val="00601F54"/>
    <w:rsid w:val="00607FC7"/>
    <w:rsid w:val="00612FEE"/>
    <w:rsid w:val="00632587"/>
    <w:rsid w:val="00642D8A"/>
    <w:rsid w:val="00643C73"/>
    <w:rsid w:val="006479F5"/>
    <w:rsid w:val="00655EC9"/>
    <w:rsid w:val="0065643A"/>
    <w:rsid w:val="0066055D"/>
    <w:rsid w:val="00663316"/>
    <w:rsid w:val="006653C5"/>
    <w:rsid w:val="00666B8B"/>
    <w:rsid w:val="00667428"/>
    <w:rsid w:val="006726DE"/>
    <w:rsid w:val="00675559"/>
    <w:rsid w:val="006872E7"/>
    <w:rsid w:val="0069101B"/>
    <w:rsid w:val="006A2A5C"/>
    <w:rsid w:val="006A4277"/>
    <w:rsid w:val="006A74CB"/>
    <w:rsid w:val="006B0048"/>
    <w:rsid w:val="006B0A04"/>
    <w:rsid w:val="006B143E"/>
    <w:rsid w:val="006B5F20"/>
    <w:rsid w:val="006B6FFD"/>
    <w:rsid w:val="006B77B6"/>
    <w:rsid w:val="006C03E8"/>
    <w:rsid w:val="006C176C"/>
    <w:rsid w:val="006C502C"/>
    <w:rsid w:val="006D18F0"/>
    <w:rsid w:val="006D5059"/>
    <w:rsid w:val="006D7798"/>
    <w:rsid w:val="006E30FA"/>
    <w:rsid w:val="006E4B2E"/>
    <w:rsid w:val="006F0358"/>
    <w:rsid w:val="006F2B60"/>
    <w:rsid w:val="006F3782"/>
    <w:rsid w:val="00730303"/>
    <w:rsid w:val="00733881"/>
    <w:rsid w:val="00734DCF"/>
    <w:rsid w:val="007409C4"/>
    <w:rsid w:val="0074137E"/>
    <w:rsid w:val="00751373"/>
    <w:rsid w:val="00752B62"/>
    <w:rsid w:val="00755D0D"/>
    <w:rsid w:val="00760055"/>
    <w:rsid w:val="0076109F"/>
    <w:rsid w:val="00763BA6"/>
    <w:rsid w:val="00766C68"/>
    <w:rsid w:val="007805DE"/>
    <w:rsid w:val="00783079"/>
    <w:rsid w:val="00783CAD"/>
    <w:rsid w:val="00783E14"/>
    <w:rsid w:val="007855E6"/>
    <w:rsid w:val="00795A1C"/>
    <w:rsid w:val="007968CB"/>
    <w:rsid w:val="007A042C"/>
    <w:rsid w:val="007A3F16"/>
    <w:rsid w:val="007B25E0"/>
    <w:rsid w:val="007B720F"/>
    <w:rsid w:val="007D1D05"/>
    <w:rsid w:val="007E1E16"/>
    <w:rsid w:val="007E2A81"/>
    <w:rsid w:val="007E42DE"/>
    <w:rsid w:val="007F0F9F"/>
    <w:rsid w:val="007F1339"/>
    <w:rsid w:val="007F5E6D"/>
    <w:rsid w:val="00814C1F"/>
    <w:rsid w:val="00822FFA"/>
    <w:rsid w:val="00833015"/>
    <w:rsid w:val="0085427B"/>
    <w:rsid w:val="008545E2"/>
    <w:rsid w:val="00867959"/>
    <w:rsid w:val="008730B0"/>
    <w:rsid w:val="0087716A"/>
    <w:rsid w:val="00877765"/>
    <w:rsid w:val="00882332"/>
    <w:rsid w:val="00884F0C"/>
    <w:rsid w:val="0089291A"/>
    <w:rsid w:val="00892DC7"/>
    <w:rsid w:val="00895034"/>
    <w:rsid w:val="0089618D"/>
    <w:rsid w:val="008A3A55"/>
    <w:rsid w:val="008A4EAF"/>
    <w:rsid w:val="008B32B8"/>
    <w:rsid w:val="008B7DAE"/>
    <w:rsid w:val="008C00BD"/>
    <w:rsid w:val="008C2E1A"/>
    <w:rsid w:val="008C3CA9"/>
    <w:rsid w:val="008C406C"/>
    <w:rsid w:val="008C50F0"/>
    <w:rsid w:val="008C6F55"/>
    <w:rsid w:val="008D0FCA"/>
    <w:rsid w:val="008D1B48"/>
    <w:rsid w:val="008D2C79"/>
    <w:rsid w:val="008D7470"/>
    <w:rsid w:val="008E0BEF"/>
    <w:rsid w:val="008E1AFB"/>
    <w:rsid w:val="008E2803"/>
    <w:rsid w:val="008F77A5"/>
    <w:rsid w:val="008F7FF6"/>
    <w:rsid w:val="009037F6"/>
    <w:rsid w:val="00912CCA"/>
    <w:rsid w:val="0091301E"/>
    <w:rsid w:val="00913260"/>
    <w:rsid w:val="009176E1"/>
    <w:rsid w:val="009200F4"/>
    <w:rsid w:val="009253E0"/>
    <w:rsid w:val="00930487"/>
    <w:rsid w:val="00931D50"/>
    <w:rsid w:val="00942E9A"/>
    <w:rsid w:val="0094400E"/>
    <w:rsid w:val="00944346"/>
    <w:rsid w:val="0094766E"/>
    <w:rsid w:val="00952751"/>
    <w:rsid w:val="00953086"/>
    <w:rsid w:val="0096000C"/>
    <w:rsid w:val="00963965"/>
    <w:rsid w:val="00965CB9"/>
    <w:rsid w:val="0096640A"/>
    <w:rsid w:val="009676DA"/>
    <w:rsid w:val="00970258"/>
    <w:rsid w:val="00970498"/>
    <w:rsid w:val="00972B57"/>
    <w:rsid w:val="00977084"/>
    <w:rsid w:val="009929ED"/>
    <w:rsid w:val="009A1C74"/>
    <w:rsid w:val="009A2F41"/>
    <w:rsid w:val="009D1040"/>
    <w:rsid w:val="009D31E9"/>
    <w:rsid w:val="009D4D1B"/>
    <w:rsid w:val="009D6CC7"/>
    <w:rsid w:val="009D73F6"/>
    <w:rsid w:val="009D7487"/>
    <w:rsid w:val="009E1D56"/>
    <w:rsid w:val="009E5E94"/>
    <w:rsid w:val="009F3925"/>
    <w:rsid w:val="00A057F8"/>
    <w:rsid w:val="00A10052"/>
    <w:rsid w:val="00A132CD"/>
    <w:rsid w:val="00A1721E"/>
    <w:rsid w:val="00A20BCF"/>
    <w:rsid w:val="00A26D6D"/>
    <w:rsid w:val="00A34572"/>
    <w:rsid w:val="00A351E3"/>
    <w:rsid w:val="00A36805"/>
    <w:rsid w:val="00A51AB4"/>
    <w:rsid w:val="00A5437E"/>
    <w:rsid w:val="00A61BDA"/>
    <w:rsid w:val="00A7392F"/>
    <w:rsid w:val="00A75622"/>
    <w:rsid w:val="00A83763"/>
    <w:rsid w:val="00A87B7B"/>
    <w:rsid w:val="00A940D8"/>
    <w:rsid w:val="00A95422"/>
    <w:rsid w:val="00A95B74"/>
    <w:rsid w:val="00A96CFD"/>
    <w:rsid w:val="00A979F8"/>
    <w:rsid w:val="00AB26A2"/>
    <w:rsid w:val="00AB3D2D"/>
    <w:rsid w:val="00AB6507"/>
    <w:rsid w:val="00AB70FA"/>
    <w:rsid w:val="00AC2BCD"/>
    <w:rsid w:val="00AC4598"/>
    <w:rsid w:val="00AD018F"/>
    <w:rsid w:val="00AD0255"/>
    <w:rsid w:val="00AD42AB"/>
    <w:rsid w:val="00AD657C"/>
    <w:rsid w:val="00AD76D9"/>
    <w:rsid w:val="00AE2413"/>
    <w:rsid w:val="00AE4015"/>
    <w:rsid w:val="00AE41E3"/>
    <w:rsid w:val="00AF2DA5"/>
    <w:rsid w:val="00B01204"/>
    <w:rsid w:val="00B012C8"/>
    <w:rsid w:val="00B0345F"/>
    <w:rsid w:val="00B05154"/>
    <w:rsid w:val="00B17FE8"/>
    <w:rsid w:val="00B24DF5"/>
    <w:rsid w:val="00B259B2"/>
    <w:rsid w:val="00B274E7"/>
    <w:rsid w:val="00B456AA"/>
    <w:rsid w:val="00B4691B"/>
    <w:rsid w:val="00B50D3A"/>
    <w:rsid w:val="00B60916"/>
    <w:rsid w:val="00B60F46"/>
    <w:rsid w:val="00B67B01"/>
    <w:rsid w:val="00B74C32"/>
    <w:rsid w:val="00B74CA6"/>
    <w:rsid w:val="00B767D3"/>
    <w:rsid w:val="00B77203"/>
    <w:rsid w:val="00B829D9"/>
    <w:rsid w:val="00B8570D"/>
    <w:rsid w:val="00B87F3E"/>
    <w:rsid w:val="00B92084"/>
    <w:rsid w:val="00B93D2C"/>
    <w:rsid w:val="00B95D6D"/>
    <w:rsid w:val="00B95EC2"/>
    <w:rsid w:val="00B967A3"/>
    <w:rsid w:val="00BA2B70"/>
    <w:rsid w:val="00BB7BE3"/>
    <w:rsid w:val="00BC05DA"/>
    <w:rsid w:val="00BC3CB8"/>
    <w:rsid w:val="00BD33DC"/>
    <w:rsid w:val="00BD3499"/>
    <w:rsid w:val="00BD4F5C"/>
    <w:rsid w:val="00BE4B13"/>
    <w:rsid w:val="00BF3EBE"/>
    <w:rsid w:val="00C05D59"/>
    <w:rsid w:val="00C10653"/>
    <w:rsid w:val="00C128B3"/>
    <w:rsid w:val="00C1491D"/>
    <w:rsid w:val="00C224DA"/>
    <w:rsid w:val="00C230B3"/>
    <w:rsid w:val="00C329A0"/>
    <w:rsid w:val="00C40646"/>
    <w:rsid w:val="00C40D3E"/>
    <w:rsid w:val="00C432CF"/>
    <w:rsid w:val="00C44F51"/>
    <w:rsid w:val="00C63690"/>
    <w:rsid w:val="00C662B9"/>
    <w:rsid w:val="00C7103C"/>
    <w:rsid w:val="00C72948"/>
    <w:rsid w:val="00C73A6B"/>
    <w:rsid w:val="00C83588"/>
    <w:rsid w:val="00C840D0"/>
    <w:rsid w:val="00C85204"/>
    <w:rsid w:val="00C90A1E"/>
    <w:rsid w:val="00C91B29"/>
    <w:rsid w:val="00CA0939"/>
    <w:rsid w:val="00CA19B4"/>
    <w:rsid w:val="00CB0231"/>
    <w:rsid w:val="00CB3F43"/>
    <w:rsid w:val="00CC1D0B"/>
    <w:rsid w:val="00CC3626"/>
    <w:rsid w:val="00CD3551"/>
    <w:rsid w:val="00CD47B3"/>
    <w:rsid w:val="00CE2CC8"/>
    <w:rsid w:val="00CE4F10"/>
    <w:rsid w:val="00CF2DD3"/>
    <w:rsid w:val="00D06401"/>
    <w:rsid w:val="00D066E7"/>
    <w:rsid w:val="00D070A2"/>
    <w:rsid w:val="00D07579"/>
    <w:rsid w:val="00D13154"/>
    <w:rsid w:val="00D13A8D"/>
    <w:rsid w:val="00D1509A"/>
    <w:rsid w:val="00D17F57"/>
    <w:rsid w:val="00D26094"/>
    <w:rsid w:val="00D31B52"/>
    <w:rsid w:val="00D321A6"/>
    <w:rsid w:val="00D33FDA"/>
    <w:rsid w:val="00D3590A"/>
    <w:rsid w:val="00D459B8"/>
    <w:rsid w:val="00D5217B"/>
    <w:rsid w:val="00D570AD"/>
    <w:rsid w:val="00D5769C"/>
    <w:rsid w:val="00D60CB5"/>
    <w:rsid w:val="00D629D7"/>
    <w:rsid w:val="00D6315C"/>
    <w:rsid w:val="00D63E76"/>
    <w:rsid w:val="00D63F16"/>
    <w:rsid w:val="00D643B8"/>
    <w:rsid w:val="00D66D00"/>
    <w:rsid w:val="00D74F13"/>
    <w:rsid w:val="00D935DF"/>
    <w:rsid w:val="00D95FB8"/>
    <w:rsid w:val="00D96E43"/>
    <w:rsid w:val="00D97A4D"/>
    <w:rsid w:val="00DA16B2"/>
    <w:rsid w:val="00DA6D69"/>
    <w:rsid w:val="00DB1D9C"/>
    <w:rsid w:val="00DB5A98"/>
    <w:rsid w:val="00DB5BE3"/>
    <w:rsid w:val="00DC3FBF"/>
    <w:rsid w:val="00DC78AE"/>
    <w:rsid w:val="00DD5DFF"/>
    <w:rsid w:val="00DD65C2"/>
    <w:rsid w:val="00DD6AE3"/>
    <w:rsid w:val="00DE058E"/>
    <w:rsid w:val="00DE0B7D"/>
    <w:rsid w:val="00DE1401"/>
    <w:rsid w:val="00DE175E"/>
    <w:rsid w:val="00DE6104"/>
    <w:rsid w:val="00DE7D54"/>
    <w:rsid w:val="00DF28CF"/>
    <w:rsid w:val="00DF3C83"/>
    <w:rsid w:val="00DF4F3C"/>
    <w:rsid w:val="00E03A79"/>
    <w:rsid w:val="00E03E27"/>
    <w:rsid w:val="00E07A57"/>
    <w:rsid w:val="00E11578"/>
    <w:rsid w:val="00E11BBE"/>
    <w:rsid w:val="00E16645"/>
    <w:rsid w:val="00E200C6"/>
    <w:rsid w:val="00E20EAC"/>
    <w:rsid w:val="00E21324"/>
    <w:rsid w:val="00E21327"/>
    <w:rsid w:val="00E26539"/>
    <w:rsid w:val="00E31FF2"/>
    <w:rsid w:val="00E33B92"/>
    <w:rsid w:val="00E4205D"/>
    <w:rsid w:val="00E532E1"/>
    <w:rsid w:val="00E54B90"/>
    <w:rsid w:val="00E554C2"/>
    <w:rsid w:val="00E62587"/>
    <w:rsid w:val="00E6336E"/>
    <w:rsid w:val="00E64187"/>
    <w:rsid w:val="00E701EB"/>
    <w:rsid w:val="00E70B97"/>
    <w:rsid w:val="00E7592F"/>
    <w:rsid w:val="00E75AAA"/>
    <w:rsid w:val="00E81570"/>
    <w:rsid w:val="00E82129"/>
    <w:rsid w:val="00E937F5"/>
    <w:rsid w:val="00EA034C"/>
    <w:rsid w:val="00EA1A62"/>
    <w:rsid w:val="00EA6BEA"/>
    <w:rsid w:val="00EA71AC"/>
    <w:rsid w:val="00EA7B48"/>
    <w:rsid w:val="00EB1C0A"/>
    <w:rsid w:val="00EB4882"/>
    <w:rsid w:val="00EB5097"/>
    <w:rsid w:val="00EC6AC4"/>
    <w:rsid w:val="00ED0AB3"/>
    <w:rsid w:val="00ED3437"/>
    <w:rsid w:val="00EE3469"/>
    <w:rsid w:val="00EE510A"/>
    <w:rsid w:val="00EE7FD9"/>
    <w:rsid w:val="00EF1CF8"/>
    <w:rsid w:val="00EF2110"/>
    <w:rsid w:val="00EF6EEC"/>
    <w:rsid w:val="00F0530D"/>
    <w:rsid w:val="00F07A60"/>
    <w:rsid w:val="00F128EB"/>
    <w:rsid w:val="00F152AD"/>
    <w:rsid w:val="00F22237"/>
    <w:rsid w:val="00F321AA"/>
    <w:rsid w:val="00F324AE"/>
    <w:rsid w:val="00F34544"/>
    <w:rsid w:val="00F354E9"/>
    <w:rsid w:val="00F432C6"/>
    <w:rsid w:val="00F478A1"/>
    <w:rsid w:val="00F50540"/>
    <w:rsid w:val="00F52787"/>
    <w:rsid w:val="00F528BA"/>
    <w:rsid w:val="00F52D67"/>
    <w:rsid w:val="00F55649"/>
    <w:rsid w:val="00F55E73"/>
    <w:rsid w:val="00F562A8"/>
    <w:rsid w:val="00F60B2F"/>
    <w:rsid w:val="00F612F3"/>
    <w:rsid w:val="00F640A4"/>
    <w:rsid w:val="00F645E1"/>
    <w:rsid w:val="00F71197"/>
    <w:rsid w:val="00F92123"/>
    <w:rsid w:val="00FA4AA4"/>
    <w:rsid w:val="00FA4CA9"/>
    <w:rsid w:val="00FA5784"/>
    <w:rsid w:val="00FA5E40"/>
    <w:rsid w:val="00FB2036"/>
    <w:rsid w:val="00FB28F4"/>
    <w:rsid w:val="00FB3B73"/>
    <w:rsid w:val="00FC0695"/>
    <w:rsid w:val="00FC3E96"/>
    <w:rsid w:val="00FC601D"/>
    <w:rsid w:val="00FD0672"/>
    <w:rsid w:val="00FD611A"/>
    <w:rsid w:val="00FE5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69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D5211"/>
    <w:pPr>
      <w:jc w:val="both"/>
    </w:pPr>
    <w:rPr>
      <w:rFonts w:eastAsia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D5211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D5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5211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0D521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D5211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D521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D5211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BB7BE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Normal"/>
    <w:uiPriority w:val="99"/>
    <w:rsid w:val="00FC3E96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uiPriority w:val="99"/>
    <w:rsid w:val="008E0BE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8E0BEF"/>
    <w:rPr>
      <w:rFonts w:ascii="Arial" w:hAnsi="Arial"/>
      <w:sz w:val="22"/>
      <w:lang w:eastAsia="ru-RU"/>
    </w:rPr>
  </w:style>
  <w:style w:type="paragraph" w:styleId="ListParagraph">
    <w:name w:val="List Paragraph"/>
    <w:basedOn w:val="Normal"/>
    <w:uiPriority w:val="99"/>
    <w:qFormat/>
    <w:rsid w:val="000C0F44"/>
    <w:pPr>
      <w:ind w:left="720"/>
      <w:contextualSpacing/>
    </w:pPr>
  </w:style>
  <w:style w:type="paragraph" w:customStyle="1" w:styleId="Default">
    <w:name w:val="Default"/>
    <w:uiPriority w:val="99"/>
    <w:rsid w:val="0019692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semiHidden/>
    <w:rsid w:val="00CE2CC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E2CC8"/>
    <w:rPr>
      <w:rFonts w:ascii="Consolas" w:hAnsi="Consolas" w:cs="Consolas"/>
      <w:sz w:val="21"/>
      <w:szCs w:val="21"/>
      <w:lang w:eastAsia="ru-RU"/>
    </w:rPr>
  </w:style>
  <w:style w:type="character" w:styleId="Hyperlink">
    <w:name w:val="Hyperlink"/>
    <w:basedOn w:val="DefaultParagraphFont"/>
    <w:uiPriority w:val="99"/>
    <w:rsid w:val="00DB1D9C"/>
    <w:rPr>
      <w:rFonts w:cs="Times New Roman"/>
      <w:color w:val="0000FF"/>
      <w:u w:val="single"/>
    </w:rPr>
  </w:style>
  <w:style w:type="character" w:customStyle="1" w:styleId="searchresult">
    <w:name w:val="search_result"/>
    <w:basedOn w:val="DefaultParagraphFont"/>
    <w:uiPriority w:val="99"/>
    <w:rsid w:val="00451CC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14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4802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96314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4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14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4802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96314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4802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9631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4800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9631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</TotalTime>
  <Pages>20</Pages>
  <Words>6798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Король А</dc:creator>
  <cp:keywords/>
  <dc:description/>
  <cp:lastModifiedBy>Ольга</cp:lastModifiedBy>
  <cp:revision>66</cp:revision>
  <cp:lastPrinted>2022-12-01T00:14:00Z</cp:lastPrinted>
  <dcterms:created xsi:type="dcterms:W3CDTF">2022-08-25T01:50:00Z</dcterms:created>
  <dcterms:modified xsi:type="dcterms:W3CDTF">2022-12-08T22:41:00Z</dcterms:modified>
</cp:coreProperties>
</file>