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A0"/>
      </w:tblPr>
      <w:tblGrid>
        <w:gridCol w:w="4717"/>
        <w:gridCol w:w="5006"/>
      </w:tblGrid>
      <w:tr w:rsidR="00D608E4" w:rsidRPr="00A1769D" w:rsidTr="00580C30">
        <w:trPr>
          <w:trHeight w:val="2977"/>
        </w:trPr>
        <w:tc>
          <w:tcPr>
            <w:tcW w:w="9723" w:type="dxa"/>
            <w:gridSpan w:val="2"/>
          </w:tcPr>
          <w:p w:rsidR="00D608E4" w:rsidRPr="00A1769D" w:rsidRDefault="00D608E4" w:rsidP="00C56D0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A1769D">
              <w:rPr>
                <w:b/>
                <w:sz w:val="28"/>
                <w:szCs w:val="28"/>
              </w:rPr>
              <w:t>АДМИНИСТРАЦИЯ</w:t>
            </w:r>
          </w:p>
          <w:p w:rsidR="00D608E4" w:rsidRPr="00A1769D" w:rsidRDefault="00D608E4" w:rsidP="00C56D0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A1769D">
              <w:rPr>
                <w:b/>
                <w:sz w:val="28"/>
                <w:szCs w:val="28"/>
              </w:rPr>
              <w:t>ПИОНЕРСКОГО СЕЛЬСКОГО ПОСЕЛЕНИЯ</w:t>
            </w:r>
          </w:p>
          <w:p w:rsidR="00D608E4" w:rsidRPr="00A1769D" w:rsidRDefault="00D608E4" w:rsidP="00C56D0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A1769D">
              <w:rPr>
                <w:b/>
                <w:sz w:val="28"/>
                <w:szCs w:val="28"/>
              </w:rPr>
              <w:t>ЕЛИЗОВСКОГО МУНИЦИПАЛЬНОГО РАЙОНА</w:t>
            </w:r>
          </w:p>
          <w:p w:rsidR="00D608E4" w:rsidRPr="00A1769D" w:rsidRDefault="00D608E4" w:rsidP="00C56D06">
            <w:pPr>
              <w:ind w:firstLine="709"/>
              <w:jc w:val="center"/>
              <w:rPr>
                <w:b/>
                <w:sz w:val="28"/>
                <w:szCs w:val="28"/>
              </w:rPr>
            </w:pPr>
            <w:r w:rsidRPr="00A1769D">
              <w:rPr>
                <w:b/>
                <w:sz w:val="28"/>
                <w:szCs w:val="28"/>
              </w:rPr>
              <w:t>В КАМЧАТСКОМ КРАЕ</w:t>
            </w:r>
          </w:p>
          <w:p w:rsidR="00D608E4" w:rsidRPr="00A1769D" w:rsidRDefault="00D608E4" w:rsidP="00C56D06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D608E4" w:rsidRPr="00A1769D" w:rsidRDefault="00D608E4" w:rsidP="00C56D06">
            <w:pPr>
              <w:widowControl w:val="0"/>
              <w:ind w:firstLine="709"/>
              <w:jc w:val="center"/>
              <w:rPr>
                <w:b/>
                <w:snapToGrid w:val="0"/>
                <w:sz w:val="28"/>
                <w:szCs w:val="28"/>
              </w:rPr>
            </w:pPr>
            <w:r w:rsidRPr="00A1769D">
              <w:rPr>
                <w:b/>
                <w:snapToGrid w:val="0"/>
                <w:sz w:val="28"/>
                <w:szCs w:val="28"/>
              </w:rPr>
              <w:t>ПОСТАНОВЛЕНИЕ</w:t>
            </w:r>
          </w:p>
          <w:p w:rsidR="00D608E4" w:rsidRPr="00A1769D" w:rsidRDefault="00D608E4" w:rsidP="00C56D06">
            <w:pPr>
              <w:widowControl w:val="0"/>
              <w:ind w:firstLine="709"/>
              <w:jc w:val="center"/>
              <w:rPr>
                <w:b/>
                <w:snapToGrid w:val="0"/>
                <w:sz w:val="28"/>
                <w:szCs w:val="28"/>
              </w:rPr>
            </w:pPr>
          </w:p>
          <w:p w:rsidR="00D608E4" w:rsidRPr="00A1769D" w:rsidRDefault="00D608E4" w:rsidP="00974D34">
            <w:pPr>
              <w:widowControl w:val="0"/>
              <w:rPr>
                <w:sz w:val="28"/>
                <w:szCs w:val="28"/>
              </w:rPr>
            </w:pPr>
            <w:r w:rsidRPr="00A1769D">
              <w:rPr>
                <w:sz w:val="28"/>
                <w:szCs w:val="28"/>
              </w:rPr>
              <w:t>от «</w:t>
            </w:r>
            <w:r>
              <w:rPr>
                <w:sz w:val="28"/>
                <w:szCs w:val="28"/>
              </w:rPr>
              <w:t>13</w:t>
            </w:r>
            <w:r w:rsidRPr="00A1769D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>июля</w:t>
            </w:r>
            <w:r w:rsidRPr="00A1769D">
              <w:rPr>
                <w:sz w:val="28"/>
                <w:szCs w:val="28"/>
              </w:rPr>
              <w:t xml:space="preserve">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A1769D">
                <w:rPr>
                  <w:sz w:val="28"/>
                  <w:szCs w:val="28"/>
                </w:rPr>
                <w:t>2022 г</w:t>
              </w:r>
            </w:smartTag>
            <w:r w:rsidRPr="00A1769D">
              <w:rPr>
                <w:sz w:val="28"/>
                <w:szCs w:val="28"/>
              </w:rPr>
              <w:t xml:space="preserve">.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</w:t>
            </w:r>
            <w:r w:rsidRPr="00A1769D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224</w:t>
            </w:r>
          </w:p>
        </w:tc>
      </w:tr>
      <w:tr w:rsidR="00D608E4" w:rsidRPr="00A1769D" w:rsidTr="00C56D06">
        <w:trPr>
          <w:gridAfter w:val="1"/>
          <w:wAfter w:w="5006" w:type="dxa"/>
          <w:trHeight w:val="1284"/>
        </w:trPr>
        <w:tc>
          <w:tcPr>
            <w:tcW w:w="4717" w:type="dxa"/>
          </w:tcPr>
          <w:p w:rsidR="00D608E4" w:rsidRPr="00A1769D" w:rsidRDefault="00D608E4" w:rsidP="00377098">
            <w:pPr>
              <w:ind w:firstLine="709"/>
              <w:jc w:val="both"/>
              <w:rPr>
                <w:sz w:val="28"/>
                <w:szCs w:val="28"/>
              </w:rPr>
            </w:pPr>
            <w:r w:rsidRPr="00A1769D">
              <w:rPr>
                <w:bCs/>
                <w:sz w:val="28"/>
                <w:szCs w:val="28"/>
              </w:rPr>
              <w:t>Об утверждении «О</w:t>
            </w:r>
            <w:r w:rsidRPr="00A1769D">
              <w:rPr>
                <w:sz w:val="28"/>
                <w:szCs w:val="28"/>
              </w:rPr>
              <w:t>тчета об исполнении бюджета</w:t>
            </w:r>
            <w:r w:rsidRPr="00A1769D">
              <w:rPr>
                <w:bCs/>
                <w:sz w:val="28"/>
                <w:szCs w:val="28"/>
              </w:rPr>
              <w:t xml:space="preserve"> Пионерского сельского поселения за </w:t>
            </w:r>
            <w:r>
              <w:rPr>
                <w:bCs/>
                <w:sz w:val="28"/>
                <w:szCs w:val="28"/>
              </w:rPr>
              <w:t xml:space="preserve">2 </w:t>
            </w:r>
            <w:r w:rsidRPr="00A1769D">
              <w:rPr>
                <w:bCs/>
                <w:sz w:val="28"/>
                <w:szCs w:val="28"/>
              </w:rPr>
              <w:t>квартал 2022 года»</w:t>
            </w:r>
          </w:p>
        </w:tc>
      </w:tr>
    </w:tbl>
    <w:p w:rsidR="00D608E4" w:rsidRPr="00A1769D" w:rsidRDefault="00D608E4" w:rsidP="00C56D06">
      <w:pPr>
        <w:rPr>
          <w:sz w:val="28"/>
          <w:szCs w:val="28"/>
        </w:rPr>
      </w:pPr>
    </w:p>
    <w:p w:rsidR="00D608E4" w:rsidRPr="00A1769D" w:rsidRDefault="00D608E4" w:rsidP="005076FB">
      <w:pPr>
        <w:ind w:firstLine="709"/>
        <w:jc w:val="both"/>
        <w:rPr>
          <w:sz w:val="28"/>
          <w:szCs w:val="28"/>
        </w:rPr>
      </w:pPr>
      <w:r w:rsidRPr="00A1769D">
        <w:rPr>
          <w:sz w:val="28"/>
          <w:szCs w:val="28"/>
        </w:rPr>
        <w:t>Руководствуясь п.</w:t>
      </w:r>
      <w:r>
        <w:rPr>
          <w:sz w:val="28"/>
          <w:szCs w:val="28"/>
        </w:rPr>
        <w:t xml:space="preserve"> </w:t>
      </w:r>
      <w:r w:rsidRPr="00A1769D">
        <w:rPr>
          <w:sz w:val="28"/>
          <w:szCs w:val="28"/>
        </w:rPr>
        <w:t>5 ст. 264.2 Бюджетного Кодекса Российской Федерации, Положением о бюджетном процессе в Пионерском сельском поселении,</w:t>
      </w:r>
    </w:p>
    <w:p w:rsidR="00D608E4" w:rsidRPr="00A1769D" w:rsidRDefault="00D608E4" w:rsidP="00D76C97">
      <w:pPr>
        <w:ind w:firstLine="709"/>
        <w:rPr>
          <w:sz w:val="28"/>
          <w:szCs w:val="28"/>
        </w:rPr>
      </w:pPr>
    </w:p>
    <w:p w:rsidR="00D608E4" w:rsidRPr="00A1769D" w:rsidRDefault="00D608E4" w:rsidP="00D76C97">
      <w:pPr>
        <w:ind w:firstLine="709"/>
        <w:jc w:val="both"/>
        <w:rPr>
          <w:sz w:val="28"/>
          <w:szCs w:val="28"/>
        </w:rPr>
      </w:pPr>
      <w:r w:rsidRPr="00A1769D">
        <w:rPr>
          <w:sz w:val="28"/>
          <w:szCs w:val="28"/>
        </w:rPr>
        <w:t xml:space="preserve"> ПОСТАНОВЛЯЮ: </w:t>
      </w:r>
    </w:p>
    <w:p w:rsidR="00D608E4" w:rsidRPr="00A1769D" w:rsidRDefault="00D608E4" w:rsidP="00D76C97">
      <w:pPr>
        <w:ind w:firstLine="709"/>
        <w:jc w:val="both"/>
        <w:rPr>
          <w:sz w:val="28"/>
          <w:szCs w:val="28"/>
        </w:rPr>
      </w:pPr>
    </w:p>
    <w:p w:rsidR="00D608E4" w:rsidRPr="00A1769D" w:rsidRDefault="00D608E4" w:rsidP="004538A4">
      <w:pPr>
        <w:pStyle w:val="ListParagraph"/>
        <w:numPr>
          <w:ilvl w:val="0"/>
          <w:numId w:val="1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r w:rsidRPr="00A1769D">
        <w:rPr>
          <w:sz w:val="28"/>
          <w:szCs w:val="28"/>
        </w:rPr>
        <w:t xml:space="preserve">Утвердить отчет об исполнении бюджета Пионерского сельского поселения за </w:t>
      </w:r>
      <w:r>
        <w:rPr>
          <w:sz w:val="28"/>
          <w:szCs w:val="28"/>
        </w:rPr>
        <w:t>2</w:t>
      </w:r>
      <w:r w:rsidRPr="00A1769D">
        <w:rPr>
          <w:bCs/>
          <w:sz w:val="28"/>
          <w:szCs w:val="28"/>
        </w:rPr>
        <w:t xml:space="preserve"> квартал</w:t>
      </w:r>
      <w:bookmarkStart w:id="0" w:name="_GoBack"/>
      <w:bookmarkEnd w:id="0"/>
      <w:r>
        <w:rPr>
          <w:bCs/>
          <w:sz w:val="28"/>
          <w:szCs w:val="28"/>
        </w:rPr>
        <w:t xml:space="preserve"> </w:t>
      </w:r>
      <w:r w:rsidRPr="00A1769D">
        <w:rPr>
          <w:sz w:val="28"/>
          <w:szCs w:val="28"/>
        </w:rPr>
        <w:t>2022 года согласно приложениям № 1, 2, 3, 4, 5.</w:t>
      </w:r>
    </w:p>
    <w:p w:rsidR="00D608E4" w:rsidRPr="00A1769D" w:rsidRDefault="00D608E4" w:rsidP="00D76C97">
      <w:pPr>
        <w:ind w:firstLine="709"/>
        <w:jc w:val="both"/>
        <w:rPr>
          <w:sz w:val="28"/>
          <w:szCs w:val="28"/>
        </w:rPr>
      </w:pPr>
      <w:r w:rsidRPr="00A1769D">
        <w:rPr>
          <w:sz w:val="28"/>
          <w:szCs w:val="28"/>
        </w:rPr>
        <w:t>2. Направить отчет об исполнении бюджета Пион</w:t>
      </w:r>
      <w:r>
        <w:rPr>
          <w:sz w:val="28"/>
          <w:szCs w:val="28"/>
        </w:rPr>
        <w:t>ерского сельского поселения за 2</w:t>
      </w:r>
      <w:r w:rsidRPr="00A1769D">
        <w:rPr>
          <w:bCs/>
          <w:sz w:val="28"/>
          <w:szCs w:val="28"/>
        </w:rPr>
        <w:t xml:space="preserve"> квартал 2022</w:t>
      </w:r>
      <w:r w:rsidRPr="00A1769D">
        <w:rPr>
          <w:sz w:val="28"/>
          <w:szCs w:val="28"/>
        </w:rPr>
        <w:t xml:space="preserve"> года в Собрание депутатов Пионерского сельского поселения. </w:t>
      </w:r>
    </w:p>
    <w:p w:rsidR="00D608E4" w:rsidRPr="00A1769D" w:rsidRDefault="00D608E4" w:rsidP="00FA30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769D">
        <w:rPr>
          <w:sz w:val="28"/>
          <w:szCs w:val="28"/>
        </w:rPr>
        <w:t xml:space="preserve">3. Администрации Пионерского сельского поселения опубликовать (обнародовать) настоящее Постановление об исполнении бюджета Пионерского сельского поселения за </w:t>
      </w:r>
      <w:r>
        <w:rPr>
          <w:sz w:val="28"/>
          <w:szCs w:val="28"/>
        </w:rPr>
        <w:t>2</w:t>
      </w:r>
      <w:r w:rsidRPr="00A1769D">
        <w:rPr>
          <w:sz w:val="28"/>
          <w:szCs w:val="28"/>
        </w:rPr>
        <w:t xml:space="preserve"> квартал</w:t>
      </w:r>
      <w:r>
        <w:rPr>
          <w:sz w:val="28"/>
          <w:szCs w:val="28"/>
        </w:rPr>
        <w:t xml:space="preserve"> </w:t>
      </w:r>
      <w:r w:rsidRPr="00A1769D">
        <w:rPr>
          <w:bCs/>
          <w:sz w:val="28"/>
          <w:szCs w:val="28"/>
        </w:rPr>
        <w:t>2022 года</w:t>
      </w:r>
      <w:r w:rsidRPr="00A1769D">
        <w:rPr>
          <w:sz w:val="28"/>
          <w:szCs w:val="28"/>
        </w:rPr>
        <w:t xml:space="preserve">, в сети Интернет по адресу </w:t>
      </w:r>
      <w:hyperlink r:id="rId5" w:history="1">
        <w:r w:rsidRPr="00A1769D">
          <w:rPr>
            <w:rStyle w:val="Hyperlink"/>
            <w:sz w:val="28"/>
            <w:szCs w:val="28"/>
          </w:rPr>
          <w:t>www.kamgov.ru</w:t>
        </w:r>
      </w:hyperlink>
      <w:r w:rsidRPr="00A1769D">
        <w:rPr>
          <w:sz w:val="28"/>
          <w:szCs w:val="28"/>
        </w:rPr>
        <w:t xml:space="preserve"> на официальном сайте исполнительных органов государственной власти Камчатского края в разделе «Местное самоуправление» на странице «Пионерское сельское поселение».</w:t>
      </w:r>
    </w:p>
    <w:p w:rsidR="00D608E4" w:rsidRPr="00A1769D" w:rsidRDefault="00D608E4" w:rsidP="00D76C97">
      <w:pPr>
        <w:ind w:firstLine="709"/>
        <w:jc w:val="both"/>
        <w:rPr>
          <w:sz w:val="28"/>
          <w:szCs w:val="28"/>
        </w:rPr>
      </w:pPr>
      <w:r w:rsidRPr="00A1769D">
        <w:rPr>
          <w:sz w:val="28"/>
          <w:szCs w:val="28"/>
        </w:rPr>
        <w:t>4. Контроль за исполнением настоящего Постановления возложить</w:t>
      </w:r>
      <w:r>
        <w:rPr>
          <w:sz w:val="28"/>
          <w:szCs w:val="28"/>
        </w:rPr>
        <w:t xml:space="preserve"> </w:t>
      </w:r>
      <w:r w:rsidRPr="00A1769D">
        <w:rPr>
          <w:sz w:val="28"/>
          <w:szCs w:val="28"/>
        </w:rPr>
        <w:t>на начальника Отдела финансов и имущественных отношений.</w:t>
      </w:r>
    </w:p>
    <w:p w:rsidR="00D608E4" w:rsidRPr="00A1769D" w:rsidRDefault="00D608E4" w:rsidP="00D76C97">
      <w:pPr>
        <w:ind w:firstLine="709"/>
        <w:jc w:val="both"/>
        <w:rPr>
          <w:sz w:val="28"/>
          <w:szCs w:val="28"/>
        </w:rPr>
      </w:pPr>
    </w:p>
    <w:p w:rsidR="00D608E4" w:rsidRPr="00A1769D" w:rsidRDefault="00D608E4" w:rsidP="00C56D06">
      <w:pPr>
        <w:ind w:firstLine="567"/>
        <w:jc w:val="both"/>
        <w:rPr>
          <w:sz w:val="28"/>
          <w:szCs w:val="28"/>
        </w:rPr>
      </w:pPr>
    </w:p>
    <w:p w:rsidR="00D608E4" w:rsidRPr="00A1769D" w:rsidRDefault="00D608E4" w:rsidP="00C56D06">
      <w:pPr>
        <w:ind w:firstLine="567"/>
        <w:jc w:val="both"/>
        <w:rPr>
          <w:sz w:val="28"/>
          <w:szCs w:val="28"/>
        </w:rPr>
      </w:pPr>
    </w:p>
    <w:p w:rsidR="00D608E4" w:rsidRDefault="00D608E4" w:rsidP="00D911BD">
      <w:pPr>
        <w:jc w:val="both"/>
        <w:rPr>
          <w:bCs/>
          <w:sz w:val="28"/>
          <w:szCs w:val="28"/>
        </w:rPr>
      </w:pPr>
      <w:r w:rsidRPr="00A1769D">
        <w:rPr>
          <w:bCs/>
          <w:sz w:val="28"/>
          <w:szCs w:val="28"/>
        </w:rPr>
        <w:t>Глав</w:t>
      </w:r>
      <w:r>
        <w:rPr>
          <w:bCs/>
          <w:sz w:val="28"/>
          <w:szCs w:val="28"/>
        </w:rPr>
        <w:t xml:space="preserve">а Пионерского </w:t>
      </w:r>
    </w:p>
    <w:p w:rsidR="00D608E4" w:rsidRPr="00A1769D" w:rsidRDefault="00D608E4" w:rsidP="00D911BD">
      <w:pPr>
        <w:jc w:val="both"/>
        <w:rPr>
          <w:bCs/>
          <w:sz w:val="28"/>
          <w:szCs w:val="28"/>
        </w:rPr>
      </w:pPr>
      <w:r w:rsidRPr="00A1769D">
        <w:rPr>
          <w:bCs/>
          <w:sz w:val="28"/>
          <w:szCs w:val="28"/>
        </w:rPr>
        <w:t>Сельского</w:t>
      </w:r>
      <w:r>
        <w:rPr>
          <w:bCs/>
          <w:sz w:val="28"/>
          <w:szCs w:val="28"/>
        </w:rPr>
        <w:t xml:space="preserve"> </w:t>
      </w:r>
      <w:r w:rsidRPr="00A1769D">
        <w:rPr>
          <w:bCs/>
          <w:sz w:val="28"/>
          <w:szCs w:val="28"/>
        </w:rPr>
        <w:t>поселения</w:t>
      </w:r>
      <w:r>
        <w:rPr>
          <w:bCs/>
          <w:sz w:val="28"/>
          <w:szCs w:val="28"/>
        </w:rPr>
        <w:t xml:space="preserve">                                                                                </w:t>
      </w:r>
      <w:r w:rsidRPr="00A1769D">
        <w:rPr>
          <w:bCs/>
          <w:sz w:val="28"/>
          <w:szCs w:val="28"/>
        </w:rPr>
        <w:t>М.В.</w:t>
      </w:r>
      <w:r>
        <w:rPr>
          <w:bCs/>
          <w:sz w:val="28"/>
          <w:szCs w:val="28"/>
        </w:rPr>
        <w:t xml:space="preserve"> </w:t>
      </w:r>
      <w:r w:rsidRPr="00A1769D">
        <w:rPr>
          <w:bCs/>
          <w:sz w:val="28"/>
          <w:szCs w:val="28"/>
        </w:rPr>
        <w:t>Юрьев</w:t>
      </w:r>
    </w:p>
    <w:p w:rsidR="00D608E4" w:rsidRPr="00580C30" w:rsidRDefault="00D608E4" w:rsidP="00D911BD">
      <w:pPr>
        <w:jc w:val="both"/>
        <w:rPr>
          <w:bCs/>
          <w:sz w:val="27"/>
          <w:szCs w:val="27"/>
        </w:rPr>
      </w:pPr>
    </w:p>
    <w:sectPr w:rsidR="00D608E4" w:rsidRPr="00580C30" w:rsidSect="00D24E4F">
      <w:pgSz w:w="11906" w:h="16838"/>
      <w:pgMar w:top="1134" w:right="851" w:bottom="73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C5A91"/>
    <w:multiLevelType w:val="hybridMultilevel"/>
    <w:tmpl w:val="BC8E1012"/>
    <w:lvl w:ilvl="0" w:tplc="5BA06FF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14955DBF"/>
    <w:multiLevelType w:val="hybridMultilevel"/>
    <w:tmpl w:val="8AD80C54"/>
    <w:lvl w:ilvl="0" w:tplc="E8B86364">
      <w:start w:val="1"/>
      <w:numFmt w:val="decimal"/>
      <w:lvlText w:val="%1."/>
      <w:lvlJc w:val="left"/>
      <w:pPr>
        <w:ind w:left="1116" w:hanging="4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F11"/>
    <w:rsid w:val="00001E3B"/>
    <w:rsid w:val="000044CF"/>
    <w:rsid w:val="00010E39"/>
    <w:rsid w:val="00012AB7"/>
    <w:rsid w:val="00012F0D"/>
    <w:rsid w:val="00013129"/>
    <w:rsid w:val="00016FD4"/>
    <w:rsid w:val="0001742B"/>
    <w:rsid w:val="00033908"/>
    <w:rsid w:val="00046F4D"/>
    <w:rsid w:val="00051B44"/>
    <w:rsid w:val="00065418"/>
    <w:rsid w:val="00074AC5"/>
    <w:rsid w:val="0009354D"/>
    <w:rsid w:val="000E639A"/>
    <w:rsid w:val="000F1A8F"/>
    <w:rsid w:val="00111C04"/>
    <w:rsid w:val="00115A8F"/>
    <w:rsid w:val="00120799"/>
    <w:rsid w:val="001262CB"/>
    <w:rsid w:val="0013442D"/>
    <w:rsid w:val="00190C98"/>
    <w:rsid w:val="00194041"/>
    <w:rsid w:val="00196F11"/>
    <w:rsid w:val="001A10F1"/>
    <w:rsid w:val="001A24FF"/>
    <w:rsid w:val="001B7ABF"/>
    <w:rsid w:val="001C751A"/>
    <w:rsid w:val="001E0651"/>
    <w:rsid w:val="001F5CE5"/>
    <w:rsid w:val="002407AD"/>
    <w:rsid w:val="00240A44"/>
    <w:rsid w:val="00241CEE"/>
    <w:rsid w:val="0024562A"/>
    <w:rsid w:val="002517FF"/>
    <w:rsid w:val="00252D45"/>
    <w:rsid w:val="00263275"/>
    <w:rsid w:val="002643B1"/>
    <w:rsid w:val="00274EDC"/>
    <w:rsid w:val="00275CB0"/>
    <w:rsid w:val="00287491"/>
    <w:rsid w:val="002A4E0B"/>
    <w:rsid w:val="002A7E1C"/>
    <w:rsid w:val="002E09DC"/>
    <w:rsid w:val="002E79CB"/>
    <w:rsid w:val="002F0A0E"/>
    <w:rsid w:val="002F6D7B"/>
    <w:rsid w:val="00325CD9"/>
    <w:rsid w:val="00326450"/>
    <w:rsid w:val="003743E9"/>
    <w:rsid w:val="00377098"/>
    <w:rsid w:val="0037786F"/>
    <w:rsid w:val="0038528A"/>
    <w:rsid w:val="003A3ED1"/>
    <w:rsid w:val="003A6657"/>
    <w:rsid w:val="003B1D6F"/>
    <w:rsid w:val="003E1917"/>
    <w:rsid w:val="004069B2"/>
    <w:rsid w:val="00406FB3"/>
    <w:rsid w:val="00411DDC"/>
    <w:rsid w:val="004438F9"/>
    <w:rsid w:val="004538A4"/>
    <w:rsid w:val="00490E4F"/>
    <w:rsid w:val="004B0AF0"/>
    <w:rsid w:val="004C2607"/>
    <w:rsid w:val="004C7D3A"/>
    <w:rsid w:val="004E20A2"/>
    <w:rsid w:val="00503842"/>
    <w:rsid w:val="00505DF8"/>
    <w:rsid w:val="005076FB"/>
    <w:rsid w:val="00564935"/>
    <w:rsid w:val="00580C30"/>
    <w:rsid w:val="00583072"/>
    <w:rsid w:val="005B4D6E"/>
    <w:rsid w:val="005B7EAA"/>
    <w:rsid w:val="005D2AC3"/>
    <w:rsid w:val="005D591E"/>
    <w:rsid w:val="005D7757"/>
    <w:rsid w:val="00600A98"/>
    <w:rsid w:val="00611039"/>
    <w:rsid w:val="00615352"/>
    <w:rsid w:val="00617475"/>
    <w:rsid w:val="006440CF"/>
    <w:rsid w:val="00676005"/>
    <w:rsid w:val="0069794B"/>
    <w:rsid w:val="006A0559"/>
    <w:rsid w:val="006B206C"/>
    <w:rsid w:val="006B58A9"/>
    <w:rsid w:val="006C4921"/>
    <w:rsid w:val="006D52CB"/>
    <w:rsid w:val="006E6D9B"/>
    <w:rsid w:val="006F4B25"/>
    <w:rsid w:val="007074C9"/>
    <w:rsid w:val="0073392C"/>
    <w:rsid w:val="0075690F"/>
    <w:rsid w:val="007851FA"/>
    <w:rsid w:val="007C09C1"/>
    <w:rsid w:val="007F68A2"/>
    <w:rsid w:val="00803E7A"/>
    <w:rsid w:val="00820E47"/>
    <w:rsid w:val="008350E8"/>
    <w:rsid w:val="00871447"/>
    <w:rsid w:val="00872EF8"/>
    <w:rsid w:val="00873760"/>
    <w:rsid w:val="00881F10"/>
    <w:rsid w:val="00885790"/>
    <w:rsid w:val="008871BA"/>
    <w:rsid w:val="0089165C"/>
    <w:rsid w:val="00892DCE"/>
    <w:rsid w:val="008A5AFA"/>
    <w:rsid w:val="008C749F"/>
    <w:rsid w:val="008E00A2"/>
    <w:rsid w:val="008F1A3C"/>
    <w:rsid w:val="008F2087"/>
    <w:rsid w:val="008F24DA"/>
    <w:rsid w:val="008F2564"/>
    <w:rsid w:val="008F350A"/>
    <w:rsid w:val="00974D34"/>
    <w:rsid w:val="009A7B11"/>
    <w:rsid w:val="009B2ED3"/>
    <w:rsid w:val="009C4574"/>
    <w:rsid w:val="009D724E"/>
    <w:rsid w:val="009E02BF"/>
    <w:rsid w:val="00A10159"/>
    <w:rsid w:val="00A10FEB"/>
    <w:rsid w:val="00A1769D"/>
    <w:rsid w:val="00A3042B"/>
    <w:rsid w:val="00A5690B"/>
    <w:rsid w:val="00A7689F"/>
    <w:rsid w:val="00AA4981"/>
    <w:rsid w:val="00AD1BC7"/>
    <w:rsid w:val="00AD7B56"/>
    <w:rsid w:val="00B1253A"/>
    <w:rsid w:val="00B31B4F"/>
    <w:rsid w:val="00B60BD9"/>
    <w:rsid w:val="00B64122"/>
    <w:rsid w:val="00B81589"/>
    <w:rsid w:val="00B83EBD"/>
    <w:rsid w:val="00B9372E"/>
    <w:rsid w:val="00BA118A"/>
    <w:rsid w:val="00BB542B"/>
    <w:rsid w:val="00BF7C85"/>
    <w:rsid w:val="00C51E80"/>
    <w:rsid w:val="00C56D06"/>
    <w:rsid w:val="00C67409"/>
    <w:rsid w:val="00CA4BB0"/>
    <w:rsid w:val="00CA6B72"/>
    <w:rsid w:val="00CC0F97"/>
    <w:rsid w:val="00CC53B3"/>
    <w:rsid w:val="00CD2A45"/>
    <w:rsid w:val="00D12D03"/>
    <w:rsid w:val="00D208B3"/>
    <w:rsid w:val="00D246AB"/>
    <w:rsid w:val="00D24A8A"/>
    <w:rsid w:val="00D24E4F"/>
    <w:rsid w:val="00D414FB"/>
    <w:rsid w:val="00D41C7A"/>
    <w:rsid w:val="00D435A4"/>
    <w:rsid w:val="00D608E4"/>
    <w:rsid w:val="00D76C97"/>
    <w:rsid w:val="00D911BD"/>
    <w:rsid w:val="00D96BC8"/>
    <w:rsid w:val="00E00F3F"/>
    <w:rsid w:val="00E1240A"/>
    <w:rsid w:val="00E13F80"/>
    <w:rsid w:val="00E163B8"/>
    <w:rsid w:val="00E32726"/>
    <w:rsid w:val="00E43B70"/>
    <w:rsid w:val="00E46932"/>
    <w:rsid w:val="00E52EB9"/>
    <w:rsid w:val="00E67550"/>
    <w:rsid w:val="00E67B5F"/>
    <w:rsid w:val="00E819E0"/>
    <w:rsid w:val="00E81B84"/>
    <w:rsid w:val="00E8450B"/>
    <w:rsid w:val="00ED7A74"/>
    <w:rsid w:val="00F26658"/>
    <w:rsid w:val="00F302C8"/>
    <w:rsid w:val="00F404FD"/>
    <w:rsid w:val="00F43656"/>
    <w:rsid w:val="00F60188"/>
    <w:rsid w:val="00FA02E6"/>
    <w:rsid w:val="00FA3027"/>
    <w:rsid w:val="00FB1018"/>
    <w:rsid w:val="00FB2887"/>
    <w:rsid w:val="00FC7704"/>
    <w:rsid w:val="00FD3284"/>
    <w:rsid w:val="00FF7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76F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56D0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4562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A10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10159"/>
    <w:rPr>
      <w:rFonts w:ascii="Segoe UI" w:hAnsi="Segoe UI" w:cs="Segoe UI"/>
      <w:sz w:val="18"/>
      <w:szCs w:val="18"/>
      <w:lang w:eastAsia="ru-RU"/>
    </w:rPr>
  </w:style>
  <w:style w:type="table" w:styleId="TableGrid">
    <w:name w:val="Table Grid"/>
    <w:basedOn w:val="TableNormal"/>
    <w:uiPriority w:val="99"/>
    <w:rsid w:val="00580C3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10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am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553</TotalTime>
  <Pages>1</Pages>
  <Words>214</Words>
  <Characters>1224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</cp:lastModifiedBy>
  <cp:revision>68</cp:revision>
  <cp:lastPrinted>2022-07-13T04:40:00Z</cp:lastPrinted>
  <dcterms:created xsi:type="dcterms:W3CDTF">2015-10-28T04:09:00Z</dcterms:created>
  <dcterms:modified xsi:type="dcterms:W3CDTF">2022-10-10T01:42:00Z</dcterms:modified>
</cp:coreProperties>
</file>